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A6968" w14:textId="2EBC6BE9" w:rsidR="00227BDB" w:rsidRPr="006D0CC7" w:rsidRDefault="00F80B70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  <w:sz w:val="18"/>
          <w:szCs w:val="18"/>
        </w:rPr>
      </w:pPr>
      <w:r w:rsidRPr="006D0CC7">
        <w:rPr>
          <w:rFonts w:ascii="Open Sans" w:hAnsi="Open Sans" w:cs="Open Sans"/>
          <w:noProof/>
          <w:sz w:val="18"/>
          <w:szCs w:val="18"/>
        </w:rPr>
        <w:drawing>
          <wp:anchor distT="0" distB="0" distL="114300" distR="114300" simplePos="0" relativeHeight="251660800" behindDoc="0" locked="0" layoutInCell="1" allowOverlap="1" wp14:anchorId="28B6225F" wp14:editId="67BE4747">
            <wp:simplePos x="0" y="0"/>
            <wp:positionH relativeFrom="column">
              <wp:posOffset>1795144</wp:posOffset>
            </wp:positionH>
            <wp:positionV relativeFrom="paragraph">
              <wp:posOffset>-100330</wp:posOffset>
            </wp:positionV>
            <wp:extent cx="4581525" cy="895985"/>
            <wp:effectExtent l="0" t="0" r="9525" b="0"/>
            <wp:wrapNone/>
            <wp:docPr id="6" name="Image 6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0CC7">
        <w:rPr>
          <w:rFonts w:ascii="Open Sans" w:hAnsi="Open Sans" w:cs="Open Sans"/>
          <w:noProof/>
          <w:sz w:val="18"/>
          <w:szCs w:val="18"/>
        </w:rPr>
        <w:drawing>
          <wp:inline distT="0" distB="0" distL="0" distR="0" wp14:anchorId="03821079" wp14:editId="40D18C92">
            <wp:extent cx="1457325" cy="717233"/>
            <wp:effectExtent l="0" t="0" r="0" b="698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HAT 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380" cy="72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1BA7" w:rsidRPr="006D0CC7">
        <w:rPr>
          <w:rFonts w:ascii="Open Sans" w:hAnsi="Open Sans" w:cs="Open Sans"/>
          <w:sz w:val="18"/>
          <w:szCs w:val="18"/>
        </w:rPr>
        <w:t xml:space="preserve"> </w:t>
      </w:r>
      <w:r w:rsidR="00DA1BA7" w:rsidRPr="006D0CC7">
        <w:rPr>
          <w:rFonts w:ascii="Open Sans" w:hAnsi="Open Sans" w:cs="Open Sans"/>
          <w:sz w:val="18"/>
          <w:szCs w:val="18"/>
        </w:rPr>
        <w:tab/>
        <w:t xml:space="preserve"> </w:t>
      </w:r>
    </w:p>
    <w:p w14:paraId="71CA9238" w14:textId="03A6BD65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03586D93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7270645C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5CC713F5" w14:textId="3DA54E12" w:rsidR="00227BDB" w:rsidRPr="006D0CC7" w:rsidRDefault="00F80B70">
      <w:pPr>
        <w:pStyle w:val="En-tte"/>
        <w:tabs>
          <w:tab w:val="clear" w:pos="4536"/>
          <w:tab w:val="clear" w:pos="9072"/>
        </w:tabs>
        <w:rPr>
          <w:rFonts w:ascii="Open Sans" w:hAnsi="Open Sans" w:cs="Open Sans"/>
          <w:sz w:val="18"/>
          <w:szCs w:val="18"/>
        </w:rPr>
      </w:pPr>
      <w:r w:rsidRPr="006D0CC7">
        <w:rPr>
          <w:rFonts w:ascii="Open Sans" w:hAnsi="Open Sans" w:cs="Open Sans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73B0FA8" wp14:editId="434D8DEB">
                <wp:simplePos x="0" y="0"/>
                <wp:positionH relativeFrom="column">
                  <wp:posOffset>-542925</wp:posOffset>
                </wp:positionH>
                <wp:positionV relativeFrom="paragraph">
                  <wp:posOffset>152400</wp:posOffset>
                </wp:positionV>
                <wp:extent cx="2132965" cy="1405890"/>
                <wp:effectExtent l="0" t="0" r="635" b="381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965" cy="1405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7A31F" w14:textId="77777777" w:rsidR="009A43DA" w:rsidRPr="00892D25" w:rsidRDefault="009A43DA" w:rsidP="00F80B70">
                            <w:pPr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</w:rPr>
                              <w:t>ACHATS CENTRAUX</w:t>
                            </w:r>
                          </w:p>
                          <w:p w14:paraId="3D499ECC" w14:textId="77777777" w:rsidR="009A43DA" w:rsidRPr="00892D25" w:rsidRDefault="009A43DA" w:rsidP="00F80B70">
                            <w:pPr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</w:rPr>
                              <w:t xml:space="preserve">HOTELIERS, ALIMENTAIRES </w:t>
                            </w:r>
                            <w:r w:rsidRPr="00892D25"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</w:rPr>
                              <w:tab/>
                              <w:t xml:space="preserve">           ET TECHNOLOGIQUES</w:t>
                            </w:r>
                          </w:p>
                          <w:p w14:paraId="4C5DDD56" w14:textId="77777777" w:rsidR="009A43DA" w:rsidRPr="00892D25" w:rsidRDefault="009A43DA" w:rsidP="00F80B70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Hôpital Bicêtre</w:t>
                            </w:r>
                          </w:p>
                          <w:p w14:paraId="4801154B" w14:textId="77777777" w:rsidR="009A43DA" w:rsidRPr="00892D25" w:rsidRDefault="009A43DA" w:rsidP="00F80B70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78, rue du Général Leclerc</w:t>
                            </w:r>
                          </w:p>
                          <w:p w14:paraId="6C9AAB0C" w14:textId="77777777" w:rsidR="009A43DA" w:rsidRPr="00892D25" w:rsidRDefault="009A43DA" w:rsidP="00F80B70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94270 Le Kremlin Bicêtre</w:t>
                            </w:r>
                          </w:p>
                          <w:p w14:paraId="04A0CC2C" w14:textId="77777777" w:rsidR="009A43DA" w:rsidRPr="00892D25" w:rsidRDefault="009A43DA" w:rsidP="00F80B70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Tél. : 01 53 14 69 00</w:t>
                            </w:r>
                          </w:p>
                          <w:p w14:paraId="27C55B2C" w14:textId="77777777" w:rsidR="009A43DA" w:rsidRPr="00892D25" w:rsidRDefault="009A43DA" w:rsidP="00F80B70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Fax : 01 53 14 69 99</w:t>
                            </w:r>
                          </w:p>
                          <w:p w14:paraId="594780BF" w14:textId="77777777" w:rsidR="009A43DA" w:rsidRPr="00892D25" w:rsidRDefault="009A43DA" w:rsidP="00F80B70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3B0FA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42.75pt;margin-top:12pt;width:167.95pt;height:110.7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" stroked="f">
                <v:textbox style="mso-fit-shape-to-text:t">
                  <w:txbxContent>
                    <w:p w14:paraId="1E47A31F" w14:textId="77777777" w:rsidR="009A43DA" w:rsidRPr="00892D25" w:rsidRDefault="009A43DA" w:rsidP="00F80B70">
                      <w:pPr>
                        <w:rPr>
                          <w:rFonts w:ascii="Open Sans" w:hAnsi="Open Sans" w:cs="Open Sans"/>
                          <w:b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b/>
                          <w:sz w:val="18"/>
                          <w:szCs w:val="18"/>
                        </w:rPr>
                        <w:t>ACHATS CENTRAUX</w:t>
                      </w:r>
                    </w:p>
                    <w:p w14:paraId="3D499ECC" w14:textId="77777777" w:rsidR="009A43DA" w:rsidRPr="00892D25" w:rsidRDefault="009A43DA" w:rsidP="00F80B70">
                      <w:pPr>
                        <w:rPr>
                          <w:rFonts w:ascii="Open Sans" w:hAnsi="Open Sans" w:cs="Open Sans"/>
                          <w:b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b/>
                          <w:sz w:val="18"/>
                          <w:szCs w:val="18"/>
                        </w:rPr>
                        <w:t xml:space="preserve">HOTELIERS, ALIMENTAIRES </w:t>
                      </w:r>
                      <w:r w:rsidRPr="00892D25">
                        <w:rPr>
                          <w:rFonts w:ascii="Open Sans" w:hAnsi="Open Sans" w:cs="Open Sans"/>
                          <w:b/>
                          <w:sz w:val="18"/>
                          <w:szCs w:val="18"/>
                        </w:rPr>
                        <w:tab/>
                        <w:t xml:space="preserve">           ET TECHNOLOGIQUES</w:t>
                      </w:r>
                    </w:p>
                    <w:p w14:paraId="4C5DDD56" w14:textId="77777777" w:rsidR="009A43DA" w:rsidRPr="00892D25" w:rsidRDefault="009A43DA" w:rsidP="00F80B70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Hôpital Bicêtre</w:t>
                      </w:r>
                    </w:p>
                    <w:p w14:paraId="4801154B" w14:textId="77777777" w:rsidR="009A43DA" w:rsidRPr="00892D25" w:rsidRDefault="009A43DA" w:rsidP="00F80B70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78, rue du Général Leclerc</w:t>
                      </w:r>
                    </w:p>
                    <w:p w14:paraId="6C9AAB0C" w14:textId="77777777" w:rsidR="009A43DA" w:rsidRPr="00892D25" w:rsidRDefault="009A43DA" w:rsidP="00F80B70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94270 Le Kremlin Bicêtre</w:t>
                      </w:r>
                    </w:p>
                    <w:p w14:paraId="04A0CC2C" w14:textId="77777777" w:rsidR="009A43DA" w:rsidRPr="00892D25" w:rsidRDefault="009A43DA" w:rsidP="00F80B70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Tél. : 01 53 14 69 00</w:t>
                      </w:r>
                    </w:p>
                    <w:p w14:paraId="27C55B2C" w14:textId="77777777" w:rsidR="009A43DA" w:rsidRPr="00892D25" w:rsidRDefault="009A43DA" w:rsidP="00F80B70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Fax : 01 53 14 69 99</w:t>
                      </w:r>
                    </w:p>
                    <w:p w14:paraId="594780BF" w14:textId="77777777" w:rsidR="009A43DA" w:rsidRPr="00892D25" w:rsidRDefault="009A43DA" w:rsidP="00F80B70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5585A1" w14:textId="435C1186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57F45358" w14:textId="4DEBC12A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532E3959" w14:textId="77561D0C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2F5AF821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4FEDD9F0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72CE9EC1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7BAD58C2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4432F40D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71C96E03" w14:textId="77777777" w:rsidR="00227BDB" w:rsidRPr="006D0CC7" w:rsidRDefault="00227BDB" w:rsidP="00F80B70">
      <w:pPr>
        <w:pBdr>
          <w:top w:val="single" w:sz="4" w:space="16" w:color="auto"/>
          <w:left w:val="single" w:sz="4" w:space="4" w:color="auto"/>
          <w:bottom w:val="single" w:sz="4" w:space="0" w:color="auto"/>
          <w:right w:val="single" w:sz="4" w:space="4" w:color="auto"/>
        </w:pBdr>
        <w:shd w:val="pct12" w:color="auto" w:fill="FFFFFF"/>
        <w:ind w:left="3402"/>
        <w:jc w:val="center"/>
        <w:rPr>
          <w:rFonts w:ascii="Open Sans" w:hAnsi="Open Sans" w:cs="Open Sans"/>
          <w:b/>
          <w:sz w:val="18"/>
          <w:szCs w:val="18"/>
        </w:rPr>
      </w:pPr>
      <w:r w:rsidRPr="006D0CC7">
        <w:rPr>
          <w:rFonts w:ascii="Open Sans" w:hAnsi="Open Sans" w:cs="Open Sans"/>
          <w:b/>
          <w:sz w:val="18"/>
          <w:szCs w:val="18"/>
        </w:rPr>
        <w:t>CAHIER DES CLAUSES TECHNIQUES PARTICULIERES</w:t>
      </w:r>
    </w:p>
    <w:p w14:paraId="578E5A61" w14:textId="77777777" w:rsidR="00227BDB" w:rsidRPr="006D0CC7" w:rsidRDefault="00227BDB" w:rsidP="00F80B70">
      <w:pPr>
        <w:pBdr>
          <w:top w:val="single" w:sz="4" w:space="16" w:color="auto"/>
          <w:left w:val="single" w:sz="4" w:space="4" w:color="auto"/>
          <w:bottom w:val="single" w:sz="4" w:space="0" w:color="auto"/>
          <w:right w:val="single" w:sz="4" w:space="4" w:color="auto"/>
        </w:pBdr>
        <w:shd w:val="pct12" w:color="auto" w:fill="FFFFFF"/>
        <w:ind w:left="3402"/>
        <w:jc w:val="center"/>
        <w:rPr>
          <w:rFonts w:ascii="Open Sans" w:hAnsi="Open Sans" w:cs="Open Sans"/>
          <w:b/>
          <w:sz w:val="18"/>
          <w:szCs w:val="18"/>
        </w:rPr>
      </w:pPr>
    </w:p>
    <w:p w14:paraId="0B2E2DA8" w14:textId="198E9B74" w:rsidR="00227BDB" w:rsidRPr="006D0CC7" w:rsidRDefault="002A434F" w:rsidP="00F80B70">
      <w:pPr>
        <w:pBdr>
          <w:top w:val="single" w:sz="4" w:space="16" w:color="auto"/>
          <w:left w:val="single" w:sz="4" w:space="4" w:color="auto"/>
          <w:bottom w:val="single" w:sz="4" w:space="0" w:color="auto"/>
          <w:right w:val="single" w:sz="4" w:space="4" w:color="auto"/>
        </w:pBdr>
        <w:shd w:val="pct12" w:color="auto" w:fill="FFFFFF"/>
        <w:ind w:left="3402"/>
        <w:jc w:val="center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>N°2</w:t>
      </w:r>
      <w:r w:rsidR="008E5605">
        <w:rPr>
          <w:rFonts w:ascii="Open Sans" w:hAnsi="Open Sans" w:cs="Open Sans"/>
          <w:b/>
          <w:sz w:val="18"/>
          <w:szCs w:val="18"/>
        </w:rPr>
        <w:t>5</w:t>
      </w:r>
      <w:r w:rsidR="00227BDB" w:rsidRPr="006D0CC7">
        <w:rPr>
          <w:rFonts w:ascii="Open Sans" w:hAnsi="Open Sans" w:cs="Open Sans"/>
          <w:b/>
          <w:sz w:val="18"/>
          <w:szCs w:val="18"/>
        </w:rPr>
        <w:t>/</w:t>
      </w:r>
      <w:r w:rsidR="00304C75" w:rsidRPr="006D0CC7">
        <w:rPr>
          <w:rFonts w:ascii="Open Sans" w:hAnsi="Open Sans" w:cs="Open Sans"/>
          <w:b/>
          <w:sz w:val="18"/>
          <w:szCs w:val="18"/>
        </w:rPr>
        <w:t>0</w:t>
      </w:r>
      <w:r w:rsidR="008E5605">
        <w:rPr>
          <w:rFonts w:ascii="Open Sans" w:hAnsi="Open Sans" w:cs="Open Sans"/>
          <w:b/>
          <w:sz w:val="18"/>
          <w:szCs w:val="18"/>
        </w:rPr>
        <w:t>39</w:t>
      </w:r>
    </w:p>
    <w:p w14:paraId="059A4786" w14:textId="77777777" w:rsidR="00434972" w:rsidRPr="006D0CC7" w:rsidRDefault="00434972" w:rsidP="00F80B70">
      <w:pPr>
        <w:pBdr>
          <w:top w:val="single" w:sz="4" w:space="16" w:color="auto"/>
          <w:left w:val="single" w:sz="4" w:space="4" w:color="auto"/>
          <w:bottom w:val="single" w:sz="4" w:space="0" w:color="auto"/>
          <w:right w:val="single" w:sz="4" w:space="4" w:color="auto"/>
        </w:pBdr>
        <w:shd w:val="pct12" w:color="auto" w:fill="FFFFFF"/>
        <w:ind w:left="3402"/>
        <w:rPr>
          <w:rFonts w:ascii="Open Sans" w:hAnsi="Open Sans" w:cs="Open Sans"/>
          <w:b/>
          <w:sz w:val="18"/>
          <w:szCs w:val="18"/>
        </w:rPr>
      </w:pPr>
    </w:p>
    <w:p w14:paraId="0AB689B8" w14:textId="77777777" w:rsidR="00227BDB" w:rsidRPr="006D0CC7" w:rsidRDefault="00227BDB" w:rsidP="00F80B70">
      <w:pPr>
        <w:pStyle w:val="Retraitcorpsdetexte"/>
        <w:pBdr>
          <w:bottom w:val="single" w:sz="4" w:space="0" w:color="auto"/>
        </w:pBdr>
        <w:jc w:val="left"/>
        <w:rPr>
          <w:rFonts w:ascii="Open Sans" w:hAnsi="Open Sans" w:cs="Open Sans"/>
          <w:sz w:val="18"/>
          <w:szCs w:val="18"/>
        </w:rPr>
      </w:pPr>
    </w:p>
    <w:p w14:paraId="5602810E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391DE1D5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4A6D89DC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674EA2D3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4EC953B1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1C9C7B61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3A35F60E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432D4B4E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3BAECF78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3C5A0A28" w14:textId="7E15FE9F" w:rsidR="00227BDB" w:rsidRPr="006D0CC7" w:rsidRDefault="00804E44">
      <w:pPr>
        <w:rPr>
          <w:rFonts w:ascii="Open Sans" w:hAnsi="Open Sans" w:cs="Open Sans"/>
          <w:sz w:val="18"/>
          <w:szCs w:val="18"/>
        </w:rPr>
      </w:pPr>
      <w:r w:rsidRPr="006D0CC7">
        <w:rPr>
          <w:rFonts w:ascii="Open Sans" w:hAnsi="Open Sans" w:cs="Open Sans"/>
          <w:sz w:val="18"/>
          <w:szCs w:val="18"/>
        </w:rPr>
        <w:t>Procédure :</w:t>
      </w:r>
      <w:r w:rsidR="00304C75" w:rsidRPr="006D0CC7">
        <w:rPr>
          <w:rFonts w:ascii="Open Sans" w:hAnsi="Open Sans" w:cs="Open Sans"/>
          <w:sz w:val="18"/>
          <w:szCs w:val="18"/>
        </w:rPr>
        <w:t xml:space="preserve"> </w:t>
      </w:r>
      <w:r w:rsidR="008E5605">
        <w:rPr>
          <w:rFonts w:ascii="Open Sans" w:hAnsi="Open Sans" w:cs="Open Sans"/>
          <w:sz w:val="18"/>
          <w:szCs w:val="18"/>
        </w:rPr>
        <w:t>Appel d’Offres Ouvert</w:t>
      </w:r>
    </w:p>
    <w:p w14:paraId="65447905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4DDE526E" w14:textId="405208A0" w:rsidR="00227BDB" w:rsidRPr="006D0CC7" w:rsidRDefault="00227BDB">
      <w:pPr>
        <w:rPr>
          <w:rFonts w:ascii="Open Sans" w:hAnsi="Open Sans" w:cs="Open Sans"/>
          <w:sz w:val="18"/>
          <w:szCs w:val="18"/>
        </w:rPr>
      </w:pPr>
      <w:r w:rsidRPr="006D0CC7">
        <w:rPr>
          <w:rFonts w:ascii="Open Sans" w:hAnsi="Open Sans" w:cs="Open Sans"/>
          <w:sz w:val="18"/>
          <w:szCs w:val="18"/>
        </w:rPr>
        <w:t>Objet :</w:t>
      </w:r>
      <w:r w:rsidR="00304C75" w:rsidRPr="006D0CC7">
        <w:rPr>
          <w:rFonts w:ascii="Open Sans" w:hAnsi="Open Sans" w:cs="Open Sans"/>
          <w:sz w:val="18"/>
          <w:szCs w:val="18"/>
        </w:rPr>
        <w:t xml:space="preserve"> </w:t>
      </w:r>
      <w:r w:rsidR="00304C75" w:rsidRPr="006D0CC7">
        <w:rPr>
          <w:rFonts w:ascii="Open Sans" w:hAnsi="Open Sans" w:cs="Open Sans"/>
          <w:b/>
          <w:sz w:val="18"/>
          <w:szCs w:val="18"/>
        </w:rPr>
        <w:t>Fourniture et livraison d’étiquettes</w:t>
      </w:r>
    </w:p>
    <w:p w14:paraId="650D33CE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46894A9D" w14:textId="73AFEE9E" w:rsidR="00036818" w:rsidRPr="006D0CC7" w:rsidRDefault="00FF582F" w:rsidP="00036818">
      <w:pPr>
        <w:rPr>
          <w:rFonts w:ascii="Open Sans" w:hAnsi="Open Sans" w:cs="Open Sans"/>
          <w:sz w:val="18"/>
          <w:szCs w:val="18"/>
        </w:rPr>
      </w:pPr>
      <w:r w:rsidRPr="006D0CC7">
        <w:rPr>
          <w:rFonts w:ascii="Open Sans" w:hAnsi="Open Sans" w:cs="Open Sans"/>
          <w:sz w:val="18"/>
          <w:szCs w:val="18"/>
        </w:rPr>
        <w:t>Pour une</w:t>
      </w:r>
      <w:r w:rsidR="00036818" w:rsidRPr="006D0CC7">
        <w:rPr>
          <w:rFonts w:ascii="Open Sans" w:hAnsi="Open Sans" w:cs="Open Sans"/>
          <w:sz w:val="18"/>
          <w:szCs w:val="18"/>
        </w:rPr>
        <w:t xml:space="preserve"> période</w:t>
      </w:r>
      <w:r w:rsidRPr="006D0CC7">
        <w:rPr>
          <w:rFonts w:ascii="Open Sans" w:hAnsi="Open Sans" w:cs="Open Sans"/>
          <w:sz w:val="18"/>
          <w:szCs w:val="18"/>
        </w:rPr>
        <w:t xml:space="preserve"> 48 mois à compter de la date de notification</w:t>
      </w:r>
      <w:r w:rsidR="00036818" w:rsidRPr="006D0CC7">
        <w:rPr>
          <w:rFonts w:ascii="Open Sans" w:hAnsi="Open Sans" w:cs="Open Sans"/>
          <w:sz w:val="18"/>
          <w:szCs w:val="18"/>
        </w:rPr>
        <w:t xml:space="preserve"> éventuellement résiliable </w:t>
      </w:r>
      <w:r w:rsidR="00036818" w:rsidRPr="006D0CC7">
        <w:rPr>
          <w:rFonts w:ascii="Open Sans" w:hAnsi="Open Sans" w:cs="Open Sans"/>
          <w:color w:val="auto"/>
          <w:sz w:val="18"/>
          <w:szCs w:val="18"/>
        </w:rPr>
        <w:t xml:space="preserve">sans indemnités à la seule initiative de l’Assistance Publique </w:t>
      </w:r>
      <w:r w:rsidRPr="006D0CC7">
        <w:rPr>
          <w:rFonts w:ascii="Open Sans" w:hAnsi="Open Sans" w:cs="Open Sans"/>
          <w:color w:val="auto"/>
          <w:sz w:val="18"/>
          <w:szCs w:val="18"/>
        </w:rPr>
        <w:t>– Hôpitaux de Paris, 6 mois avant la fin de date de fin</w:t>
      </w:r>
      <w:r w:rsidR="00304C75" w:rsidRPr="006D0CC7">
        <w:rPr>
          <w:rFonts w:ascii="Open Sans" w:hAnsi="Open Sans" w:cs="Open Sans"/>
          <w:sz w:val="18"/>
          <w:szCs w:val="18"/>
        </w:rPr>
        <w:t>.</w:t>
      </w:r>
    </w:p>
    <w:p w14:paraId="1C004EA4" w14:textId="77777777" w:rsidR="00227BDB" w:rsidRPr="006D0CC7" w:rsidRDefault="00227BDB">
      <w:pPr>
        <w:rPr>
          <w:rFonts w:ascii="Open Sans" w:hAnsi="Open Sans" w:cs="Open Sans"/>
          <w:color w:val="auto"/>
          <w:sz w:val="18"/>
          <w:szCs w:val="18"/>
        </w:rPr>
      </w:pPr>
    </w:p>
    <w:p w14:paraId="52D5A8BE" w14:textId="1EF4DDDF" w:rsidR="00227BDB" w:rsidRPr="006D0CC7" w:rsidRDefault="00227BDB">
      <w:pPr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>Ce document comprend</w:t>
      </w:r>
      <w:r w:rsidR="00304C75" w:rsidRPr="006D0CC7">
        <w:rPr>
          <w:rFonts w:ascii="Open Sans" w:hAnsi="Open Sans" w:cs="Open Sans"/>
          <w:color w:val="auto"/>
          <w:sz w:val="18"/>
          <w:szCs w:val="18"/>
        </w:rPr>
        <w:t> </w:t>
      </w:r>
      <w:r w:rsidR="0022109B">
        <w:rPr>
          <w:rFonts w:ascii="Open Sans" w:hAnsi="Open Sans" w:cs="Open Sans"/>
          <w:color w:val="auto"/>
          <w:sz w:val="18"/>
          <w:szCs w:val="18"/>
        </w:rPr>
        <w:t>1</w:t>
      </w:r>
      <w:r w:rsidR="00565968">
        <w:rPr>
          <w:rFonts w:ascii="Open Sans" w:hAnsi="Open Sans" w:cs="Open Sans"/>
          <w:color w:val="auto"/>
          <w:sz w:val="18"/>
          <w:szCs w:val="18"/>
        </w:rPr>
        <w:t>8</w:t>
      </w:r>
      <w:r w:rsidR="00304C75" w:rsidRPr="006D0CC7">
        <w:rPr>
          <w:rFonts w:ascii="Open Sans" w:hAnsi="Open Sans" w:cs="Open Sans"/>
          <w:color w:val="auto"/>
          <w:sz w:val="18"/>
          <w:szCs w:val="18"/>
        </w:rPr>
        <w:t xml:space="preserve"> </w:t>
      </w:r>
      <w:r w:rsidRPr="006D0CC7">
        <w:rPr>
          <w:rFonts w:ascii="Open Sans" w:hAnsi="Open Sans" w:cs="Open Sans"/>
          <w:color w:val="auto"/>
          <w:sz w:val="18"/>
          <w:szCs w:val="18"/>
        </w:rPr>
        <w:t>pages et est associé au Cahier des Clauses Administratives Particulières</w:t>
      </w:r>
      <w:r w:rsidR="00304C75" w:rsidRPr="006D0CC7">
        <w:rPr>
          <w:rFonts w:ascii="Open Sans" w:hAnsi="Open Sans" w:cs="Open Sans"/>
          <w:color w:val="auto"/>
          <w:sz w:val="18"/>
          <w:szCs w:val="18"/>
        </w:rPr>
        <w:t>.</w:t>
      </w:r>
    </w:p>
    <w:p w14:paraId="74171C81" w14:textId="702F7BD8" w:rsidR="00227BDB" w:rsidRPr="006D0CC7" w:rsidRDefault="00227BDB" w:rsidP="00D92DBF">
      <w:pPr>
        <w:pStyle w:val="Style1"/>
        <w:jc w:val="both"/>
        <w:rPr>
          <w:rFonts w:ascii="Open Sans" w:hAnsi="Open Sans" w:cs="Open Sans"/>
          <w:sz w:val="18"/>
          <w:szCs w:val="18"/>
        </w:rPr>
      </w:pPr>
      <w:r w:rsidRPr="006D0CC7">
        <w:rPr>
          <w:rFonts w:ascii="Open Sans" w:hAnsi="Open Sans" w:cs="Open Sans"/>
          <w:sz w:val="18"/>
          <w:szCs w:val="18"/>
        </w:rPr>
        <w:br w:type="page"/>
      </w:r>
    </w:p>
    <w:p w14:paraId="35AD66B1" w14:textId="77777777" w:rsidR="00227BDB" w:rsidRPr="006D0CC7" w:rsidRDefault="00227BDB">
      <w:pPr>
        <w:pStyle w:val="Style1"/>
        <w:rPr>
          <w:rFonts w:ascii="Open Sans" w:hAnsi="Open Sans" w:cs="Open Sans"/>
          <w:caps/>
          <w:color w:val="auto"/>
          <w:sz w:val="18"/>
          <w:szCs w:val="18"/>
          <w:u w:val="none"/>
        </w:rPr>
      </w:pPr>
      <w:r w:rsidRPr="006D0CC7">
        <w:rPr>
          <w:rFonts w:ascii="Open Sans" w:hAnsi="Open Sans" w:cs="Open Sans"/>
          <w:caps/>
          <w:color w:val="auto"/>
          <w:sz w:val="18"/>
          <w:szCs w:val="18"/>
          <w:u w:val="none"/>
        </w:rPr>
        <w:lastRenderedPageBreak/>
        <w:t>SOMMAIRE</w:t>
      </w:r>
    </w:p>
    <w:p w14:paraId="58496872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08559673" w14:textId="37C72354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23BFA3AE" w14:textId="70E0A689" w:rsidR="00E31232" w:rsidRDefault="00227BDB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6D0CC7">
        <w:rPr>
          <w:rFonts w:ascii="Open Sans" w:hAnsi="Open Sans" w:cs="Open Sans"/>
          <w:sz w:val="18"/>
          <w:szCs w:val="18"/>
        </w:rPr>
        <w:fldChar w:fldCharType="begin"/>
      </w:r>
      <w:r w:rsidRPr="006D0CC7">
        <w:rPr>
          <w:rFonts w:ascii="Open Sans" w:hAnsi="Open Sans" w:cs="Open Sans"/>
          <w:sz w:val="18"/>
          <w:szCs w:val="18"/>
        </w:rPr>
        <w:instrText xml:space="preserve"> TOC \o "1-3" </w:instrText>
      </w:r>
      <w:r w:rsidRPr="006D0CC7">
        <w:rPr>
          <w:rFonts w:ascii="Open Sans" w:hAnsi="Open Sans" w:cs="Open Sans"/>
          <w:sz w:val="18"/>
          <w:szCs w:val="18"/>
        </w:rPr>
        <w:fldChar w:fldCharType="separate"/>
      </w:r>
      <w:r w:rsidR="00E31232" w:rsidRPr="00157628">
        <w:rPr>
          <w:rFonts w:ascii="Open Sans" w:hAnsi="Open Sans" w:cs="Open Sans"/>
          <w:noProof/>
          <w:color w:val="auto"/>
        </w:rPr>
        <w:t>ARTICLE 1: OBJET</w:t>
      </w:r>
      <w:r w:rsidR="00E31232">
        <w:rPr>
          <w:noProof/>
        </w:rPr>
        <w:tab/>
      </w:r>
      <w:r w:rsidR="00E31232">
        <w:rPr>
          <w:noProof/>
        </w:rPr>
        <w:fldChar w:fldCharType="begin"/>
      </w:r>
      <w:r w:rsidR="00E31232">
        <w:rPr>
          <w:noProof/>
        </w:rPr>
        <w:instrText xml:space="preserve"> PAGEREF _Toc133328201 \h </w:instrText>
      </w:r>
      <w:r w:rsidR="00E31232">
        <w:rPr>
          <w:noProof/>
        </w:rPr>
      </w:r>
      <w:r w:rsidR="00E31232">
        <w:rPr>
          <w:noProof/>
        </w:rPr>
        <w:fldChar w:fldCharType="separate"/>
      </w:r>
      <w:r w:rsidR="003D2E5E">
        <w:rPr>
          <w:noProof/>
        </w:rPr>
        <w:t>3</w:t>
      </w:r>
      <w:r w:rsidR="00E31232">
        <w:rPr>
          <w:noProof/>
        </w:rPr>
        <w:fldChar w:fldCharType="end"/>
      </w:r>
    </w:p>
    <w:p w14:paraId="09F7131F" w14:textId="42AE61FC" w:rsidR="00E31232" w:rsidRDefault="00E31232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157628">
        <w:rPr>
          <w:rFonts w:ascii="Open Sans" w:hAnsi="Open Sans" w:cs="Open Sans"/>
          <w:noProof/>
          <w:color w:val="auto"/>
        </w:rPr>
        <w:t>DECOMPOSITION du marche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_Toc133328202 \h </w:instrText>
      </w:r>
      <w:r>
        <w:rPr>
          <w:noProof/>
        </w:rPr>
      </w:r>
      <w:r>
        <w:rPr>
          <w:noProof/>
        </w:rPr>
        <w:fldChar w:fldCharType="separate"/>
      </w:r>
      <w:r w:rsidR="003D2E5E">
        <w:rPr>
          <w:noProof/>
        </w:rPr>
        <w:t>3</w:t>
      </w:r>
      <w:r>
        <w:rPr>
          <w:noProof/>
        </w:rPr>
        <w:fldChar w:fldCharType="end"/>
      </w:r>
    </w:p>
    <w:p w14:paraId="66A5359F" w14:textId="75D2AAF7" w:rsidR="00E31232" w:rsidRDefault="00E31232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157628">
        <w:rPr>
          <w:rFonts w:ascii="Open Sans" w:hAnsi="Open Sans" w:cs="Open Sans"/>
          <w:noProof/>
        </w:rPr>
        <w:t>COMPOSITION du marche ET VOLUMETRIE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_Toc133328203 \h </w:instrText>
      </w:r>
      <w:r>
        <w:rPr>
          <w:noProof/>
        </w:rPr>
      </w:r>
      <w:r>
        <w:rPr>
          <w:noProof/>
        </w:rPr>
        <w:fldChar w:fldCharType="separate"/>
      </w:r>
      <w:r w:rsidR="003D2E5E">
        <w:rPr>
          <w:noProof/>
        </w:rPr>
        <w:t>3</w:t>
      </w:r>
      <w:r>
        <w:rPr>
          <w:noProof/>
        </w:rPr>
        <w:fldChar w:fldCharType="end"/>
      </w:r>
    </w:p>
    <w:p w14:paraId="6B06F8CA" w14:textId="452ADC70" w:rsidR="00E31232" w:rsidRDefault="00E31232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157628">
        <w:rPr>
          <w:rFonts w:ascii="Open Sans" w:hAnsi="Open Sans" w:cs="Open Sans"/>
          <w:noProof/>
          <w:color w:val="auto"/>
        </w:rPr>
        <w:t>SPECIFICATIONS TECHNIQUES DES PRODUITS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_Toc133328204 \h </w:instrText>
      </w:r>
      <w:r>
        <w:rPr>
          <w:noProof/>
        </w:rPr>
      </w:r>
      <w:r>
        <w:rPr>
          <w:noProof/>
        </w:rPr>
        <w:fldChar w:fldCharType="separate"/>
      </w:r>
      <w:r w:rsidR="003D2E5E">
        <w:rPr>
          <w:noProof/>
        </w:rPr>
        <w:t>3</w:t>
      </w:r>
      <w:r>
        <w:rPr>
          <w:noProof/>
        </w:rPr>
        <w:fldChar w:fldCharType="end"/>
      </w:r>
    </w:p>
    <w:p w14:paraId="05834A08" w14:textId="72AD3B15" w:rsidR="00E31232" w:rsidRDefault="00E31232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157628">
        <w:rPr>
          <w:rFonts w:ascii="Open Sans" w:hAnsi="Open Sans" w:cs="Open Sans"/>
          <w:noProof/>
          <w:color w:val="auto"/>
        </w:rPr>
        <w:t>REGLEMENTATION ET SPECIFICATIONS GENERALES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_Toc133328205 \h </w:instrText>
      </w:r>
      <w:r>
        <w:rPr>
          <w:noProof/>
        </w:rPr>
      </w:r>
      <w:r>
        <w:rPr>
          <w:noProof/>
        </w:rPr>
        <w:fldChar w:fldCharType="separate"/>
      </w:r>
      <w:r w:rsidR="003D2E5E">
        <w:rPr>
          <w:noProof/>
        </w:rPr>
        <w:t>9</w:t>
      </w:r>
      <w:r>
        <w:rPr>
          <w:noProof/>
        </w:rPr>
        <w:fldChar w:fldCharType="end"/>
      </w:r>
    </w:p>
    <w:p w14:paraId="18BBD712" w14:textId="4717F833" w:rsidR="00E31232" w:rsidRDefault="00E31232">
      <w:pPr>
        <w:pStyle w:val="TM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157628">
        <w:rPr>
          <w:rFonts w:ascii="Open Sans" w:hAnsi="Open Sans" w:cs="Open Sans"/>
          <w:caps/>
          <w:noProof/>
          <w:color w:val="auto"/>
        </w:rPr>
        <w:t>Annexe n° 1 : Liste des échantillons demandés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_Toc133328206 \h </w:instrText>
      </w:r>
      <w:r>
        <w:rPr>
          <w:noProof/>
        </w:rPr>
      </w:r>
      <w:r>
        <w:rPr>
          <w:noProof/>
        </w:rPr>
        <w:fldChar w:fldCharType="separate"/>
      </w:r>
      <w:r w:rsidR="003D2E5E">
        <w:rPr>
          <w:noProof/>
        </w:rPr>
        <w:t>10</w:t>
      </w:r>
      <w:r>
        <w:rPr>
          <w:noProof/>
        </w:rPr>
        <w:fldChar w:fldCharType="end"/>
      </w:r>
    </w:p>
    <w:p w14:paraId="79368FEC" w14:textId="096C5757" w:rsidR="00E31232" w:rsidRDefault="00E31232">
      <w:pPr>
        <w:pStyle w:val="TM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157628">
        <w:rPr>
          <w:rFonts w:ascii="Open Sans" w:hAnsi="Open Sans" w:cs="Open Sans"/>
          <w:caps/>
          <w:noProof/>
          <w:color w:val="auto"/>
        </w:rPr>
        <w:t>Annexe n° 2 : Cadre de réponse technique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_Toc133328207 \h </w:instrText>
      </w:r>
      <w:r>
        <w:rPr>
          <w:noProof/>
        </w:rPr>
      </w:r>
      <w:r>
        <w:rPr>
          <w:noProof/>
        </w:rPr>
        <w:fldChar w:fldCharType="separate"/>
      </w:r>
      <w:r w:rsidR="003D2E5E">
        <w:rPr>
          <w:noProof/>
        </w:rPr>
        <w:t>12</w:t>
      </w:r>
      <w:r>
        <w:rPr>
          <w:noProof/>
        </w:rPr>
        <w:fldChar w:fldCharType="end"/>
      </w:r>
    </w:p>
    <w:p w14:paraId="6093612A" w14:textId="3425A88B" w:rsidR="00227BDB" w:rsidRPr="006D0CC7" w:rsidRDefault="00227BDB">
      <w:pPr>
        <w:rPr>
          <w:rFonts w:ascii="Open Sans" w:hAnsi="Open Sans" w:cs="Open Sans"/>
          <w:sz w:val="18"/>
          <w:szCs w:val="18"/>
        </w:rPr>
      </w:pPr>
      <w:r w:rsidRPr="006D0CC7">
        <w:rPr>
          <w:rFonts w:ascii="Open Sans" w:hAnsi="Open Sans" w:cs="Open Sans"/>
          <w:sz w:val="18"/>
          <w:szCs w:val="18"/>
        </w:rPr>
        <w:fldChar w:fldCharType="end"/>
      </w:r>
    </w:p>
    <w:p w14:paraId="11038325" w14:textId="77777777" w:rsidR="000200DD" w:rsidRPr="006D0CC7" w:rsidRDefault="00227BDB" w:rsidP="000200DD">
      <w:pPr>
        <w:pStyle w:val="Titre2"/>
        <w:rPr>
          <w:rFonts w:ascii="Open Sans" w:hAnsi="Open Sans" w:cs="Open Sans"/>
          <w:sz w:val="18"/>
          <w:szCs w:val="18"/>
        </w:rPr>
      </w:pPr>
      <w:r w:rsidRPr="006D0CC7">
        <w:rPr>
          <w:rFonts w:ascii="Open Sans" w:hAnsi="Open Sans" w:cs="Open Sans"/>
          <w:sz w:val="18"/>
          <w:szCs w:val="18"/>
        </w:rPr>
        <w:br w:type="page"/>
      </w:r>
      <w:bookmarkStart w:id="0" w:name="_Toc128193584"/>
      <w:bookmarkStart w:id="1" w:name="_Toc130915639"/>
    </w:p>
    <w:p w14:paraId="732E8430" w14:textId="4968EC7D" w:rsidR="00227BDB" w:rsidRPr="006D0CC7" w:rsidRDefault="00227BDB" w:rsidP="00D918B2">
      <w:pPr>
        <w:pStyle w:val="Titre2"/>
        <w:numPr>
          <w:ilvl w:val="1"/>
          <w:numId w:val="3"/>
        </w:numPr>
        <w:rPr>
          <w:rFonts w:ascii="Open Sans" w:hAnsi="Open Sans" w:cs="Open Sans"/>
          <w:color w:val="auto"/>
          <w:sz w:val="18"/>
          <w:szCs w:val="18"/>
        </w:rPr>
      </w:pPr>
      <w:bookmarkStart w:id="2" w:name="_Toc532477926"/>
      <w:bookmarkStart w:id="3" w:name="_Toc133328201"/>
      <w:bookmarkEnd w:id="2"/>
      <w:r w:rsidRPr="006D0CC7">
        <w:rPr>
          <w:rFonts w:ascii="Open Sans" w:hAnsi="Open Sans" w:cs="Open Sans"/>
          <w:color w:val="auto"/>
          <w:sz w:val="18"/>
          <w:szCs w:val="18"/>
        </w:rPr>
        <w:lastRenderedPageBreak/>
        <w:t>OBJET</w:t>
      </w:r>
      <w:bookmarkEnd w:id="0"/>
      <w:bookmarkEnd w:id="1"/>
      <w:bookmarkEnd w:id="3"/>
    </w:p>
    <w:p w14:paraId="5A922471" w14:textId="77777777" w:rsidR="00227BDB" w:rsidRPr="006D0CC7" w:rsidRDefault="00227BDB" w:rsidP="00FF582F">
      <w:pPr>
        <w:pStyle w:val="Normal2"/>
        <w:rPr>
          <w:szCs w:val="18"/>
        </w:rPr>
      </w:pPr>
    </w:p>
    <w:p w14:paraId="338CD865" w14:textId="35BE5CE4" w:rsidR="00227BDB" w:rsidRPr="006D0CC7" w:rsidRDefault="009523E0">
      <w:pPr>
        <w:rPr>
          <w:rFonts w:ascii="Open Sans" w:hAnsi="Open Sans" w:cs="Open Sans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>Le marché</w:t>
      </w:r>
      <w:r w:rsidR="00227BDB" w:rsidRPr="006D0CC7">
        <w:rPr>
          <w:rFonts w:ascii="Open Sans" w:hAnsi="Open Sans" w:cs="Open Sans"/>
          <w:color w:val="auto"/>
          <w:sz w:val="18"/>
          <w:szCs w:val="18"/>
        </w:rPr>
        <w:t xml:space="preserve"> a pour objet </w:t>
      </w:r>
      <w:r w:rsidR="00227BDB" w:rsidRPr="006D0CC7">
        <w:rPr>
          <w:rFonts w:ascii="Open Sans" w:hAnsi="Open Sans" w:cs="Open Sans"/>
          <w:b/>
          <w:color w:val="auto"/>
          <w:sz w:val="18"/>
          <w:szCs w:val="18"/>
        </w:rPr>
        <w:t>“ </w:t>
      </w:r>
      <w:r w:rsidR="00304C75" w:rsidRPr="006D0CC7">
        <w:rPr>
          <w:rFonts w:ascii="Open Sans" w:hAnsi="Open Sans" w:cs="Open Sans"/>
          <w:b/>
          <w:color w:val="auto"/>
          <w:sz w:val="18"/>
          <w:szCs w:val="18"/>
        </w:rPr>
        <w:t>Fourniture et livraison d</w:t>
      </w:r>
      <w:r w:rsidR="00291B2F">
        <w:rPr>
          <w:rFonts w:ascii="Open Sans" w:hAnsi="Open Sans" w:cs="Open Sans"/>
          <w:b/>
          <w:color w:val="auto"/>
          <w:sz w:val="18"/>
          <w:szCs w:val="18"/>
        </w:rPr>
        <w:t>’étiquettes</w:t>
      </w:r>
      <w:r w:rsidR="00304C75" w:rsidRPr="006D0CC7">
        <w:rPr>
          <w:rFonts w:ascii="Open Sans" w:hAnsi="Open Sans" w:cs="Open Sans"/>
          <w:b/>
          <w:sz w:val="18"/>
          <w:szCs w:val="18"/>
        </w:rPr>
        <w:t xml:space="preserve"> </w:t>
      </w:r>
      <w:r w:rsidR="00227BDB" w:rsidRPr="006D0CC7">
        <w:rPr>
          <w:rFonts w:ascii="Open Sans" w:hAnsi="Open Sans" w:cs="Open Sans"/>
          <w:b/>
          <w:sz w:val="18"/>
          <w:szCs w:val="18"/>
        </w:rPr>
        <w:t>”</w:t>
      </w:r>
      <w:r w:rsidR="00227BDB" w:rsidRPr="006D0CC7">
        <w:rPr>
          <w:rFonts w:ascii="Open Sans" w:hAnsi="Open Sans" w:cs="Open Sans"/>
          <w:sz w:val="18"/>
          <w:szCs w:val="18"/>
        </w:rPr>
        <w:t xml:space="preserve">, nécessaire aux besoins des divers </w:t>
      </w:r>
      <w:r w:rsidR="00C934D6" w:rsidRPr="006D0CC7">
        <w:rPr>
          <w:rFonts w:ascii="Open Sans" w:hAnsi="Open Sans" w:cs="Open Sans"/>
          <w:sz w:val="18"/>
          <w:szCs w:val="18"/>
        </w:rPr>
        <w:t xml:space="preserve">groupes hospitaliers, pôles d’intérêt commun et </w:t>
      </w:r>
      <w:r w:rsidR="00227BDB" w:rsidRPr="006D0CC7">
        <w:rPr>
          <w:rFonts w:ascii="Open Sans" w:hAnsi="Open Sans" w:cs="Open Sans"/>
          <w:sz w:val="18"/>
          <w:szCs w:val="18"/>
        </w:rPr>
        <w:t>services du siège de l’Assistance Publique - Hôpitaux de Paris.</w:t>
      </w:r>
    </w:p>
    <w:p w14:paraId="085BF999" w14:textId="77777777" w:rsidR="009B7710" w:rsidRPr="006D0CC7" w:rsidRDefault="009B7710">
      <w:pPr>
        <w:rPr>
          <w:rFonts w:ascii="Open Sans" w:hAnsi="Open Sans" w:cs="Open Sans"/>
          <w:sz w:val="18"/>
          <w:szCs w:val="18"/>
        </w:rPr>
      </w:pPr>
    </w:p>
    <w:p w14:paraId="3D567043" w14:textId="453E9140" w:rsidR="00227BDB" w:rsidRPr="006D0CC7" w:rsidRDefault="00227BDB" w:rsidP="00084BD4">
      <w:pPr>
        <w:pStyle w:val="Titre2"/>
        <w:rPr>
          <w:rFonts w:ascii="Open Sans" w:hAnsi="Open Sans" w:cs="Open Sans"/>
          <w:color w:val="auto"/>
          <w:sz w:val="18"/>
          <w:szCs w:val="18"/>
        </w:rPr>
      </w:pPr>
      <w:bookmarkStart w:id="4" w:name="_Toc130915640"/>
      <w:bookmarkStart w:id="5" w:name="_Toc133328202"/>
      <w:r w:rsidRPr="006D0CC7">
        <w:rPr>
          <w:rFonts w:ascii="Open Sans" w:hAnsi="Open Sans" w:cs="Open Sans"/>
          <w:color w:val="auto"/>
          <w:sz w:val="18"/>
          <w:szCs w:val="18"/>
        </w:rPr>
        <w:t xml:space="preserve">DECOMPOSITION </w:t>
      </w:r>
      <w:bookmarkEnd w:id="4"/>
      <w:r w:rsidR="00F458DE" w:rsidRPr="006D0CC7">
        <w:rPr>
          <w:rFonts w:ascii="Open Sans" w:hAnsi="Open Sans" w:cs="Open Sans"/>
          <w:color w:val="auto"/>
          <w:sz w:val="18"/>
          <w:szCs w:val="18"/>
        </w:rPr>
        <w:t>du marche</w:t>
      </w:r>
      <w:bookmarkEnd w:id="5"/>
    </w:p>
    <w:p w14:paraId="381D7E73" w14:textId="77777777" w:rsidR="00227BDB" w:rsidRPr="006D0CC7" w:rsidRDefault="00227BDB">
      <w:pPr>
        <w:rPr>
          <w:rFonts w:ascii="Open Sans" w:hAnsi="Open Sans" w:cs="Open Sans"/>
          <w:sz w:val="18"/>
          <w:szCs w:val="18"/>
        </w:rPr>
      </w:pPr>
    </w:p>
    <w:p w14:paraId="5639F528" w14:textId="1B10267D" w:rsidR="00FF582F" w:rsidRPr="006D0CC7" w:rsidRDefault="00FF582F" w:rsidP="00FF582F">
      <w:pPr>
        <w:pStyle w:val="Normal2"/>
        <w:rPr>
          <w:szCs w:val="18"/>
        </w:rPr>
      </w:pPr>
      <w:r w:rsidRPr="006D0CC7">
        <w:rPr>
          <w:szCs w:val="18"/>
        </w:rPr>
        <w:t xml:space="preserve">Les prestations sont décomposées en </w:t>
      </w:r>
      <w:r w:rsidR="00016006">
        <w:rPr>
          <w:szCs w:val="18"/>
        </w:rPr>
        <w:t>3</w:t>
      </w:r>
      <w:r w:rsidRPr="006D0CC7">
        <w:rPr>
          <w:szCs w:val="18"/>
        </w:rPr>
        <w:t xml:space="preserve"> lots détaillés comme suit :</w:t>
      </w:r>
    </w:p>
    <w:p w14:paraId="51C5DE75" w14:textId="77777777" w:rsidR="009B7710" w:rsidRPr="006D0CC7" w:rsidRDefault="009B7710" w:rsidP="00FF582F">
      <w:pPr>
        <w:pStyle w:val="Normal2"/>
        <w:rPr>
          <w:szCs w:val="18"/>
        </w:rPr>
      </w:pPr>
    </w:p>
    <w:tbl>
      <w:tblPr>
        <w:tblW w:w="10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"/>
        <w:gridCol w:w="6729"/>
        <w:gridCol w:w="2580"/>
      </w:tblGrid>
      <w:tr w:rsidR="009B7710" w:rsidRPr="006D0CC7" w14:paraId="7E4FC008" w14:textId="77777777" w:rsidTr="00BD695E">
        <w:trPr>
          <w:trHeight w:val="897"/>
        </w:trPr>
        <w:tc>
          <w:tcPr>
            <w:tcW w:w="857" w:type="dxa"/>
          </w:tcPr>
          <w:p w14:paraId="675AD32C" w14:textId="2E1753D7" w:rsidR="009B7710" w:rsidRPr="006D0CC7" w:rsidRDefault="00F67B7A">
            <w:pPr>
              <w:jc w:val="center"/>
              <w:rPr>
                <w:rFonts w:ascii="Open Sans" w:hAnsi="Open Sans" w:cs="Open Sans"/>
                <w:b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sz w:val="18"/>
                <w:szCs w:val="18"/>
              </w:rPr>
              <w:t>N°</w:t>
            </w:r>
          </w:p>
        </w:tc>
        <w:tc>
          <w:tcPr>
            <w:tcW w:w="6729" w:type="dxa"/>
            <w:vAlign w:val="center"/>
          </w:tcPr>
          <w:p w14:paraId="226428EF" w14:textId="05846237" w:rsidR="009B7710" w:rsidRPr="006D0CC7" w:rsidRDefault="00291B2F" w:rsidP="002561CD">
            <w:pPr>
              <w:jc w:val="center"/>
              <w:rPr>
                <w:rFonts w:ascii="Open Sans" w:hAnsi="Open Sans" w:cs="Open Sans"/>
                <w:b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iCs/>
                <w:sz w:val="18"/>
                <w:szCs w:val="18"/>
              </w:rPr>
              <w:t>Intitulé des</w:t>
            </w:r>
            <w:r w:rsidR="009B7710" w:rsidRPr="006D0CC7">
              <w:rPr>
                <w:rFonts w:ascii="Open Sans" w:hAnsi="Open Sans" w:cs="Open Sans"/>
                <w:b/>
                <w:iCs/>
                <w:sz w:val="18"/>
                <w:szCs w:val="18"/>
              </w:rPr>
              <w:t xml:space="preserve"> </w:t>
            </w:r>
            <w:r w:rsidR="00F67B7A" w:rsidRPr="006D0CC7">
              <w:rPr>
                <w:rFonts w:ascii="Open Sans" w:hAnsi="Open Sans" w:cs="Open Sans"/>
                <w:b/>
                <w:iCs/>
                <w:sz w:val="18"/>
                <w:szCs w:val="18"/>
              </w:rPr>
              <w:t>marché</w:t>
            </w:r>
            <w:r>
              <w:rPr>
                <w:rFonts w:ascii="Open Sans" w:hAnsi="Open Sans" w:cs="Open Sans"/>
                <w:b/>
                <w:iCs/>
                <w:sz w:val="18"/>
                <w:szCs w:val="18"/>
              </w:rPr>
              <w:t>s</w:t>
            </w:r>
          </w:p>
        </w:tc>
        <w:tc>
          <w:tcPr>
            <w:tcW w:w="2580" w:type="dxa"/>
            <w:vAlign w:val="center"/>
          </w:tcPr>
          <w:p w14:paraId="77832C84" w14:textId="2DE27D8D" w:rsidR="009B7710" w:rsidRPr="006D0CC7" w:rsidRDefault="009B7710" w:rsidP="002561CD">
            <w:pPr>
              <w:jc w:val="center"/>
              <w:rPr>
                <w:rFonts w:ascii="Open Sans" w:hAnsi="Open Sans" w:cs="Open Sans"/>
                <w:b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sz w:val="18"/>
                <w:szCs w:val="18"/>
              </w:rPr>
              <w:t xml:space="preserve">Quantités </w:t>
            </w:r>
            <w:r w:rsidR="002561CD">
              <w:rPr>
                <w:rFonts w:ascii="Open Sans" w:hAnsi="Open Sans" w:cs="Open Sans"/>
                <w:b/>
                <w:iCs/>
                <w:sz w:val="18"/>
                <w:szCs w:val="18"/>
              </w:rPr>
              <w:t>prévisionnelles</w:t>
            </w:r>
            <w:r w:rsidR="002561CD" w:rsidRPr="006D0CC7">
              <w:rPr>
                <w:rFonts w:ascii="Open Sans" w:hAnsi="Open Sans" w:cs="Open Sans"/>
                <w:b/>
                <w:iCs/>
                <w:sz w:val="18"/>
                <w:szCs w:val="18"/>
              </w:rPr>
              <w:t xml:space="preserve"> </w:t>
            </w:r>
            <w:r w:rsidRPr="006D0CC7">
              <w:rPr>
                <w:rFonts w:ascii="Open Sans" w:hAnsi="Open Sans" w:cs="Open Sans"/>
                <w:b/>
                <w:iCs/>
                <w:sz w:val="18"/>
                <w:szCs w:val="18"/>
              </w:rPr>
              <w:t>annuelles</w:t>
            </w:r>
          </w:p>
        </w:tc>
      </w:tr>
      <w:tr w:rsidR="009B7710" w:rsidRPr="006D0CC7" w14:paraId="3217AFF3" w14:textId="77777777" w:rsidTr="00BD695E">
        <w:trPr>
          <w:trHeight w:val="292"/>
        </w:trPr>
        <w:tc>
          <w:tcPr>
            <w:tcW w:w="857" w:type="dxa"/>
          </w:tcPr>
          <w:p w14:paraId="5486EB51" w14:textId="77777777" w:rsidR="009B7710" w:rsidRPr="006D0CC7" w:rsidRDefault="009B7710" w:rsidP="001733D4">
            <w:pPr>
              <w:jc w:val="center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</w:t>
            </w:r>
          </w:p>
        </w:tc>
        <w:tc>
          <w:tcPr>
            <w:tcW w:w="6729" w:type="dxa"/>
          </w:tcPr>
          <w:p w14:paraId="56FE585E" w14:textId="77777777" w:rsidR="009B7710" w:rsidRPr="006D0CC7" w:rsidRDefault="009B7710" w:rsidP="00D92DBF">
            <w:pPr>
              <w:jc w:val="left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Fourniture et livraison d’étiquettes laser sur mesure en planche A4</w:t>
            </w:r>
          </w:p>
        </w:tc>
        <w:tc>
          <w:tcPr>
            <w:tcW w:w="2580" w:type="dxa"/>
          </w:tcPr>
          <w:p w14:paraId="7690F519" w14:textId="6C24F081" w:rsidR="009B7710" w:rsidRPr="006D0CC7" w:rsidRDefault="009B7710" w:rsidP="00665EA7">
            <w:pPr>
              <w:jc w:val="center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</w:t>
            </w:r>
            <w:r w:rsidR="00D7649F">
              <w:rPr>
                <w:rFonts w:ascii="Open Sans" w:hAnsi="Open Sans" w:cs="Open Sans"/>
                <w:iCs/>
                <w:sz w:val="18"/>
                <w:szCs w:val="18"/>
              </w:rPr>
              <w:t>0</w:t>
            </w: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</w:t>
            </w:r>
            <w:r w:rsidR="00665EA7" w:rsidRPr="006D0CC7">
              <w:rPr>
                <w:rFonts w:ascii="Open Sans" w:hAnsi="Open Sans" w:cs="Open Sans"/>
                <w:iCs/>
                <w:sz w:val="18"/>
                <w:szCs w:val="18"/>
              </w:rPr>
              <w:t>1</w:t>
            </w:r>
            <w:r w:rsidR="00200BA3">
              <w:rPr>
                <w:rFonts w:ascii="Open Sans" w:hAnsi="Open Sans" w:cs="Open Sans"/>
                <w:iCs/>
                <w:sz w:val="18"/>
                <w:szCs w:val="18"/>
              </w:rPr>
              <w:t>70</w:t>
            </w: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000 planches</w:t>
            </w:r>
          </w:p>
        </w:tc>
      </w:tr>
      <w:tr w:rsidR="00FF582F" w:rsidRPr="006D0CC7" w14:paraId="6BF620DE" w14:textId="77777777" w:rsidTr="00BD695E">
        <w:trPr>
          <w:trHeight w:val="292"/>
        </w:trPr>
        <w:tc>
          <w:tcPr>
            <w:tcW w:w="857" w:type="dxa"/>
          </w:tcPr>
          <w:p w14:paraId="7BD5D467" w14:textId="45BBB302" w:rsidR="00FF582F" w:rsidRPr="006D0CC7" w:rsidRDefault="00FF582F" w:rsidP="001733D4">
            <w:pPr>
              <w:jc w:val="center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2</w:t>
            </w:r>
          </w:p>
        </w:tc>
        <w:tc>
          <w:tcPr>
            <w:tcW w:w="6729" w:type="dxa"/>
          </w:tcPr>
          <w:p w14:paraId="55427AF6" w14:textId="6DB0E95D" w:rsidR="00FF582F" w:rsidRPr="006D0CC7" w:rsidRDefault="00FF582F" w:rsidP="00FF582F">
            <w:pPr>
              <w:jc w:val="left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Fourniture et livraison d’étiquettes thermiques et non thermiques</w:t>
            </w:r>
          </w:p>
        </w:tc>
        <w:tc>
          <w:tcPr>
            <w:tcW w:w="2580" w:type="dxa"/>
            <w:shd w:val="clear" w:color="auto" w:fill="auto"/>
          </w:tcPr>
          <w:p w14:paraId="72741FD5" w14:textId="4A4CDFF5" w:rsidR="00FF582F" w:rsidRPr="006D0CC7" w:rsidRDefault="00016006" w:rsidP="00665EA7">
            <w:pPr>
              <w:jc w:val="center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2 325 rouleaux</w:t>
            </w:r>
          </w:p>
        </w:tc>
      </w:tr>
      <w:tr w:rsidR="00016006" w:rsidRPr="006D0CC7" w14:paraId="3579E692" w14:textId="77777777" w:rsidTr="00BD695E">
        <w:trPr>
          <w:trHeight w:val="273"/>
        </w:trPr>
        <w:tc>
          <w:tcPr>
            <w:tcW w:w="857" w:type="dxa"/>
          </w:tcPr>
          <w:p w14:paraId="3923E2CD" w14:textId="208F4270" w:rsidR="00016006" w:rsidRPr="006D0CC7" w:rsidRDefault="00016006" w:rsidP="001733D4">
            <w:pPr>
              <w:jc w:val="center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3</w:t>
            </w:r>
          </w:p>
        </w:tc>
        <w:tc>
          <w:tcPr>
            <w:tcW w:w="6729" w:type="dxa"/>
          </w:tcPr>
          <w:p w14:paraId="30C09E00" w14:textId="4638FBA8" w:rsidR="00016006" w:rsidRPr="006D0CC7" w:rsidRDefault="00016006" w:rsidP="00FF582F">
            <w:pPr>
              <w:jc w:val="left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Fourniture et livraison d’étiquettes autocollantes personnalisées</w:t>
            </w:r>
          </w:p>
        </w:tc>
        <w:tc>
          <w:tcPr>
            <w:tcW w:w="2580" w:type="dxa"/>
            <w:shd w:val="clear" w:color="auto" w:fill="auto"/>
          </w:tcPr>
          <w:p w14:paraId="687A436F" w14:textId="08DF0BBD" w:rsidR="00016006" w:rsidRPr="005F23A5" w:rsidRDefault="00525BFA" w:rsidP="00665EA7">
            <w:pPr>
              <w:jc w:val="center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2</w:t>
            </w:r>
            <w:r w:rsidR="00016006">
              <w:rPr>
                <w:rFonts w:ascii="Open Sans" w:hAnsi="Open Sans" w:cs="Open Sans"/>
                <w:iCs/>
                <w:sz w:val="18"/>
                <w:szCs w:val="18"/>
              </w:rPr>
              <w:t xml:space="preserve"> </w:t>
            </w:r>
            <w:r w:rsidR="002561CD">
              <w:rPr>
                <w:rFonts w:ascii="Open Sans" w:hAnsi="Open Sans" w:cs="Open Sans"/>
                <w:iCs/>
                <w:sz w:val="18"/>
                <w:szCs w:val="18"/>
              </w:rPr>
              <w:t>800</w:t>
            </w:r>
            <w:r w:rsidR="00016006">
              <w:rPr>
                <w:rFonts w:ascii="Open Sans" w:hAnsi="Open Sans" w:cs="Open Sans"/>
                <w:iCs/>
                <w:sz w:val="18"/>
                <w:szCs w:val="18"/>
              </w:rPr>
              <w:t xml:space="preserve"> rouleaux</w:t>
            </w:r>
          </w:p>
        </w:tc>
      </w:tr>
    </w:tbl>
    <w:p w14:paraId="6B4BF835" w14:textId="02A35E05" w:rsidR="009B7710" w:rsidRPr="006D0CC7" w:rsidRDefault="00227BDB">
      <w:pPr>
        <w:pStyle w:val="Titre2"/>
        <w:rPr>
          <w:rFonts w:ascii="Open Sans" w:hAnsi="Open Sans" w:cs="Open Sans"/>
          <w:sz w:val="18"/>
          <w:szCs w:val="18"/>
        </w:rPr>
      </w:pPr>
      <w:bookmarkStart w:id="6" w:name="_Toc532477942"/>
      <w:bookmarkStart w:id="7" w:name="_Toc532477946"/>
      <w:bookmarkStart w:id="8" w:name="_Toc532477950"/>
      <w:bookmarkStart w:id="9" w:name="_Toc128193589"/>
      <w:bookmarkStart w:id="10" w:name="_Toc130915641"/>
      <w:bookmarkStart w:id="11" w:name="_Toc133328203"/>
      <w:bookmarkEnd w:id="6"/>
      <w:bookmarkEnd w:id="7"/>
      <w:bookmarkEnd w:id="8"/>
      <w:r w:rsidRPr="006D0CC7">
        <w:rPr>
          <w:rFonts w:ascii="Open Sans" w:hAnsi="Open Sans" w:cs="Open Sans"/>
          <w:sz w:val="18"/>
          <w:szCs w:val="18"/>
        </w:rPr>
        <w:t xml:space="preserve">COMPOSITION </w:t>
      </w:r>
      <w:r w:rsidR="00F458DE" w:rsidRPr="006D0CC7">
        <w:rPr>
          <w:rFonts w:ascii="Open Sans" w:hAnsi="Open Sans" w:cs="Open Sans"/>
          <w:sz w:val="18"/>
          <w:szCs w:val="18"/>
        </w:rPr>
        <w:t xml:space="preserve">du marche </w:t>
      </w:r>
      <w:r w:rsidRPr="006D0CC7">
        <w:rPr>
          <w:rFonts w:ascii="Open Sans" w:hAnsi="Open Sans" w:cs="Open Sans"/>
          <w:sz w:val="18"/>
          <w:szCs w:val="18"/>
        </w:rPr>
        <w:t>ET VOLUMETRIE</w:t>
      </w:r>
      <w:bookmarkEnd w:id="9"/>
      <w:bookmarkEnd w:id="10"/>
      <w:bookmarkEnd w:id="11"/>
    </w:p>
    <w:p w14:paraId="2CC1443D" w14:textId="77777777" w:rsidR="00FF582F" w:rsidRPr="006D0CC7" w:rsidRDefault="00FF582F" w:rsidP="00FF582F">
      <w:pPr>
        <w:rPr>
          <w:rFonts w:ascii="Open Sans" w:hAnsi="Open Sans" w:cs="Open Sans"/>
          <w:sz w:val="18"/>
          <w:szCs w:val="18"/>
        </w:rPr>
      </w:pPr>
    </w:p>
    <w:p w14:paraId="3D6EE25C" w14:textId="6ADB3C3B" w:rsidR="00FF582F" w:rsidRPr="006D0CC7" w:rsidRDefault="00FF582F" w:rsidP="00FF582F">
      <w:pPr>
        <w:rPr>
          <w:rFonts w:ascii="Open Sans" w:hAnsi="Open Sans" w:cs="Open Sans"/>
          <w:b/>
          <w:sz w:val="18"/>
          <w:szCs w:val="18"/>
        </w:rPr>
      </w:pPr>
      <w:r w:rsidRPr="006D0CC7">
        <w:rPr>
          <w:rFonts w:ascii="Open Sans" w:hAnsi="Open Sans" w:cs="Open Sans"/>
          <w:b/>
          <w:sz w:val="18"/>
          <w:szCs w:val="18"/>
          <w:u w:val="single"/>
        </w:rPr>
        <w:t>Pour le lot 1</w:t>
      </w:r>
      <w:r w:rsidR="0005733B" w:rsidRPr="006D0CC7">
        <w:rPr>
          <w:rFonts w:ascii="Open Sans" w:hAnsi="Open Sans" w:cs="Open Sans"/>
          <w:b/>
          <w:sz w:val="18"/>
          <w:szCs w:val="18"/>
          <w:u w:val="single"/>
        </w:rPr>
        <w:t> :</w:t>
      </w:r>
      <w:r w:rsidR="0005733B" w:rsidRPr="006D0CC7">
        <w:rPr>
          <w:rFonts w:ascii="Open Sans" w:hAnsi="Open Sans" w:cs="Open Sans"/>
          <w:b/>
          <w:sz w:val="18"/>
          <w:szCs w:val="18"/>
        </w:rPr>
        <w:t xml:space="preserve"> </w:t>
      </w:r>
      <w:r w:rsidR="0005733B" w:rsidRPr="006D0CC7">
        <w:rPr>
          <w:rFonts w:ascii="Open Sans" w:hAnsi="Open Sans" w:cs="Open Sans"/>
          <w:sz w:val="18"/>
          <w:szCs w:val="18"/>
        </w:rPr>
        <w:t>Fourniture et livraison d’étiquettes laser sur mesure en planche A4</w:t>
      </w:r>
    </w:p>
    <w:p w14:paraId="1236876A" w14:textId="77777777" w:rsidR="009B7710" w:rsidRPr="006D0CC7" w:rsidRDefault="009B7710" w:rsidP="00D918B2">
      <w:pPr>
        <w:rPr>
          <w:rFonts w:ascii="Open Sans" w:hAnsi="Open Sans" w:cs="Open Sans"/>
          <w:sz w:val="18"/>
          <w:szCs w:val="18"/>
        </w:rPr>
      </w:pPr>
    </w:p>
    <w:tbl>
      <w:tblPr>
        <w:tblW w:w="10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"/>
        <w:gridCol w:w="6710"/>
        <w:gridCol w:w="2570"/>
      </w:tblGrid>
      <w:tr w:rsidR="009B7710" w:rsidRPr="006D0CC7" w14:paraId="55DD9B12" w14:textId="77777777" w:rsidTr="00BD695E">
        <w:trPr>
          <w:trHeight w:val="480"/>
        </w:trPr>
        <w:tc>
          <w:tcPr>
            <w:tcW w:w="857" w:type="dxa"/>
            <w:vAlign w:val="center"/>
          </w:tcPr>
          <w:p w14:paraId="7EA2108E" w14:textId="77777777" w:rsidR="009B7710" w:rsidRPr="006D0CC7" w:rsidRDefault="009B7710" w:rsidP="00BD695E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sz w:val="18"/>
                <w:szCs w:val="18"/>
              </w:rPr>
              <w:t>N°</w:t>
            </w:r>
          </w:p>
        </w:tc>
        <w:tc>
          <w:tcPr>
            <w:tcW w:w="6710" w:type="dxa"/>
            <w:vAlign w:val="center"/>
          </w:tcPr>
          <w:p w14:paraId="2A6211B9" w14:textId="77777777" w:rsidR="009B7710" w:rsidRPr="006D0CC7" w:rsidRDefault="009B7710" w:rsidP="00BD695E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sz w:val="18"/>
                <w:szCs w:val="18"/>
              </w:rPr>
              <w:t>Produits</w:t>
            </w:r>
          </w:p>
        </w:tc>
        <w:tc>
          <w:tcPr>
            <w:tcW w:w="2570" w:type="dxa"/>
            <w:vAlign w:val="center"/>
          </w:tcPr>
          <w:p w14:paraId="0F4E9CAF" w14:textId="106F4B10" w:rsidR="009B7710" w:rsidRPr="006D0CC7" w:rsidRDefault="009B7710" w:rsidP="00BD695E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sz w:val="18"/>
                <w:szCs w:val="18"/>
              </w:rPr>
              <w:t xml:space="preserve">Quantités </w:t>
            </w:r>
            <w:r w:rsidR="00BD695E">
              <w:rPr>
                <w:rFonts w:ascii="Open Sans" w:hAnsi="Open Sans" w:cs="Open Sans"/>
                <w:b/>
                <w:sz w:val="18"/>
                <w:szCs w:val="18"/>
              </w:rPr>
              <w:t xml:space="preserve">prévisionnelles </w:t>
            </w:r>
            <w:r w:rsidRPr="006D0CC7">
              <w:rPr>
                <w:rFonts w:ascii="Open Sans" w:hAnsi="Open Sans" w:cs="Open Sans"/>
                <w:b/>
                <w:sz w:val="18"/>
                <w:szCs w:val="18"/>
              </w:rPr>
              <w:t>annuelles</w:t>
            </w:r>
          </w:p>
        </w:tc>
      </w:tr>
      <w:tr w:rsidR="009B7710" w:rsidRPr="006D0CC7" w14:paraId="75E93459" w14:textId="77777777" w:rsidTr="00D92DBF">
        <w:trPr>
          <w:trHeight w:val="240"/>
        </w:trPr>
        <w:tc>
          <w:tcPr>
            <w:tcW w:w="857" w:type="dxa"/>
          </w:tcPr>
          <w:p w14:paraId="3192F5E7" w14:textId="77777777" w:rsidR="009B7710" w:rsidRPr="006D0CC7" w:rsidRDefault="009B7710" w:rsidP="001733D4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</w:t>
            </w:r>
          </w:p>
        </w:tc>
        <w:tc>
          <w:tcPr>
            <w:tcW w:w="6710" w:type="dxa"/>
          </w:tcPr>
          <w:p w14:paraId="6DF07C20" w14:textId="40A4A5A2" w:rsidR="009B7710" w:rsidRPr="006D0CC7" w:rsidRDefault="009B7710" w:rsidP="00536B1F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P1 Admission BLANCHE</w:t>
            </w:r>
          </w:p>
        </w:tc>
        <w:tc>
          <w:tcPr>
            <w:tcW w:w="2570" w:type="dxa"/>
          </w:tcPr>
          <w:p w14:paraId="3DD6D654" w14:textId="388D71B0" w:rsidR="009B7710" w:rsidRPr="006D0CC7" w:rsidRDefault="00D92DBF" w:rsidP="00A03DFB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4 000</w:t>
            </w:r>
            <w:r w:rsidR="009B7710" w:rsidRPr="006D0CC7">
              <w:rPr>
                <w:rFonts w:ascii="Open Sans" w:hAnsi="Open Sans" w:cs="Open Sans"/>
                <w:iCs/>
                <w:sz w:val="18"/>
                <w:szCs w:val="18"/>
              </w:rPr>
              <w:t> 000 planches</w:t>
            </w:r>
          </w:p>
        </w:tc>
      </w:tr>
      <w:tr w:rsidR="00D92DBF" w:rsidRPr="006D0CC7" w14:paraId="624A8C18" w14:textId="77777777" w:rsidTr="00D92DBF">
        <w:trPr>
          <w:trHeight w:val="263"/>
        </w:trPr>
        <w:tc>
          <w:tcPr>
            <w:tcW w:w="857" w:type="dxa"/>
          </w:tcPr>
          <w:p w14:paraId="3AA9D660" w14:textId="59CB84E8" w:rsidR="00D92DBF" w:rsidRPr="006D0CC7" w:rsidRDefault="00D92DBF" w:rsidP="001733D4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2</w:t>
            </w:r>
          </w:p>
        </w:tc>
        <w:tc>
          <w:tcPr>
            <w:tcW w:w="6710" w:type="dxa"/>
          </w:tcPr>
          <w:p w14:paraId="2091E729" w14:textId="1F1F4D8E" w:rsidR="00D92DBF" w:rsidRPr="006D0CC7" w:rsidRDefault="00D92DBF" w:rsidP="00536B1F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D92DBF">
              <w:rPr>
                <w:rFonts w:ascii="Open Sans" w:hAnsi="Open Sans" w:cs="Open Sans"/>
                <w:iCs/>
                <w:sz w:val="18"/>
                <w:szCs w:val="18"/>
              </w:rPr>
              <w:t>ETIQUETTE P1 ADMISSION BLANCHE AD</w:t>
            </w:r>
            <w:r>
              <w:rPr>
                <w:rFonts w:ascii="Open Sans" w:hAnsi="Open Sans" w:cs="Open Sans"/>
                <w:iCs/>
                <w:sz w:val="18"/>
                <w:szCs w:val="18"/>
              </w:rPr>
              <w:t>H</w:t>
            </w:r>
            <w:r w:rsidRPr="00D92DBF">
              <w:rPr>
                <w:rFonts w:ascii="Open Sans" w:hAnsi="Open Sans" w:cs="Open Sans"/>
                <w:iCs/>
                <w:sz w:val="18"/>
                <w:szCs w:val="18"/>
              </w:rPr>
              <w:t>ESIVE RENFORCEE SPECIAL LABO</w:t>
            </w:r>
          </w:p>
        </w:tc>
        <w:tc>
          <w:tcPr>
            <w:tcW w:w="2570" w:type="dxa"/>
          </w:tcPr>
          <w:p w14:paraId="185DD1E9" w14:textId="7E45578C" w:rsidR="00D92DBF" w:rsidRDefault="00D92DBF" w:rsidP="00A03DFB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 xml:space="preserve">3 </w:t>
            </w:r>
            <w:r w:rsidR="00D7649F">
              <w:rPr>
                <w:rFonts w:ascii="Open Sans" w:hAnsi="Open Sans" w:cs="Open Sans"/>
                <w:iCs/>
                <w:sz w:val="18"/>
                <w:szCs w:val="18"/>
              </w:rPr>
              <w:t>000</w:t>
            </w:r>
            <w:r>
              <w:rPr>
                <w:rFonts w:ascii="Open Sans" w:hAnsi="Open Sans" w:cs="Open Sans"/>
                <w:iCs/>
                <w:sz w:val="18"/>
                <w:szCs w:val="18"/>
              </w:rPr>
              <w:t xml:space="preserve"> 000 planches</w:t>
            </w:r>
          </w:p>
        </w:tc>
      </w:tr>
      <w:tr w:rsidR="009B7710" w:rsidRPr="006D0CC7" w14:paraId="2509E54B" w14:textId="77777777" w:rsidTr="00D92DBF">
        <w:trPr>
          <w:trHeight w:val="240"/>
        </w:trPr>
        <w:tc>
          <w:tcPr>
            <w:tcW w:w="857" w:type="dxa"/>
          </w:tcPr>
          <w:p w14:paraId="0E8A2063" w14:textId="499206A0" w:rsidR="009B7710" w:rsidRPr="006D0CC7" w:rsidRDefault="00D92DBF" w:rsidP="001733D4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3</w:t>
            </w:r>
          </w:p>
        </w:tc>
        <w:tc>
          <w:tcPr>
            <w:tcW w:w="6710" w:type="dxa"/>
          </w:tcPr>
          <w:p w14:paraId="640938B9" w14:textId="07730DF3" w:rsidR="009B7710" w:rsidRPr="006D0CC7" w:rsidRDefault="009B7710" w:rsidP="00536B1F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P2 URGENCE BLANCHE</w:t>
            </w:r>
          </w:p>
        </w:tc>
        <w:tc>
          <w:tcPr>
            <w:tcW w:w="2570" w:type="dxa"/>
          </w:tcPr>
          <w:p w14:paraId="50D20B57" w14:textId="53D8357A" w:rsidR="009B7710" w:rsidRPr="006D0CC7" w:rsidRDefault="00502363" w:rsidP="00A03DFB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1 227</w:t>
            </w:r>
            <w:r w:rsidR="009B7710" w:rsidRPr="006D0CC7">
              <w:rPr>
                <w:rFonts w:ascii="Open Sans" w:hAnsi="Open Sans" w:cs="Open Sans"/>
                <w:iCs/>
                <w:sz w:val="18"/>
                <w:szCs w:val="18"/>
              </w:rPr>
              <w:t> 000 planches</w:t>
            </w:r>
          </w:p>
        </w:tc>
      </w:tr>
      <w:tr w:rsidR="009B7710" w:rsidRPr="006D0CC7" w14:paraId="0AA203CB" w14:textId="77777777" w:rsidTr="00D92DBF">
        <w:trPr>
          <w:trHeight w:val="240"/>
        </w:trPr>
        <w:tc>
          <w:tcPr>
            <w:tcW w:w="857" w:type="dxa"/>
          </w:tcPr>
          <w:p w14:paraId="07AE3C2D" w14:textId="795B4506" w:rsidR="009B7710" w:rsidRPr="006D0CC7" w:rsidRDefault="00D92DBF" w:rsidP="001733D4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4</w:t>
            </w:r>
          </w:p>
        </w:tc>
        <w:tc>
          <w:tcPr>
            <w:tcW w:w="6710" w:type="dxa"/>
          </w:tcPr>
          <w:p w14:paraId="42473A3A" w14:textId="77777777" w:rsidR="009B7710" w:rsidRPr="006D0CC7" w:rsidRDefault="009B7710" w:rsidP="001733D4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GESTION DOSSIER MEDICAL BLANCHE</w:t>
            </w:r>
          </w:p>
        </w:tc>
        <w:tc>
          <w:tcPr>
            <w:tcW w:w="2570" w:type="dxa"/>
          </w:tcPr>
          <w:p w14:paraId="41919F88" w14:textId="2743D5A1" w:rsidR="009B7710" w:rsidRPr="006D0CC7" w:rsidRDefault="00502363" w:rsidP="00A03DFB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658</w:t>
            </w:r>
            <w:r w:rsidR="00A03DFB"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</w:t>
            </w:r>
            <w:r w:rsidR="009B7710" w:rsidRPr="006D0CC7">
              <w:rPr>
                <w:rFonts w:ascii="Open Sans" w:hAnsi="Open Sans" w:cs="Open Sans"/>
                <w:iCs/>
                <w:sz w:val="18"/>
                <w:szCs w:val="18"/>
              </w:rPr>
              <w:t>000 planches</w:t>
            </w:r>
          </w:p>
        </w:tc>
      </w:tr>
      <w:tr w:rsidR="009B7710" w:rsidRPr="006D0CC7" w14:paraId="35BE7A70" w14:textId="77777777" w:rsidTr="00D92DBF">
        <w:trPr>
          <w:trHeight w:val="240"/>
        </w:trPr>
        <w:tc>
          <w:tcPr>
            <w:tcW w:w="857" w:type="dxa"/>
          </w:tcPr>
          <w:p w14:paraId="04783EFE" w14:textId="21C7373B" w:rsidR="009B7710" w:rsidRPr="006D0CC7" w:rsidRDefault="00D92DBF" w:rsidP="001733D4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5</w:t>
            </w:r>
          </w:p>
        </w:tc>
        <w:tc>
          <w:tcPr>
            <w:tcW w:w="6710" w:type="dxa"/>
          </w:tcPr>
          <w:p w14:paraId="14154B40" w14:textId="63EACB70" w:rsidR="009B7710" w:rsidRPr="006D0CC7" w:rsidRDefault="009B7710" w:rsidP="00536B1F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P1 ADMISSION JAUNE</w:t>
            </w:r>
          </w:p>
        </w:tc>
        <w:tc>
          <w:tcPr>
            <w:tcW w:w="2570" w:type="dxa"/>
          </w:tcPr>
          <w:p w14:paraId="0FF499D7" w14:textId="522A355C" w:rsidR="009B7710" w:rsidRPr="006D0CC7" w:rsidRDefault="00502363" w:rsidP="00A03DFB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648</w:t>
            </w:r>
            <w:r w:rsidR="009B7710" w:rsidRPr="006D0CC7">
              <w:rPr>
                <w:rFonts w:ascii="Open Sans" w:hAnsi="Open Sans" w:cs="Open Sans"/>
                <w:iCs/>
                <w:sz w:val="18"/>
                <w:szCs w:val="18"/>
              </w:rPr>
              <w:t> 000 planches</w:t>
            </w:r>
          </w:p>
        </w:tc>
      </w:tr>
      <w:tr w:rsidR="009B7710" w:rsidRPr="006D0CC7" w14:paraId="5C323F15" w14:textId="77777777" w:rsidTr="00D92DBF">
        <w:trPr>
          <w:trHeight w:val="240"/>
        </w:trPr>
        <w:tc>
          <w:tcPr>
            <w:tcW w:w="857" w:type="dxa"/>
          </w:tcPr>
          <w:p w14:paraId="676BF067" w14:textId="4A0D8494" w:rsidR="009B7710" w:rsidRPr="006D0CC7" w:rsidRDefault="00D92DBF" w:rsidP="001733D4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6</w:t>
            </w:r>
          </w:p>
        </w:tc>
        <w:tc>
          <w:tcPr>
            <w:tcW w:w="6710" w:type="dxa"/>
          </w:tcPr>
          <w:p w14:paraId="32F297D4" w14:textId="418B6F50" w:rsidR="009B7710" w:rsidRPr="006D0CC7" w:rsidRDefault="009B7710" w:rsidP="00536B1F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P2 URGENCE JAUNE</w:t>
            </w:r>
          </w:p>
        </w:tc>
        <w:tc>
          <w:tcPr>
            <w:tcW w:w="2570" w:type="dxa"/>
          </w:tcPr>
          <w:p w14:paraId="1FB775E3" w14:textId="3A2A7F4B" w:rsidR="009B7710" w:rsidRPr="006D0CC7" w:rsidRDefault="00502363" w:rsidP="00A03DFB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213</w:t>
            </w:r>
            <w:r w:rsidR="009B7710" w:rsidRPr="006D0CC7">
              <w:rPr>
                <w:rFonts w:ascii="Open Sans" w:hAnsi="Open Sans" w:cs="Open Sans"/>
                <w:iCs/>
                <w:sz w:val="18"/>
                <w:szCs w:val="18"/>
              </w:rPr>
              <w:t> 000 planches</w:t>
            </w:r>
          </w:p>
        </w:tc>
      </w:tr>
      <w:tr w:rsidR="009B7710" w:rsidRPr="006D0CC7" w14:paraId="6862BEB5" w14:textId="77777777" w:rsidTr="00D92DBF">
        <w:trPr>
          <w:trHeight w:val="240"/>
        </w:trPr>
        <w:tc>
          <w:tcPr>
            <w:tcW w:w="857" w:type="dxa"/>
          </w:tcPr>
          <w:p w14:paraId="0EAAFC9F" w14:textId="45D870E5" w:rsidR="009B7710" w:rsidRPr="006D0CC7" w:rsidRDefault="00D92DBF" w:rsidP="001733D4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7</w:t>
            </w:r>
          </w:p>
        </w:tc>
        <w:tc>
          <w:tcPr>
            <w:tcW w:w="6710" w:type="dxa"/>
          </w:tcPr>
          <w:p w14:paraId="50AA1A21" w14:textId="77777777" w:rsidR="009B7710" w:rsidRPr="006D0CC7" w:rsidRDefault="009B7710" w:rsidP="001733D4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GESTION DOSSIER MEDICAL JAUNE</w:t>
            </w:r>
          </w:p>
        </w:tc>
        <w:tc>
          <w:tcPr>
            <w:tcW w:w="2570" w:type="dxa"/>
          </w:tcPr>
          <w:p w14:paraId="28B950F0" w14:textId="724E30A9" w:rsidR="009B7710" w:rsidRPr="006D0CC7" w:rsidRDefault="009B7710" w:rsidP="00A03DFB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</w:t>
            </w:r>
            <w:r w:rsidR="00502363">
              <w:rPr>
                <w:rFonts w:ascii="Open Sans" w:hAnsi="Open Sans" w:cs="Open Sans"/>
                <w:iCs/>
                <w:sz w:val="18"/>
                <w:szCs w:val="18"/>
              </w:rPr>
              <w:t>49</w:t>
            </w: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 000 planches</w:t>
            </w:r>
          </w:p>
        </w:tc>
      </w:tr>
      <w:tr w:rsidR="00502363" w:rsidRPr="006D0CC7" w14:paraId="1AF3705C" w14:textId="77777777" w:rsidTr="00D92DBF">
        <w:trPr>
          <w:trHeight w:val="225"/>
        </w:trPr>
        <w:tc>
          <w:tcPr>
            <w:tcW w:w="857" w:type="dxa"/>
          </w:tcPr>
          <w:p w14:paraId="1551A4EB" w14:textId="2AF3AD72" w:rsidR="00502363" w:rsidRPr="006D0CC7" w:rsidRDefault="00D92DBF" w:rsidP="001733D4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8</w:t>
            </w:r>
          </w:p>
        </w:tc>
        <w:tc>
          <w:tcPr>
            <w:tcW w:w="6710" w:type="dxa"/>
          </w:tcPr>
          <w:p w14:paraId="7830977F" w14:textId="3F0F2800" w:rsidR="00502363" w:rsidRPr="006D0CC7" w:rsidRDefault="00502363" w:rsidP="001733D4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502363">
              <w:rPr>
                <w:rFonts w:ascii="Open Sans" w:hAnsi="Open Sans" w:cs="Open Sans"/>
                <w:iCs/>
                <w:sz w:val="18"/>
                <w:szCs w:val="18"/>
              </w:rPr>
              <w:t>ETIQUETTE SERINGUE ET POCHE</w:t>
            </w:r>
          </w:p>
        </w:tc>
        <w:tc>
          <w:tcPr>
            <w:tcW w:w="2570" w:type="dxa"/>
          </w:tcPr>
          <w:p w14:paraId="7B30D1F4" w14:textId="0755E8CA" w:rsidR="00502363" w:rsidRPr="006D0CC7" w:rsidRDefault="00502363" w:rsidP="00A03DFB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275 000 planches</w:t>
            </w:r>
          </w:p>
        </w:tc>
      </w:tr>
    </w:tbl>
    <w:p w14:paraId="1134161D" w14:textId="40669135" w:rsidR="00227BDB" w:rsidRPr="006D0CC7" w:rsidRDefault="00227BDB">
      <w:pPr>
        <w:rPr>
          <w:rFonts w:ascii="Open Sans" w:hAnsi="Open Sans" w:cs="Open Sans"/>
          <w:b/>
          <w:sz w:val="18"/>
          <w:szCs w:val="18"/>
          <w:u w:val="single"/>
        </w:rPr>
      </w:pPr>
    </w:p>
    <w:p w14:paraId="2B7125AB" w14:textId="77777777" w:rsidR="007F722C" w:rsidRDefault="007F722C">
      <w:pPr>
        <w:rPr>
          <w:rFonts w:ascii="Open Sans" w:hAnsi="Open Sans" w:cs="Open Sans"/>
          <w:b/>
          <w:sz w:val="18"/>
          <w:szCs w:val="18"/>
          <w:u w:val="single"/>
        </w:rPr>
      </w:pPr>
    </w:p>
    <w:p w14:paraId="39DD68A9" w14:textId="779E5992" w:rsidR="00FF582F" w:rsidRDefault="00FF582F">
      <w:pPr>
        <w:rPr>
          <w:rFonts w:ascii="Open Sans" w:hAnsi="Open Sans" w:cs="Open Sans"/>
          <w:sz w:val="18"/>
          <w:szCs w:val="18"/>
        </w:rPr>
      </w:pPr>
      <w:r w:rsidRPr="006D0CC7">
        <w:rPr>
          <w:rFonts w:ascii="Open Sans" w:hAnsi="Open Sans" w:cs="Open Sans"/>
          <w:b/>
          <w:sz w:val="18"/>
          <w:szCs w:val="18"/>
          <w:u w:val="single"/>
        </w:rPr>
        <w:t>Pour le lot 2</w:t>
      </w:r>
      <w:r w:rsidR="0005733B" w:rsidRPr="006D0CC7">
        <w:rPr>
          <w:rFonts w:ascii="Open Sans" w:hAnsi="Open Sans" w:cs="Open Sans"/>
          <w:b/>
          <w:sz w:val="18"/>
          <w:szCs w:val="18"/>
          <w:u w:val="single"/>
        </w:rPr>
        <w:t> :</w:t>
      </w:r>
      <w:r w:rsidR="0005733B" w:rsidRPr="006D0CC7">
        <w:rPr>
          <w:rFonts w:ascii="Open Sans" w:hAnsi="Open Sans" w:cs="Open Sans"/>
          <w:sz w:val="18"/>
          <w:szCs w:val="18"/>
        </w:rPr>
        <w:t xml:space="preserve"> Fourniture et livraison </w:t>
      </w:r>
      <w:r w:rsidR="005F23A5" w:rsidRPr="005F23A5">
        <w:rPr>
          <w:rFonts w:ascii="Open Sans" w:hAnsi="Open Sans" w:cs="Open Sans"/>
          <w:sz w:val="18"/>
          <w:szCs w:val="18"/>
        </w:rPr>
        <w:t>d’étiquettes thermiques et non thermiques</w:t>
      </w:r>
    </w:p>
    <w:p w14:paraId="20F1E218" w14:textId="77777777" w:rsidR="007F722C" w:rsidRPr="006D0CC7" w:rsidRDefault="007F722C">
      <w:pPr>
        <w:rPr>
          <w:rFonts w:ascii="Open Sans" w:hAnsi="Open Sans" w:cs="Open Sans"/>
          <w:sz w:val="18"/>
          <w:szCs w:val="18"/>
        </w:rPr>
      </w:pPr>
    </w:p>
    <w:p w14:paraId="64E418D2" w14:textId="05522D1F" w:rsidR="00FF582F" w:rsidRPr="006D0CC7" w:rsidRDefault="00FF582F">
      <w:pPr>
        <w:rPr>
          <w:rFonts w:ascii="Open Sans" w:hAnsi="Open Sans" w:cs="Open Sans"/>
          <w:sz w:val="18"/>
          <w:szCs w:val="18"/>
        </w:rPr>
      </w:pPr>
    </w:p>
    <w:tbl>
      <w:tblPr>
        <w:tblW w:w="10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"/>
        <w:gridCol w:w="6710"/>
        <w:gridCol w:w="2571"/>
      </w:tblGrid>
      <w:tr w:rsidR="0005733B" w:rsidRPr="006D0CC7" w14:paraId="55BA846F" w14:textId="77777777" w:rsidTr="00BD695E">
        <w:trPr>
          <w:trHeight w:val="489"/>
        </w:trPr>
        <w:tc>
          <w:tcPr>
            <w:tcW w:w="857" w:type="dxa"/>
            <w:vAlign w:val="center"/>
          </w:tcPr>
          <w:p w14:paraId="766D0FFB" w14:textId="77777777" w:rsidR="0005733B" w:rsidRPr="006D0CC7" w:rsidRDefault="0005733B" w:rsidP="00BD695E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sz w:val="18"/>
                <w:szCs w:val="18"/>
              </w:rPr>
              <w:t>N°</w:t>
            </w:r>
          </w:p>
        </w:tc>
        <w:tc>
          <w:tcPr>
            <w:tcW w:w="6710" w:type="dxa"/>
            <w:vAlign w:val="center"/>
          </w:tcPr>
          <w:p w14:paraId="510B00A6" w14:textId="77777777" w:rsidR="0005733B" w:rsidRPr="006D0CC7" w:rsidRDefault="0005733B" w:rsidP="00BD695E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sz w:val="18"/>
                <w:szCs w:val="18"/>
              </w:rPr>
              <w:t>Produits</w:t>
            </w:r>
          </w:p>
        </w:tc>
        <w:tc>
          <w:tcPr>
            <w:tcW w:w="2570" w:type="dxa"/>
            <w:vAlign w:val="center"/>
          </w:tcPr>
          <w:p w14:paraId="2E24D2DF" w14:textId="7A452C44" w:rsidR="0005733B" w:rsidRPr="006D0CC7" w:rsidRDefault="00BD695E" w:rsidP="00BD695E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sz w:val="18"/>
                <w:szCs w:val="18"/>
              </w:rPr>
              <w:t xml:space="preserve">Quantités </w:t>
            </w:r>
            <w:r>
              <w:rPr>
                <w:rFonts w:ascii="Open Sans" w:hAnsi="Open Sans" w:cs="Open Sans"/>
                <w:b/>
                <w:sz w:val="18"/>
                <w:szCs w:val="18"/>
              </w:rPr>
              <w:t xml:space="preserve">prévisionnelles </w:t>
            </w:r>
            <w:r w:rsidRPr="006D0CC7">
              <w:rPr>
                <w:rFonts w:ascii="Open Sans" w:hAnsi="Open Sans" w:cs="Open Sans"/>
                <w:b/>
                <w:sz w:val="18"/>
                <w:szCs w:val="18"/>
              </w:rPr>
              <w:t>annuelles</w:t>
            </w:r>
          </w:p>
        </w:tc>
      </w:tr>
      <w:tr w:rsidR="00065C34" w:rsidRPr="006D0CC7" w14:paraId="06C31D1F" w14:textId="77777777" w:rsidTr="00BD695E">
        <w:trPr>
          <w:trHeight w:val="244"/>
        </w:trPr>
        <w:tc>
          <w:tcPr>
            <w:tcW w:w="857" w:type="dxa"/>
          </w:tcPr>
          <w:p w14:paraId="000DF55A" w14:textId="77777777" w:rsidR="00065C34" w:rsidRPr="006D0CC7" w:rsidRDefault="00065C34" w:rsidP="006659C3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</w:p>
        </w:tc>
        <w:tc>
          <w:tcPr>
            <w:tcW w:w="9281" w:type="dxa"/>
            <w:gridSpan w:val="2"/>
          </w:tcPr>
          <w:p w14:paraId="7A3CBA47" w14:textId="24096481" w:rsidR="00065C34" w:rsidRPr="006D0CC7" w:rsidRDefault="00065C34" w:rsidP="006659C3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sz w:val="18"/>
                <w:szCs w:val="18"/>
              </w:rPr>
              <w:t>ETIQUETTES THERMIQUES</w:t>
            </w:r>
          </w:p>
        </w:tc>
      </w:tr>
      <w:tr w:rsidR="0005733B" w:rsidRPr="006D0CC7" w14:paraId="4C0D7420" w14:textId="77777777" w:rsidTr="00BD695E">
        <w:trPr>
          <w:trHeight w:val="244"/>
        </w:trPr>
        <w:tc>
          <w:tcPr>
            <w:tcW w:w="857" w:type="dxa"/>
          </w:tcPr>
          <w:p w14:paraId="6F7784D7" w14:textId="77777777" w:rsidR="0005733B" w:rsidRPr="006D0CC7" w:rsidRDefault="0005733B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</w:t>
            </w:r>
          </w:p>
        </w:tc>
        <w:tc>
          <w:tcPr>
            <w:tcW w:w="6710" w:type="dxa"/>
          </w:tcPr>
          <w:p w14:paraId="5730293C" w14:textId="405CEB7B" w:rsidR="0005733B" w:rsidRPr="006D0CC7" w:rsidRDefault="0005733B" w:rsidP="006659C3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THERMIQ 38X28 /RL DE 5000</w:t>
            </w:r>
          </w:p>
        </w:tc>
        <w:tc>
          <w:tcPr>
            <w:tcW w:w="2570" w:type="dxa"/>
          </w:tcPr>
          <w:p w14:paraId="6DAAC9D2" w14:textId="782B8E8D" w:rsidR="0005733B" w:rsidRPr="006D0CC7" w:rsidRDefault="0005733B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550 rouleaux</w:t>
            </w:r>
          </w:p>
        </w:tc>
      </w:tr>
      <w:tr w:rsidR="0005733B" w:rsidRPr="006D0CC7" w14:paraId="2DA4EBD9" w14:textId="77777777" w:rsidTr="00BD695E">
        <w:trPr>
          <w:trHeight w:val="244"/>
        </w:trPr>
        <w:tc>
          <w:tcPr>
            <w:tcW w:w="857" w:type="dxa"/>
          </w:tcPr>
          <w:p w14:paraId="3B2CCCC3" w14:textId="77777777" w:rsidR="0005733B" w:rsidRPr="006D0CC7" w:rsidRDefault="0005733B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2</w:t>
            </w:r>
          </w:p>
        </w:tc>
        <w:tc>
          <w:tcPr>
            <w:tcW w:w="6710" w:type="dxa"/>
          </w:tcPr>
          <w:p w14:paraId="40B82636" w14:textId="79183A6D" w:rsidR="0005733B" w:rsidRPr="006D0CC7" w:rsidRDefault="0005733B" w:rsidP="006659C3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THERMIQ 50X27 TH TOP MH /5000</w:t>
            </w:r>
          </w:p>
        </w:tc>
        <w:tc>
          <w:tcPr>
            <w:tcW w:w="2570" w:type="dxa"/>
          </w:tcPr>
          <w:p w14:paraId="739EC97E" w14:textId="6206621C" w:rsidR="0005733B" w:rsidRPr="006D0CC7" w:rsidRDefault="006E1230" w:rsidP="0005733B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900</w:t>
            </w:r>
            <w:r w:rsidR="0005733B"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rouleaux</w:t>
            </w:r>
          </w:p>
        </w:tc>
      </w:tr>
      <w:tr w:rsidR="006E1230" w:rsidRPr="006D0CC7" w14:paraId="251754BF" w14:textId="77777777" w:rsidTr="00BD695E">
        <w:trPr>
          <w:trHeight w:val="244"/>
        </w:trPr>
        <w:tc>
          <w:tcPr>
            <w:tcW w:w="857" w:type="dxa"/>
          </w:tcPr>
          <w:p w14:paraId="7571F54E" w14:textId="6E5E3B81" w:rsidR="006E1230" w:rsidRPr="006D0CC7" w:rsidRDefault="006E1230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3</w:t>
            </w:r>
          </w:p>
        </w:tc>
        <w:tc>
          <w:tcPr>
            <w:tcW w:w="6710" w:type="dxa"/>
          </w:tcPr>
          <w:p w14:paraId="2FDC9DE9" w14:textId="74AB32CB" w:rsidR="006E1230" w:rsidRPr="006D0CC7" w:rsidRDefault="006E1230" w:rsidP="006659C3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THERMIQ 50X27 ORANGE/5000</w:t>
            </w:r>
          </w:p>
        </w:tc>
        <w:tc>
          <w:tcPr>
            <w:tcW w:w="2570" w:type="dxa"/>
          </w:tcPr>
          <w:p w14:paraId="3DA2AEC3" w14:textId="43D18024" w:rsidR="006E1230" w:rsidRPr="006D0CC7" w:rsidRDefault="006E1230" w:rsidP="0005733B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20</w:t>
            </w:r>
            <w:r w:rsidR="00291B2F">
              <w:rPr>
                <w:rFonts w:ascii="Open Sans" w:hAnsi="Open Sans" w:cs="Open Sans"/>
                <w:iCs/>
                <w:sz w:val="18"/>
                <w:szCs w:val="18"/>
              </w:rPr>
              <w:t xml:space="preserve"> rouleaux</w:t>
            </w:r>
          </w:p>
        </w:tc>
      </w:tr>
      <w:tr w:rsidR="0005733B" w:rsidRPr="006D0CC7" w14:paraId="37FA25C9" w14:textId="77777777" w:rsidTr="00BD695E">
        <w:trPr>
          <w:trHeight w:val="244"/>
        </w:trPr>
        <w:tc>
          <w:tcPr>
            <w:tcW w:w="857" w:type="dxa"/>
          </w:tcPr>
          <w:p w14:paraId="2AF8AE16" w14:textId="3E69D7FC" w:rsidR="0005733B" w:rsidRPr="006D0CC7" w:rsidRDefault="006E1230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4</w:t>
            </w:r>
          </w:p>
        </w:tc>
        <w:tc>
          <w:tcPr>
            <w:tcW w:w="6710" w:type="dxa"/>
          </w:tcPr>
          <w:p w14:paraId="213B5C0F" w14:textId="4AE58251" w:rsidR="0005733B" w:rsidRPr="006D0CC7" w:rsidRDefault="00092623" w:rsidP="006659C3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THERMIQ 102X51 /RL DE 1000</w:t>
            </w:r>
          </w:p>
        </w:tc>
        <w:tc>
          <w:tcPr>
            <w:tcW w:w="2570" w:type="dxa"/>
          </w:tcPr>
          <w:p w14:paraId="7D476BA9" w14:textId="29EA2A9B" w:rsidR="0005733B" w:rsidRPr="006D0CC7" w:rsidRDefault="006E1230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150</w:t>
            </w:r>
            <w:r w:rsidR="00092623"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rouleaux</w:t>
            </w:r>
          </w:p>
        </w:tc>
      </w:tr>
      <w:tr w:rsidR="0005733B" w:rsidRPr="006D0CC7" w14:paraId="08235083" w14:textId="77777777" w:rsidTr="00BD695E">
        <w:trPr>
          <w:trHeight w:val="244"/>
        </w:trPr>
        <w:tc>
          <w:tcPr>
            <w:tcW w:w="857" w:type="dxa"/>
          </w:tcPr>
          <w:p w14:paraId="12885F5F" w14:textId="399EF496" w:rsidR="0005733B" w:rsidRPr="006D0CC7" w:rsidRDefault="006E1230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5</w:t>
            </w:r>
          </w:p>
        </w:tc>
        <w:tc>
          <w:tcPr>
            <w:tcW w:w="6710" w:type="dxa"/>
          </w:tcPr>
          <w:p w14:paraId="14BF80B4" w14:textId="0FBFC481" w:rsidR="0005733B" w:rsidRPr="006D0CC7" w:rsidRDefault="00092623" w:rsidP="006659C3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THERMIQ 50X35 ADH SPE / 5000</w:t>
            </w:r>
          </w:p>
        </w:tc>
        <w:tc>
          <w:tcPr>
            <w:tcW w:w="2570" w:type="dxa"/>
          </w:tcPr>
          <w:p w14:paraId="11B92DEB" w14:textId="416D27FA" w:rsidR="0005733B" w:rsidRPr="006D0CC7" w:rsidRDefault="006E1230" w:rsidP="0009262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30</w:t>
            </w:r>
            <w:r w:rsidR="00092623"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rouleaux</w:t>
            </w:r>
          </w:p>
        </w:tc>
      </w:tr>
      <w:tr w:rsidR="0005733B" w:rsidRPr="006D0CC7" w14:paraId="15392F4C" w14:textId="77777777" w:rsidTr="00BD695E">
        <w:trPr>
          <w:trHeight w:val="244"/>
        </w:trPr>
        <w:tc>
          <w:tcPr>
            <w:tcW w:w="857" w:type="dxa"/>
          </w:tcPr>
          <w:p w14:paraId="4DD477A6" w14:textId="1611587F" w:rsidR="0005733B" w:rsidRPr="006D0CC7" w:rsidRDefault="006E1230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6</w:t>
            </w:r>
          </w:p>
        </w:tc>
        <w:tc>
          <w:tcPr>
            <w:tcW w:w="6710" w:type="dxa"/>
          </w:tcPr>
          <w:p w14:paraId="6AFEEEC6" w14:textId="41E5C2C5" w:rsidR="0005733B" w:rsidRPr="006D0CC7" w:rsidRDefault="00092623" w:rsidP="006659C3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ETIQUETTES THERMIQUES 50X101MM /500</w:t>
            </w:r>
          </w:p>
        </w:tc>
        <w:tc>
          <w:tcPr>
            <w:tcW w:w="2570" w:type="dxa"/>
          </w:tcPr>
          <w:p w14:paraId="511B091B" w14:textId="40C36CE9" w:rsidR="0005733B" w:rsidRPr="006D0CC7" w:rsidRDefault="006E1230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15</w:t>
            </w:r>
            <w:r w:rsidR="00092623"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rouleaux</w:t>
            </w:r>
          </w:p>
        </w:tc>
      </w:tr>
      <w:tr w:rsidR="0005733B" w:rsidRPr="006D0CC7" w14:paraId="46DD1340" w14:textId="77777777" w:rsidTr="00BD695E">
        <w:trPr>
          <w:trHeight w:val="244"/>
        </w:trPr>
        <w:tc>
          <w:tcPr>
            <w:tcW w:w="857" w:type="dxa"/>
          </w:tcPr>
          <w:p w14:paraId="4DD82BF5" w14:textId="2419004E" w:rsidR="0005733B" w:rsidRPr="006D0CC7" w:rsidRDefault="006E1230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7</w:t>
            </w:r>
          </w:p>
        </w:tc>
        <w:tc>
          <w:tcPr>
            <w:tcW w:w="6710" w:type="dxa"/>
          </w:tcPr>
          <w:p w14:paraId="791B3C6D" w14:textId="7F157AF2" w:rsidR="0005733B" w:rsidRPr="006D0CC7" w:rsidRDefault="00092623" w:rsidP="006659C3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THERMIQ 28X89 /130 MANDRIN 25</w:t>
            </w:r>
          </w:p>
        </w:tc>
        <w:tc>
          <w:tcPr>
            <w:tcW w:w="2570" w:type="dxa"/>
          </w:tcPr>
          <w:p w14:paraId="24EA2D6A" w14:textId="40EBFE13" w:rsidR="0005733B" w:rsidRPr="006D0CC7" w:rsidRDefault="006E1230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80</w:t>
            </w:r>
            <w:r w:rsidR="00092623"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rouleaux</w:t>
            </w:r>
          </w:p>
        </w:tc>
      </w:tr>
      <w:tr w:rsidR="00092623" w:rsidRPr="006D0CC7" w14:paraId="1EB43515" w14:textId="77777777" w:rsidTr="00BD695E">
        <w:trPr>
          <w:trHeight w:val="244"/>
        </w:trPr>
        <w:tc>
          <w:tcPr>
            <w:tcW w:w="857" w:type="dxa"/>
          </w:tcPr>
          <w:p w14:paraId="2953E771" w14:textId="479FF6CE" w:rsidR="00092623" w:rsidRPr="006D0CC7" w:rsidRDefault="006E1230" w:rsidP="0009262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8</w:t>
            </w:r>
          </w:p>
        </w:tc>
        <w:tc>
          <w:tcPr>
            <w:tcW w:w="6710" w:type="dxa"/>
          </w:tcPr>
          <w:p w14:paraId="12E29B17" w14:textId="5BB192A8" w:rsidR="00092623" w:rsidRPr="006D0CC7" w:rsidRDefault="00C65714" w:rsidP="006659C3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THERMIQ 100X50MM BR ROBOT KIRO</w:t>
            </w:r>
          </w:p>
        </w:tc>
        <w:tc>
          <w:tcPr>
            <w:tcW w:w="2570" w:type="dxa"/>
          </w:tcPr>
          <w:p w14:paraId="1A648E4F" w14:textId="29A04FDD" w:rsidR="00092623" w:rsidRPr="006D0CC7" w:rsidRDefault="006E1230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10</w:t>
            </w:r>
            <w:r w:rsidR="00C65714"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rouleaux</w:t>
            </w:r>
          </w:p>
        </w:tc>
      </w:tr>
      <w:tr w:rsidR="00092623" w:rsidRPr="006D0CC7" w14:paraId="5E7F27F2" w14:textId="77777777" w:rsidTr="00BD695E">
        <w:trPr>
          <w:trHeight w:val="244"/>
        </w:trPr>
        <w:tc>
          <w:tcPr>
            <w:tcW w:w="857" w:type="dxa"/>
          </w:tcPr>
          <w:p w14:paraId="739314E5" w14:textId="446C88CA" w:rsidR="00092623" w:rsidRPr="006D0CC7" w:rsidRDefault="006E1230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9</w:t>
            </w:r>
          </w:p>
        </w:tc>
        <w:tc>
          <w:tcPr>
            <w:tcW w:w="6710" w:type="dxa"/>
          </w:tcPr>
          <w:p w14:paraId="6C958D60" w14:textId="5599AEEE" w:rsidR="00092623" w:rsidRPr="006D0CC7" w:rsidRDefault="00C65714" w:rsidP="006659C3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THERMIQ 57X19MM KIRO/3300</w:t>
            </w:r>
          </w:p>
        </w:tc>
        <w:tc>
          <w:tcPr>
            <w:tcW w:w="2570" w:type="dxa"/>
          </w:tcPr>
          <w:p w14:paraId="405D8334" w14:textId="4DA2C27B" w:rsidR="00092623" w:rsidRPr="006D0CC7" w:rsidRDefault="006E1230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10</w:t>
            </w:r>
            <w:r w:rsidR="00C65714"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rouleaux</w:t>
            </w:r>
          </w:p>
        </w:tc>
      </w:tr>
      <w:tr w:rsidR="00092623" w:rsidRPr="006D0CC7" w14:paraId="4B15DB4D" w14:textId="77777777" w:rsidTr="00BD695E">
        <w:trPr>
          <w:trHeight w:val="244"/>
        </w:trPr>
        <w:tc>
          <w:tcPr>
            <w:tcW w:w="857" w:type="dxa"/>
          </w:tcPr>
          <w:p w14:paraId="2BA0C662" w14:textId="22358AC6" w:rsidR="00092623" w:rsidRPr="006D0CC7" w:rsidRDefault="006E1230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10</w:t>
            </w:r>
          </w:p>
        </w:tc>
        <w:tc>
          <w:tcPr>
            <w:tcW w:w="6710" w:type="dxa"/>
          </w:tcPr>
          <w:p w14:paraId="51E7581F" w14:textId="1F04E330" w:rsidR="00092623" w:rsidRPr="006D0CC7" w:rsidRDefault="00C65714" w:rsidP="006659C3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VELIN B ROUGE 23X45MM /RL 4000</w:t>
            </w:r>
          </w:p>
        </w:tc>
        <w:tc>
          <w:tcPr>
            <w:tcW w:w="2570" w:type="dxa"/>
          </w:tcPr>
          <w:p w14:paraId="332C71C8" w14:textId="00C6B5EC" w:rsidR="00092623" w:rsidRPr="006D0CC7" w:rsidRDefault="006E1230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30</w:t>
            </w:r>
            <w:r w:rsidR="00C65714"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rouleaux</w:t>
            </w:r>
          </w:p>
        </w:tc>
      </w:tr>
      <w:tr w:rsidR="00092623" w:rsidRPr="006D0CC7" w14:paraId="41DDEB7A" w14:textId="77777777" w:rsidTr="00BD695E">
        <w:trPr>
          <w:trHeight w:val="244"/>
        </w:trPr>
        <w:tc>
          <w:tcPr>
            <w:tcW w:w="857" w:type="dxa"/>
          </w:tcPr>
          <w:p w14:paraId="0616AF77" w14:textId="21AF4B7E" w:rsidR="00092623" w:rsidRPr="006D0CC7" w:rsidRDefault="00092623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</w:t>
            </w:r>
            <w:r w:rsidR="006E1230" w:rsidRPr="006D0CC7">
              <w:rPr>
                <w:rFonts w:ascii="Open Sans" w:hAnsi="Open Sans" w:cs="Open Sans"/>
                <w:iCs/>
                <w:sz w:val="18"/>
                <w:szCs w:val="18"/>
              </w:rPr>
              <w:t>1</w:t>
            </w:r>
          </w:p>
        </w:tc>
        <w:tc>
          <w:tcPr>
            <w:tcW w:w="6710" w:type="dxa"/>
          </w:tcPr>
          <w:p w14:paraId="2F56223A" w14:textId="3B5D7DB7" w:rsidR="00092623" w:rsidRPr="006D0CC7" w:rsidRDefault="00C65714" w:rsidP="006659C3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PP TR 110X28MM /RL 6 670</w:t>
            </w:r>
          </w:p>
        </w:tc>
        <w:tc>
          <w:tcPr>
            <w:tcW w:w="2570" w:type="dxa"/>
          </w:tcPr>
          <w:p w14:paraId="166BD52D" w14:textId="3EC9B364" w:rsidR="00092623" w:rsidRPr="006D0CC7" w:rsidRDefault="006E1230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20</w:t>
            </w:r>
            <w:r w:rsidR="00C65714"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rouleaux</w:t>
            </w:r>
          </w:p>
        </w:tc>
      </w:tr>
      <w:tr w:rsidR="00092623" w:rsidRPr="006D0CC7" w14:paraId="415DF789" w14:textId="77777777" w:rsidTr="00BD695E">
        <w:trPr>
          <w:trHeight w:val="244"/>
        </w:trPr>
        <w:tc>
          <w:tcPr>
            <w:tcW w:w="857" w:type="dxa"/>
          </w:tcPr>
          <w:p w14:paraId="45142648" w14:textId="09AE5DD0" w:rsidR="00092623" w:rsidRPr="006D0CC7" w:rsidRDefault="00092623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</w:t>
            </w:r>
            <w:r w:rsidR="006E1230" w:rsidRPr="006D0CC7">
              <w:rPr>
                <w:rFonts w:ascii="Open Sans" w:hAnsi="Open Sans" w:cs="Open Sans"/>
                <w:iCs/>
                <w:sz w:val="18"/>
                <w:szCs w:val="18"/>
              </w:rPr>
              <w:t>2</w:t>
            </w:r>
          </w:p>
        </w:tc>
        <w:tc>
          <w:tcPr>
            <w:tcW w:w="6710" w:type="dxa"/>
          </w:tcPr>
          <w:p w14:paraId="310D63FC" w14:textId="72A61D01" w:rsidR="00092623" w:rsidRPr="006D0CC7" w:rsidRDefault="00C65714" w:rsidP="006659C3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VELIN BR 45x23MM /RL 4000</w:t>
            </w:r>
          </w:p>
        </w:tc>
        <w:tc>
          <w:tcPr>
            <w:tcW w:w="2570" w:type="dxa"/>
          </w:tcPr>
          <w:p w14:paraId="69C18D7E" w14:textId="7F39576F" w:rsidR="00092623" w:rsidRPr="006D0CC7" w:rsidRDefault="006E1230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20</w:t>
            </w:r>
            <w:r w:rsidR="00C65714"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rouleaux</w:t>
            </w:r>
          </w:p>
        </w:tc>
      </w:tr>
      <w:tr w:rsidR="00092623" w:rsidRPr="006D0CC7" w14:paraId="56EB0047" w14:textId="77777777" w:rsidTr="00BD695E">
        <w:trPr>
          <w:trHeight w:val="244"/>
        </w:trPr>
        <w:tc>
          <w:tcPr>
            <w:tcW w:w="857" w:type="dxa"/>
          </w:tcPr>
          <w:p w14:paraId="39EFCEA8" w14:textId="371C447E" w:rsidR="00092623" w:rsidRPr="006D0CC7" w:rsidRDefault="00092623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</w:t>
            </w:r>
            <w:r w:rsidR="006E1230" w:rsidRPr="006D0CC7">
              <w:rPr>
                <w:rFonts w:ascii="Open Sans" w:hAnsi="Open Sans" w:cs="Open Sans"/>
                <w:iCs/>
                <w:sz w:val="18"/>
                <w:szCs w:val="18"/>
              </w:rPr>
              <w:t>3</w:t>
            </w:r>
          </w:p>
        </w:tc>
        <w:tc>
          <w:tcPr>
            <w:tcW w:w="6710" w:type="dxa"/>
          </w:tcPr>
          <w:p w14:paraId="3FD7C4AB" w14:textId="242201BC" w:rsidR="00092623" w:rsidRPr="006D0CC7" w:rsidRDefault="00C65714" w:rsidP="006659C3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FLEXOGRAPHIE 47.5X68MM THERMIQ</w:t>
            </w:r>
            <w:r w:rsidR="00FE30F1">
              <w:rPr>
                <w:rFonts w:ascii="Open Sans" w:hAnsi="Open Sans" w:cs="Open Sans"/>
                <w:iCs/>
                <w:sz w:val="18"/>
                <w:szCs w:val="18"/>
              </w:rPr>
              <w:t xml:space="preserve"> RL1000</w:t>
            </w:r>
          </w:p>
        </w:tc>
        <w:tc>
          <w:tcPr>
            <w:tcW w:w="2570" w:type="dxa"/>
          </w:tcPr>
          <w:p w14:paraId="53A0B274" w14:textId="30640A17" w:rsidR="00092623" w:rsidRPr="006D0CC7" w:rsidRDefault="00C65714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150 rouleaux</w:t>
            </w:r>
          </w:p>
        </w:tc>
      </w:tr>
      <w:tr w:rsidR="00C65714" w:rsidRPr="006D0CC7" w14:paraId="05838355" w14:textId="77777777" w:rsidTr="00BD695E">
        <w:trPr>
          <w:trHeight w:val="244"/>
        </w:trPr>
        <w:tc>
          <w:tcPr>
            <w:tcW w:w="857" w:type="dxa"/>
          </w:tcPr>
          <w:p w14:paraId="7F0C1AA0" w14:textId="77777777" w:rsidR="00C65714" w:rsidRPr="006D0CC7" w:rsidRDefault="00C65714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</w:p>
        </w:tc>
        <w:tc>
          <w:tcPr>
            <w:tcW w:w="9281" w:type="dxa"/>
            <w:gridSpan w:val="2"/>
          </w:tcPr>
          <w:p w14:paraId="0B8196D1" w14:textId="32F9D898" w:rsidR="00C65714" w:rsidRPr="006D0CC7" w:rsidRDefault="00065C34" w:rsidP="006659C3">
            <w:pPr>
              <w:pStyle w:val="Pieddepage"/>
              <w:rPr>
                <w:rFonts w:ascii="Open Sans" w:hAnsi="Open Sans" w:cs="Open Sans"/>
                <w:b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sz w:val="18"/>
                <w:szCs w:val="18"/>
              </w:rPr>
              <w:t>ETIQUETTES NON THERMIQUES</w:t>
            </w:r>
          </w:p>
        </w:tc>
      </w:tr>
      <w:tr w:rsidR="00092623" w:rsidRPr="006D0CC7" w14:paraId="59857682" w14:textId="77777777" w:rsidTr="00BD695E">
        <w:trPr>
          <w:trHeight w:val="244"/>
        </w:trPr>
        <w:tc>
          <w:tcPr>
            <w:tcW w:w="857" w:type="dxa"/>
          </w:tcPr>
          <w:p w14:paraId="153656CB" w14:textId="6CCA64AF" w:rsidR="00092623" w:rsidRPr="006D0CC7" w:rsidRDefault="00092623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</w:t>
            </w:r>
            <w:r w:rsidR="006E1230" w:rsidRPr="006D0CC7">
              <w:rPr>
                <w:rFonts w:ascii="Open Sans" w:hAnsi="Open Sans" w:cs="Open Sans"/>
                <w:iCs/>
                <w:sz w:val="18"/>
                <w:szCs w:val="18"/>
              </w:rPr>
              <w:t>4</w:t>
            </w:r>
          </w:p>
        </w:tc>
        <w:tc>
          <w:tcPr>
            <w:tcW w:w="6710" w:type="dxa"/>
          </w:tcPr>
          <w:p w14:paraId="60AC6636" w14:textId="287437AF" w:rsidR="00092623" w:rsidRPr="006D0CC7" w:rsidRDefault="00C65714" w:rsidP="006659C3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MILLESIMES 40X25 /RL 1000</w:t>
            </w:r>
          </w:p>
        </w:tc>
        <w:tc>
          <w:tcPr>
            <w:tcW w:w="2570" w:type="dxa"/>
          </w:tcPr>
          <w:p w14:paraId="50DA15DC" w14:textId="2C932705" w:rsidR="00092623" w:rsidRPr="006D0CC7" w:rsidRDefault="00C65714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150 rouleaux</w:t>
            </w:r>
          </w:p>
        </w:tc>
      </w:tr>
      <w:tr w:rsidR="00092623" w:rsidRPr="006D0CC7" w14:paraId="086BA8F5" w14:textId="77777777" w:rsidTr="00BD695E">
        <w:trPr>
          <w:trHeight w:val="244"/>
        </w:trPr>
        <w:tc>
          <w:tcPr>
            <w:tcW w:w="857" w:type="dxa"/>
          </w:tcPr>
          <w:p w14:paraId="0EA360DA" w14:textId="51D91032" w:rsidR="00092623" w:rsidRPr="006D0CC7" w:rsidRDefault="00092623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</w:t>
            </w:r>
            <w:r w:rsidR="006E1230" w:rsidRPr="006D0CC7">
              <w:rPr>
                <w:rFonts w:ascii="Open Sans" w:hAnsi="Open Sans" w:cs="Open Sans"/>
                <w:iCs/>
                <w:sz w:val="18"/>
                <w:szCs w:val="18"/>
              </w:rPr>
              <w:t>5</w:t>
            </w:r>
          </w:p>
        </w:tc>
        <w:tc>
          <w:tcPr>
            <w:tcW w:w="6710" w:type="dxa"/>
          </w:tcPr>
          <w:p w14:paraId="2CC744D1" w14:textId="6D1E4CFC" w:rsidR="00092623" w:rsidRPr="006D0CC7" w:rsidRDefault="00C65714" w:rsidP="006659C3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RECTANGLE 70 X 35MM CONS +2°C</w:t>
            </w:r>
            <w:r w:rsidR="00FE30F1">
              <w:rPr>
                <w:rFonts w:ascii="Open Sans" w:hAnsi="Open Sans" w:cs="Open Sans"/>
                <w:iCs/>
                <w:sz w:val="18"/>
                <w:szCs w:val="18"/>
              </w:rPr>
              <w:t xml:space="preserve"> RL1000</w:t>
            </w:r>
          </w:p>
        </w:tc>
        <w:tc>
          <w:tcPr>
            <w:tcW w:w="2570" w:type="dxa"/>
          </w:tcPr>
          <w:p w14:paraId="73A7D38C" w14:textId="7CD39A78" w:rsidR="00092623" w:rsidRPr="006D0CC7" w:rsidRDefault="00C65714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30 rouleaux</w:t>
            </w:r>
          </w:p>
        </w:tc>
      </w:tr>
      <w:tr w:rsidR="00092623" w:rsidRPr="006D0CC7" w14:paraId="35F7B75D" w14:textId="77777777" w:rsidTr="00BD695E">
        <w:trPr>
          <w:trHeight w:val="244"/>
        </w:trPr>
        <w:tc>
          <w:tcPr>
            <w:tcW w:w="857" w:type="dxa"/>
          </w:tcPr>
          <w:p w14:paraId="372FE550" w14:textId="0AFA836F" w:rsidR="00092623" w:rsidRPr="006D0CC7" w:rsidRDefault="00092623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</w:t>
            </w:r>
            <w:r w:rsidR="006E1230" w:rsidRPr="006D0CC7">
              <w:rPr>
                <w:rFonts w:ascii="Open Sans" w:hAnsi="Open Sans" w:cs="Open Sans"/>
                <w:iCs/>
                <w:sz w:val="18"/>
                <w:szCs w:val="18"/>
              </w:rPr>
              <w:t>6</w:t>
            </w:r>
          </w:p>
        </w:tc>
        <w:tc>
          <w:tcPr>
            <w:tcW w:w="6710" w:type="dxa"/>
          </w:tcPr>
          <w:p w14:paraId="437CF552" w14:textId="5B90EA4F" w:rsidR="00092623" w:rsidRPr="006D0CC7" w:rsidRDefault="00C65714" w:rsidP="006659C3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NUMÉRIQUE 0À 9 EN RL1000</w:t>
            </w:r>
          </w:p>
        </w:tc>
        <w:tc>
          <w:tcPr>
            <w:tcW w:w="2570" w:type="dxa"/>
          </w:tcPr>
          <w:p w14:paraId="2BDC1AAA" w14:textId="3068D3BD" w:rsidR="00092623" w:rsidRPr="006D0CC7" w:rsidRDefault="00C65714" w:rsidP="006659C3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40 rouleaux</w:t>
            </w:r>
          </w:p>
        </w:tc>
      </w:tr>
      <w:tr w:rsidR="00065C34" w:rsidRPr="006D0CC7" w14:paraId="3885AB53" w14:textId="77777777" w:rsidTr="00BD695E">
        <w:trPr>
          <w:trHeight w:val="244"/>
        </w:trPr>
        <w:tc>
          <w:tcPr>
            <w:tcW w:w="857" w:type="dxa"/>
          </w:tcPr>
          <w:p w14:paraId="254A7EFD" w14:textId="26562E3A" w:rsidR="00065C34" w:rsidRPr="006D0CC7" w:rsidRDefault="00065C34" w:rsidP="00065C34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</w:t>
            </w:r>
            <w:r w:rsidR="006E1230" w:rsidRPr="006D0CC7">
              <w:rPr>
                <w:rFonts w:ascii="Open Sans" w:hAnsi="Open Sans" w:cs="Open Sans"/>
                <w:iCs/>
                <w:sz w:val="18"/>
                <w:szCs w:val="18"/>
              </w:rPr>
              <w:t>7</w:t>
            </w:r>
          </w:p>
        </w:tc>
        <w:tc>
          <w:tcPr>
            <w:tcW w:w="6710" w:type="dxa"/>
          </w:tcPr>
          <w:p w14:paraId="35F68687" w14:textId="502D146C" w:rsidR="00065C34" w:rsidRPr="006D0CC7" w:rsidRDefault="00065C34" w:rsidP="00065C34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 ALPHA 40X25 /RL 1000</w:t>
            </w:r>
          </w:p>
        </w:tc>
        <w:tc>
          <w:tcPr>
            <w:tcW w:w="2570" w:type="dxa"/>
          </w:tcPr>
          <w:p w14:paraId="4D93C1FB" w14:textId="3B188270" w:rsidR="00065C34" w:rsidRPr="006D0CC7" w:rsidRDefault="00065C34" w:rsidP="00065C34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120 rouleaux </w:t>
            </w:r>
          </w:p>
        </w:tc>
      </w:tr>
    </w:tbl>
    <w:p w14:paraId="2254192A" w14:textId="77777777" w:rsidR="007F722C" w:rsidRDefault="007F722C" w:rsidP="007F722C">
      <w:pPr>
        <w:rPr>
          <w:rFonts w:ascii="Open Sans" w:hAnsi="Open Sans" w:cs="Open Sans"/>
          <w:b/>
          <w:sz w:val="18"/>
          <w:szCs w:val="18"/>
          <w:u w:val="single"/>
        </w:rPr>
      </w:pPr>
      <w:bookmarkStart w:id="12" w:name="_Toc532477959"/>
      <w:bookmarkStart w:id="13" w:name="_Toc532477963"/>
      <w:bookmarkStart w:id="14" w:name="_Toc532477967"/>
      <w:bookmarkStart w:id="15" w:name="_Toc128193590"/>
      <w:bookmarkStart w:id="16" w:name="_Toc130915642"/>
      <w:bookmarkStart w:id="17" w:name="_Toc133328204"/>
      <w:bookmarkEnd w:id="12"/>
      <w:bookmarkEnd w:id="13"/>
      <w:bookmarkEnd w:id="14"/>
    </w:p>
    <w:p w14:paraId="21D36FB3" w14:textId="7E659B0B" w:rsidR="007F722C" w:rsidRDefault="007F722C" w:rsidP="007F722C">
      <w:pPr>
        <w:rPr>
          <w:rFonts w:ascii="Open Sans" w:hAnsi="Open Sans" w:cs="Open Sans"/>
          <w:sz w:val="18"/>
          <w:szCs w:val="18"/>
        </w:rPr>
      </w:pPr>
      <w:r w:rsidRPr="006D0CC7">
        <w:rPr>
          <w:rFonts w:ascii="Open Sans" w:hAnsi="Open Sans" w:cs="Open Sans"/>
          <w:b/>
          <w:sz w:val="18"/>
          <w:szCs w:val="18"/>
          <w:u w:val="single"/>
        </w:rPr>
        <w:t xml:space="preserve">Pour le lot </w:t>
      </w:r>
      <w:r>
        <w:rPr>
          <w:rFonts w:ascii="Open Sans" w:hAnsi="Open Sans" w:cs="Open Sans"/>
          <w:b/>
          <w:sz w:val="18"/>
          <w:szCs w:val="18"/>
          <w:u w:val="single"/>
        </w:rPr>
        <w:t>3</w:t>
      </w:r>
      <w:r w:rsidRPr="006D0CC7">
        <w:rPr>
          <w:rFonts w:ascii="Open Sans" w:hAnsi="Open Sans" w:cs="Open Sans"/>
          <w:b/>
          <w:sz w:val="18"/>
          <w:szCs w:val="18"/>
          <w:u w:val="single"/>
        </w:rPr>
        <w:t> :</w:t>
      </w:r>
      <w:r w:rsidRPr="006D0CC7">
        <w:rPr>
          <w:rFonts w:ascii="Open Sans" w:hAnsi="Open Sans" w:cs="Open Sans"/>
          <w:sz w:val="18"/>
          <w:szCs w:val="18"/>
        </w:rPr>
        <w:t xml:space="preserve"> Fourniture et livraison </w:t>
      </w:r>
      <w:r w:rsidRPr="005F23A5">
        <w:rPr>
          <w:rFonts w:ascii="Open Sans" w:hAnsi="Open Sans" w:cs="Open Sans"/>
          <w:sz w:val="18"/>
          <w:szCs w:val="18"/>
        </w:rPr>
        <w:t xml:space="preserve">d’étiquettes </w:t>
      </w:r>
      <w:r>
        <w:rPr>
          <w:rFonts w:ascii="Open Sans" w:hAnsi="Open Sans" w:cs="Open Sans"/>
          <w:sz w:val="18"/>
          <w:szCs w:val="18"/>
        </w:rPr>
        <w:t>autocollantes personnalisées</w:t>
      </w:r>
    </w:p>
    <w:p w14:paraId="4770F647" w14:textId="77777777" w:rsidR="007F722C" w:rsidRPr="006D0CC7" w:rsidRDefault="007F722C" w:rsidP="007F722C">
      <w:pPr>
        <w:rPr>
          <w:rFonts w:ascii="Open Sans" w:hAnsi="Open Sans" w:cs="Open Sans"/>
          <w:sz w:val="18"/>
          <w:szCs w:val="18"/>
        </w:rPr>
      </w:pPr>
    </w:p>
    <w:p w14:paraId="53A4C9E0" w14:textId="77777777" w:rsidR="007F722C" w:rsidRPr="006D0CC7" w:rsidRDefault="007F722C" w:rsidP="007F722C">
      <w:pPr>
        <w:rPr>
          <w:rFonts w:ascii="Open Sans" w:hAnsi="Open Sans" w:cs="Open Sans"/>
          <w:sz w:val="18"/>
          <w:szCs w:val="18"/>
        </w:rPr>
      </w:pPr>
    </w:p>
    <w:tbl>
      <w:tblPr>
        <w:tblW w:w="10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5"/>
        <w:gridCol w:w="6699"/>
        <w:gridCol w:w="2566"/>
      </w:tblGrid>
      <w:tr w:rsidR="007F722C" w:rsidRPr="006D0CC7" w14:paraId="10A26982" w14:textId="77777777" w:rsidTr="00BD695E">
        <w:trPr>
          <w:trHeight w:val="852"/>
        </w:trPr>
        <w:tc>
          <w:tcPr>
            <w:tcW w:w="855" w:type="dxa"/>
          </w:tcPr>
          <w:p w14:paraId="73E1662C" w14:textId="77777777" w:rsidR="007F722C" w:rsidRPr="006D0CC7" w:rsidRDefault="007F722C" w:rsidP="00F46859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sz w:val="18"/>
                <w:szCs w:val="18"/>
              </w:rPr>
              <w:t>N°</w:t>
            </w:r>
          </w:p>
        </w:tc>
        <w:tc>
          <w:tcPr>
            <w:tcW w:w="6699" w:type="dxa"/>
            <w:vAlign w:val="center"/>
          </w:tcPr>
          <w:p w14:paraId="291990FC" w14:textId="77777777" w:rsidR="007F722C" w:rsidRPr="006D0CC7" w:rsidRDefault="007F722C" w:rsidP="002561CD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sz w:val="18"/>
                <w:szCs w:val="18"/>
              </w:rPr>
              <w:t>Produits</w:t>
            </w:r>
          </w:p>
        </w:tc>
        <w:tc>
          <w:tcPr>
            <w:tcW w:w="2566" w:type="dxa"/>
            <w:vAlign w:val="center"/>
          </w:tcPr>
          <w:p w14:paraId="54DBD5B5" w14:textId="2AD1CF44" w:rsidR="007F722C" w:rsidRPr="006D0CC7" w:rsidRDefault="007F722C" w:rsidP="002561CD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sz w:val="18"/>
                <w:szCs w:val="18"/>
              </w:rPr>
              <w:t xml:space="preserve">Quantités </w:t>
            </w:r>
            <w:r w:rsidR="002561CD">
              <w:rPr>
                <w:rFonts w:ascii="Open Sans" w:hAnsi="Open Sans" w:cs="Open Sans"/>
                <w:b/>
                <w:sz w:val="18"/>
                <w:szCs w:val="18"/>
              </w:rPr>
              <w:t xml:space="preserve">prévisionnelles </w:t>
            </w:r>
            <w:r w:rsidRPr="006D0CC7">
              <w:rPr>
                <w:rFonts w:ascii="Open Sans" w:hAnsi="Open Sans" w:cs="Open Sans"/>
                <w:b/>
                <w:sz w:val="18"/>
                <w:szCs w:val="18"/>
              </w:rPr>
              <w:t>ann</w:t>
            </w:r>
            <w:r w:rsidR="002561CD">
              <w:rPr>
                <w:rFonts w:ascii="Open Sans" w:hAnsi="Open Sans" w:cs="Open Sans"/>
                <w:b/>
                <w:sz w:val="18"/>
                <w:szCs w:val="18"/>
              </w:rPr>
              <w:t>uelles</w:t>
            </w:r>
          </w:p>
        </w:tc>
      </w:tr>
      <w:tr w:rsidR="007F722C" w:rsidRPr="006D0CC7" w14:paraId="4E65EF92" w14:textId="77777777" w:rsidTr="00BD695E">
        <w:trPr>
          <w:trHeight w:val="278"/>
        </w:trPr>
        <w:tc>
          <w:tcPr>
            <w:tcW w:w="855" w:type="dxa"/>
          </w:tcPr>
          <w:p w14:paraId="0D5AD73A" w14:textId="77777777" w:rsidR="007F722C" w:rsidRPr="006D0CC7" w:rsidRDefault="007F722C" w:rsidP="00F46859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1</w:t>
            </w:r>
          </w:p>
        </w:tc>
        <w:tc>
          <w:tcPr>
            <w:tcW w:w="6699" w:type="dxa"/>
          </w:tcPr>
          <w:p w14:paraId="70FF761A" w14:textId="2760A51E" w:rsidR="007F722C" w:rsidRPr="006D0CC7" w:rsidRDefault="007F722C" w:rsidP="00F46859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ETIQUETTE </w:t>
            </w:r>
            <w:r>
              <w:rPr>
                <w:rFonts w:ascii="Open Sans" w:hAnsi="Open Sans" w:cs="Open Sans"/>
                <w:iCs/>
                <w:sz w:val="18"/>
                <w:szCs w:val="18"/>
              </w:rPr>
              <w:t>PRE-IMP BLANCHE RV</w:t>
            </w: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</w:t>
            </w:r>
            <w:r>
              <w:rPr>
                <w:rFonts w:ascii="Open Sans" w:hAnsi="Open Sans" w:cs="Open Sans"/>
                <w:iCs/>
                <w:sz w:val="18"/>
                <w:szCs w:val="18"/>
              </w:rPr>
              <w:t xml:space="preserve">40 </w:t>
            </w: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X</w:t>
            </w:r>
            <w:r>
              <w:rPr>
                <w:rFonts w:ascii="Open Sans" w:hAnsi="Open Sans" w:cs="Open Sans"/>
                <w:iCs/>
                <w:sz w:val="18"/>
                <w:szCs w:val="18"/>
              </w:rPr>
              <w:t xml:space="preserve"> 90 MM</w:t>
            </w: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/RL DE </w:t>
            </w:r>
            <w:r>
              <w:rPr>
                <w:rFonts w:ascii="Open Sans" w:hAnsi="Open Sans" w:cs="Open Sans"/>
                <w:iCs/>
                <w:sz w:val="18"/>
                <w:szCs w:val="18"/>
              </w:rPr>
              <w:t>250</w:t>
            </w:r>
          </w:p>
        </w:tc>
        <w:tc>
          <w:tcPr>
            <w:tcW w:w="2566" w:type="dxa"/>
          </w:tcPr>
          <w:p w14:paraId="1362BFD4" w14:textId="279F9F7B" w:rsidR="007F722C" w:rsidRPr="006D0CC7" w:rsidRDefault="00525BFA" w:rsidP="00F46859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1 050</w:t>
            </w:r>
            <w:r w:rsidR="007F722C"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rouleaux</w:t>
            </w:r>
          </w:p>
        </w:tc>
      </w:tr>
      <w:tr w:rsidR="007F722C" w:rsidRPr="006D0CC7" w14:paraId="0BEDA976" w14:textId="77777777" w:rsidTr="00BD695E">
        <w:trPr>
          <w:trHeight w:val="278"/>
        </w:trPr>
        <w:tc>
          <w:tcPr>
            <w:tcW w:w="855" w:type="dxa"/>
          </w:tcPr>
          <w:p w14:paraId="37A49FC9" w14:textId="77777777" w:rsidR="007F722C" w:rsidRPr="006D0CC7" w:rsidRDefault="007F722C" w:rsidP="00F46859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2</w:t>
            </w:r>
          </w:p>
        </w:tc>
        <w:tc>
          <w:tcPr>
            <w:tcW w:w="6699" w:type="dxa"/>
          </w:tcPr>
          <w:p w14:paraId="4192C380" w14:textId="5F95A498" w:rsidR="007F722C" w:rsidRPr="006D0CC7" w:rsidRDefault="007F722C" w:rsidP="00F46859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ETIQUETTE </w:t>
            </w:r>
            <w:r>
              <w:rPr>
                <w:rFonts w:ascii="Open Sans" w:hAnsi="Open Sans" w:cs="Open Sans"/>
                <w:iCs/>
                <w:sz w:val="18"/>
                <w:szCs w:val="18"/>
              </w:rPr>
              <w:t>FD MAUVE PRE-IMP</w:t>
            </w: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</w:t>
            </w:r>
            <w:r>
              <w:rPr>
                <w:rFonts w:ascii="Open Sans" w:hAnsi="Open Sans" w:cs="Open Sans"/>
                <w:iCs/>
                <w:sz w:val="18"/>
                <w:szCs w:val="18"/>
              </w:rPr>
              <w:t xml:space="preserve">80 </w:t>
            </w: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X</w:t>
            </w:r>
            <w:r>
              <w:rPr>
                <w:rFonts w:ascii="Open Sans" w:hAnsi="Open Sans" w:cs="Open Sans"/>
                <w:iCs/>
                <w:sz w:val="18"/>
                <w:szCs w:val="18"/>
              </w:rPr>
              <w:t xml:space="preserve"> 70 MM</w:t>
            </w: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/RL DE </w:t>
            </w:r>
            <w:r>
              <w:rPr>
                <w:rFonts w:ascii="Open Sans" w:hAnsi="Open Sans" w:cs="Open Sans"/>
                <w:iCs/>
                <w:sz w:val="18"/>
                <w:szCs w:val="18"/>
              </w:rPr>
              <w:t>250</w:t>
            </w:r>
          </w:p>
        </w:tc>
        <w:tc>
          <w:tcPr>
            <w:tcW w:w="2566" w:type="dxa"/>
          </w:tcPr>
          <w:p w14:paraId="3662EB67" w14:textId="307E6235" w:rsidR="007F722C" w:rsidRPr="006D0CC7" w:rsidRDefault="00525BFA" w:rsidP="00F46859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15</w:t>
            </w:r>
            <w:r w:rsidR="002561CD">
              <w:rPr>
                <w:rFonts w:ascii="Open Sans" w:hAnsi="Open Sans" w:cs="Open Sans"/>
                <w:iCs/>
                <w:sz w:val="18"/>
                <w:szCs w:val="18"/>
              </w:rPr>
              <w:t>0</w:t>
            </w:r>
            <w:r w:rsidR="007F722C"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rouleaux</w:t>
            </w:r>
          </w:p>
        </w:tc>
      </w:tr>
      <w:tr w:rsidR="007F722C" w:rsidRPr="006D0CC7" w14:paraId="3F5AB07C" w14:textId="77777777" w:rsidTr="00BD695E">
        <w:trPr>
          <w:trHeight w:val="260"/>
        </w:trPr>
        <w:tc>
          <w:tcPr>
            <w:tcW w:w="855" w:type="dxa"/>
          </w:tcPr>
          <w:p w14:paraId="378ABB94" w14:textId="77777777" w:rsidR="007F722C" w:rsidRPr="006D0CC7" w:rsidRDefault="007F722C" w:rsidP="00F46859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3</w:t>
            </w:r>
          </w:p>
        </w:tc>
        <w:tc>
          <w:tcPr>
            <w:tcW w:w="6699" w:type="dxa"/>
          </w:tcPr>
          <w:p w14:paraId="604B00F1" w14:textId="1220B980" w:rsidR="007F722C" w:rsidRPr="006D0CC7" w:rsidRDefault="007F722C" w:rsidP="00F46859">
            <w:pPr>
              <w:rPr>
                <w:rFonts w:ascii="Open Sans" w:hAnsi="Open Sans" w:cs="Open Sans"/>
                <w:iCs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ETIQUETTE</w:t>
            </w:r>
            <w:r>
              <w:rPr>
                <w:rFonts w:ascii="Open Sans" w:hAnsi="Open Sans" w:cs="Open Sans"/>
                <w:iCs/>
                <w:sz w:val="18"/>
                <w:szCs w:val="18"/>
              </w:rPr>
              <w:t xml:space="preserve"> PRE-IMP</w:t>
            </w: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</w:t>
            </w:r>
            <w:r>
              <w:rPr>
                <w:rFonts w:ascii="Open Sans" w:hAnsi="Open Sans" w:cs="Open Sans"/>
                <w:iCs/>
                <w:sz w:val="18"/>
                <w:szCs w:val="18"/>
              </w:rPr>
              <w:t xml:space="preserve">80 </w:t>
            </w: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>X</w:t>
            </w:r>
            <w:r>
              <w:rPr>
                <w:rFonts w:ascii="Open Sans" w:hAnsi="Open Sans" w:cs="Open Sans"/>
                <w:iCs/>
                <w:sz w:val="18"/>
                <w:szCs w:val="18"/>
              </w:rPr>
              <w:t xml:space="preserve"> 70 MM</w:t>
            </w:r>
            <w:r w:rsidRPr="006D0CC7">
              <w:rPr>
                <w:rFonts w:ascii="Open Sans" w:hAnsi="Open Sans" w:cs="Open Sans"/>
                <w:iCs/>
                <w:sz w:val="18"/>
                <w:szCs w:val="18"/>
              </w:rPr>
              <w:t xml:space="preserve"> /RL DE </w:t>
            </w:r>
            <w:r>
              <w:rPr>
                <w:rFonts w:ascii="Open Sans" w:hAnsi="Open Sans" w:cs="Open Sans"/>
                <w:iCs/>
                <w:sz w:val="18"/>
                <w:szCs w:val="18"/>
              </w:rPr>
              <w:t>5</w:t>
            </w:r>
            <w:r w:rsidR="00525BFA">
              <w:rPr>
                <w:rFonts w:ascii="Open Sans" w:hAnsi="Open Sans" w:cs="Open Sans"/>
                <w:iCs/>
                <w:sz w:val="18"/>
                <w:szCs w:val="18"/>
              </w:rPr>
              <w:t>0</w:t>
            </w:r>
            <w:r>
              <w:rPr>
                <w:rFonts w:ascii="Open Sans" w:hAnsi="Open Sans" w:cs="Open Sans"/>
                <w:iCs/>
                <w:sz w:val="18"/>
                <w:szCs w:val="18"/>
              </w:rPr>
              <w:t>0</w:t>
            </w:r>
          </w:p>
        </w:tc>
        <w:tc>
          <w:tcPr>
            <w:tcW w:w="2566" w:type="dxa"/>
          </w:tcPr>
          <w:p w14:paraId="38701822" w14:textId="6C4478FE" w:rsidR="007F722C" w:rsidRPr="006D0CC7" w:rsidRDefault="00525BFA" w:rsidP="00F46859">
            <w:pPr>
              <w:pStyle w:val="Pieddepage"/>
              <w:rPr>
                <w:rFonts w:ascii="Open Sans" w:hAnsi="Open Sans" w:cs="Open Sans"/>
                <w:iCs/>
                <w:sz w:val="18"/>
                <w:szCs w:val="18"/>
              </w:rPr>
            </w:pPr>
            <w:r>
              <w:rPr>
                <w:rFonts w:ascii="Open Sans" w:hAnsi="Open Sans" w:cs="Open Sans"/>
                <w:iCs/>
                <w:sz w:val="18"/>
                <w:szCs w:val="18"/>
              </w:rPr>
              <w:t>1 600</w:t>
            </w:r>
            <w:r w:rsidR="007F722C">
              <w:rPr>
                <w:rFonts w:ascii="Open Sans" w:hAnsi="Open Sans" w:cs="Open Sans"/>
                <w:iCs/>
                <w:sz w:val="18"/>
                <w:szCs w:val="18"/>
              </w:rPr>
              <w:t xml:space="preserve"> rouleaux</w:t>
            </w:r>
          </w:p>
        </w:tc>
      </w:tr>
    </w:tbl>
    <w:p w14:paraId="05B6BC35" w14:textId="77777777" w:rsidR="007F722C" w:rsidRDefault="007F722C">
      <w:pPr>
        <w:pStyle w:val="Titre2"/>
        <w:rPr>
          <w:rFonts w:ascii="Open Sans" w:hAnsi="Open Sans" w:cs="Open Sans"/>
          <w:color w:val="auto"/>
          <w:sz w:val="18"/>
          <w:szCs w:val="18"/>
        </w:rPr>
      </w:pPr>
    </w:p>
    <w:p w14:paraId="6F959EEB" w14:textId="600D9FC2" w:rsidR="009B7710" w:rsidRPr="006D0CC7" w:rsidRDefault="00227BDB">
      <w:pPr>
        <w:pStyle w:val="Titre2"/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>SPECIFICATIONS TECHNIQUES DES PRODUITS</w:t>
      </w:r>
      <w:bookmarkEnd w:id="15"/>
      <w:bookmarkEnd w:id="16"/>
      <w:bookmarkEnd w:id="17"/>
    </w:p>
    <w:p w14:paraId="1A31EFDC" w14:textId="77777777" w:rsidR="005B6FB8" w:rsidRPr="006D0CC7" w:rsidRDefault="005B6FB8" w:rsidP="005B6FB8">
      <w:pPr>
        <w:rPr>
          <w:rFonts w:ascii="Open Sans" w:hAnsi="Open Sans" w:cs="Open Sans"/>
          <w:sz w:val="18"/>
          <w:szCs w:val="18"/>
        </w:rPr>
      </w:pPr>
    </w:p>
    <w:p w14:paraId="2ACEBAEA" w14:textId="4E6F4035" w:rsidR="00406A5B" w:rsidRPr="006D0CC7" w:rsidRDefault="00406A5B" w:rsidP="00406A5B">
      <w:pPr>
        <w:pStyle w:val="Retraitcorpsdetexte2"/>
        <w:ind w:left="0" w:firstLine="0"/>
        <w:jc w:val="left"/>
        <w:rPr>
          <w:rFonts w:ascii="Open Sans" w:hAnsi="Open Sans" w:cs="Open Sans"/>
          <w:b/>
          <w:i w:val="0"/>
          <w:color w:val="auto"/>
          <w:sz w:val="18"/>
          <w:szCs w:val="18"/>
          <w:u w:val="single"/>
        </w:rPr>
      </w:pPr>
      <w:r w:rsidRPr="006D0CC7">
        <w:rPr>
          <w:rFonts w:ascii="Open Sans" w:hAnsi="Open Sans" w:cs="Open Sans"/>
          <w:b/>
          <w:i w:val="0"/>
          <w:color w:val="auto"/>
          <w:sz w:val="18"/>
          <w:szCs w:val="18"/>
          <w:u w:val="single"/>
        </w:rPr>
        <w:t>Caractéristiques générales</w:t>
      </w:r>
      <w:r w:rsidR="000143DB" w:rsidRPr="006D0CC7">
        <w:rPr>
          <w:rFonts w:ascii="Open Sans" w:hAnsi="Open Sans" w:cs="Open Sans"/>
          <w:b/>
          <w:i w:val="0"/>
          <w:color w:val="auto"/>
          <w:sz w:val="18"/>
          <w:szCs w:val="18"/>
          <w:u w:val="single"/>
        </w:rPr>
        <w:t> :</w:t>
      </w:r>
    </w:p>
    <w:p w14:paraId="4EAF12C0" w14:textId="77777777" w:rsidR="00406A5B" w:rsidRPr="006D0CC7" w:rsidRDefault="00406A5B" w:rsidP="00406A5B">
      <w:pPr>
        <w:pStyle w:val="Retraitcorpsdetexte2"/>
        <w:ind w:left="0" w:firstLine="0"/>
        <w:jc w:val="left"/>
        <w:rPr>
          <w:rFonts w:ascii="Open Sans" w:hAnsi="Open Sans" w:cs="Open Sans"/>
          <w:i w:val="0"/>
          <w:color w:val="auto"/>
          <w:sz w:val="18"/>
          <w:szCs w:val="18"/>
        </w:rPr>
      </w:pPr>
    </w:p>
    <w:p w14:paraId="2D6F2060" w14:textId="77777777" w:rsidR="00406A5B" w:rsidRPr="006D0CC7" w:rsidRDefault="00406A5B" w:rsidP="00406A5B">
      <w:pPr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>Tous les frais techniques (maquette, Bon A Tirer, forme de découpe…) sont compris dans le prix des produits.</w:t>
      </w:r>
    </w:p>
    <w:p w14:paraId="1B39C770" w14:textId="77777777" w:rsidR="00406A5B" w:rsidRPr="006D0CC7" w:rsidRDefault="00406A5B" w:rsidP="00406A5B">
      <w:pPr>
        <w:rPr>
          <w:rFonts w:ascii="Open Sans" w:hAnsi="Open Sans" w:cs="Open Sans"/>
          <w:color w:val="auto"/>
          <w:sz w:val="18"/>
          <w:szCs w:val="18"/>
        </w:rPr>
      </w:pPr>
    </w:p>
    <w:p w14:paraId="12A4CEE2" w14:textId="77777777" w:rsidR="00406A5B" w:rsidRPr="006D0CC7" w:rsidRDefault="00406A5B" w:rsidP="00406A5B">
      <w:pPr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>Les papiers nécessaires à la fabrication des étiquettes sont à la charge du fournisseur et inclus dans le prix proposé par produit.</w:t>
      </w:r>
    </w:p>
    <w:p w14:paraId="57A17A9C" w14:textId="77777777" w:rsidR="00406A5B" w:rsidRPr="006D0CC7" w:rsidRDefault="00406A5B" w:rsidP="00406A5B">
      <w:pPr>
        <w:rPr>
          <w:rFonts w:ascii="Open Sans" w:hAnsi="Open Sans" w:cs="Open Sans"/>
          <w:color w:val="auto"/>
          <w:sz w:val="18"/>
          <w:szCs w:val="18"/>
        </w:rPr>
      </w:pPr>
    </w:p>
    <w:p w14:paraId="68E98996" w14:textId="74B74892" w:rsidR="00406A5B" w:rsidRPr="006D0CC7" w:rsidRDefault="000E2A13" w:rsidP="00406A5B">
      <w:pPr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>Le titulaire remettra à ACHAT</w:t>
      </w:r>
      <w:r w:rsidR="00406A5B" w:rsidRPr="006D0CC7">
        <w:rPr>
          <w:rFonts w:ascii="Open Sans" w:hAnsi="Open Sans" w:cs="Open Sans"/>
          <w:color w:val="auto"/>
          <w:sz w:val="18"/>
          <w:szCs w:val="18"/>
        </w:rPr>
        <w:t xml:space="preserve"> après notification du marché un modèle de chaque étiquette. Le modèle fabriqué sera en tout point conforme à celui-ci et aux caractéristiques techniques indiquées au présent Cahier des Clauses Techniques Particulières.</w:t>
      </w:r>
    </w:p>
    <w:p w14:paraId="6250344E" w14:textId="77777777" w:rsidR="00406A5B" w:rsidRPr="006D0CC7" w:rsidRDefault="00406A5B" w:rsidP="00406A5B">
      <w:pPr>
        <w:rPr>
          <w:rFonts w:ascii="Open Sans" w:hAnsi="Open Sans" w:cs="Open Sans"/>
          <w:color w:val="auto"/>
          <w:sz w:val="18"/>
          <w:szCs w:val="18"/>
        </w:rPr>
      </w:pPr>
    </w:p>
    <w:p w14:paraId="39F374FE" w14:textId="1F3AB693" w:rsidR="00406A5B" w:rsidRPr="006D0CC7" w:rsidRDefault="00406A5B" w:rsidP="00406A5B">
      <w:pPr>
        <w:rPr>
          <w:rFonts w:ascii="Open Sans" w:hAnsi="Open Sans" w:cs="Open Sans"/>
          <w:i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>Le premier tirage fera l’objet d’un bon à tirer (BAT) signé obligatoirement par le Responsable du service SFEHR de ACHAT</w:t>
      </w:r>
      <w:r w:rsidR="000E2A13" w:rsidRPr="006D0CC7">
        <w:rPr>
          <w:rFonts w:ascii="Open Sans" w:hAnsi="Open Sans" w:cs="Open Sans"/>
          <w:color w:val="auto"/>
          <w:sz w:val="18"/>
          <w:szCs w:val="18"/>
        </w:rPr>
        <w:t xml:space="preserve"> ou son représentant.</w:t>
      </w:r>
    </w:p>
    <w:p w14:paraId="4BDC1A40" w14:textId="77777777" w:rsidR="00406A5B" w:rsidRPr="006D0CC7" w:rsidRDefault="00406A5B" w:rsidP="00406A5B">
      <w:pPr>
        <w:rPr>
          <w:rFonts w:ascii="Open Sans" w:hAnsi="Open Sans" w:cs="Open Sans"/>
          <w:color w:val="auto"/>
          <w:sz w:val="18"/>
          <w:szCs w:val="18"/>
        </w:rPr>
      </w:pPr>
    </w:p>
    <w:p w14:paraId="55E7EB41" w14:textId="7ECBBE62" w:rsidR="00406A5B" w:rsidRPr="006D0CC7" w:rsidRDefault="00406A5B" w:rsidP="00406A5B">
      <w:pPr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 xml:space="preserve">Les articles fabriqués et livrés seront en </w:t>
      </w:r>
      <w:r w:rsidR="000143DB" w:rsidRPr="006D0CC7">
        <w:rPr>
          <w:rFonts w:ascii="Open Sans" w:hAnsi="Open Sans" w:cs="Open Sans"/>
          <w:color w:val="auto"/>
          <w:sz w:val="18"/>
          <w:szCs w:val="18"/>
        </w:rPr>
        <w:t>tous points conformes</w:t>
      </w:r>
      <w:r w:rsidRPr="006D0CC7">
        <w:rPr>
          <w:rFonts w:ascii="Open Sans" w:hAnsi="Open Sans" w:cs="Open Sans"/>
          <w:color w:val="auto"/>
          <w:sz w:val="18"/>
          <w:szCs w:val="18"/>
        </w:rPr>
        <w:t xml:space="preserve"> aux modèles remis et aux caractéristiques techniques indiquées ci-dessous.</w:t>
      </w:r>
    </w:p>
    <w:p w14:paraId="3D390CEE" w14:textId="77777777" w:rsidR="00406A5B" w:rsidRPr="006D0CC7" w:rsidRDefault="00406A5B" w:rsidP="00406A5B">
      <w:pPr>
        <w:rPr>
          <w:rFonts w:ascii="Open Sans" w:hAnsi="Open Sans" w:cs="Open Sans"/>
          <w:color w:val="auto"/>
          <w:sz w:val="18"/>
          <w:szCs w:val="18"/>
        </w:rPr>
      </w:pPr>
    </w:p>
    <w:p w14:paraId="50B1EB04" w14:textId="08D6B783" w:rsidR="00406A5B" w:rsidRPr="006D0CC7" w:rsidRDefault="000143DB" w:rsidP="00406A5B">
      <w:pPr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 xml:space="preserve">Les prix sont proposés aux mille planches </w:t>
      </w:r>
      <w:r w:rsidR="00406A5B" w:rsidRPr="006D0CC7">
        <w:rPr>
          <w:rFonts w:ascii="Open Sans" w:hAnsi="Open Sans" w:cs="Open Sans"/>
          <w:color w:val="auto"/>
          <w:sz w:val="18"/>
          <w:szCs w:val="18"/>
        </w:rPr>
        <w:t>d’étiquettes livrées</w:t>
      </w:r>
      <w:r w:rsidR="00582982">
        <w:rPr>
          <w:rFonts w:ascii="Open Sans" w:hAnsi="Open Sans" w:cs="Open Sans"/>
          <w:color w:val="auto"/>
          <w:sz w:val="18"/>
          <w:szCs w:val="18"/>
        </w:rPr>
        <w:t xml:space="preserve"> pour le lot 1</w:t>
      </w:r>
      <w:r w:rsidR="00406A5B" w:rsidRPr="006D0CC7">
        <w:rPr>
          <w:rFonts w:ascii="Open Sans" w:hAnsi="Open Sans" w:cs="Open Sans"/>
          <w:color w:val="auto"/>
          <w:sz w:val="18"/>
          <w:szCs w:val="18"/>
        </w:rPr>
        <w:t>.</w:t>
      </w:r>
    </w:p>
    <w:p w14:paraId="21C23249" w14:textId="77777777" w:rsidR="00406A5B" w:rsidRPr="006D0CC7" w:rsidRDefault="00406A5B" w:rsidP="00406A5B">
      <w:pPr>
        <w:rPr>
          <w:rFonts w:ascii="Open Sans" w:hAnsi="Open Sans" w:cs="Open Sans"/>
          <w:color w:val="auto"/>
          <w:sz w:val="18"/>
          <w:szCs w:val="18"/>
        </w:rPr>
      </w:pPr>
    </w:p>
    <w:p w14:paraId="2497D337" w14:textId="279561B3" w:rsidR="00406A5B" w:rsidRPr="006D0CC7" w:rsidRDefault="005F23A5" w:rsidP="00406A5B">
      <w:pPr>
        <w:pStyle w:val="Retraitcorpsdetexte2"/>
        <w:ind w:left="0" w:firstLine="0"/>
        <w:jc w:val="left"/>
        <w:rPr>
          <w:rFonts w:ascii="Open Sans" w:hAnsi="Open Sans" w:cs="Open Sans"/>
          <w:b/>
          <w:i w:val="0"/>
          <w:color w:val="auto"/>
          <w:sz w:val="18"/>
          <w:szCs w:val="18"/>
          <w:u w:val="single"/>
        </w:rPr>
      </w:pPr>
      <w:r>
        <w:rPr>
          <w:rFonts w:ascii="Open Sans" w:hAnsi="Open Sans" w:cs="Open Sans"/>
          <w:b/>
          <w:i w:val="0"/>
          <w:color w:val="auto"/>
          <w:sz w:val="18"/>
          <w:szCs w:val="18"/>
          <w:u w:val="single"/>
        </w:rPr>
        <w:t>Caractéristiques communes des</w:t>
      </w:r>
      <w:r w:rsidR="00406A5B" w:rsidRPr="006D0CC7">
        <w:rPr>
          <w:rFonts w:ascii="Open Sans" w:hAnsi="Open Sans" w:cs="Open Sans"/>
          <w:b/>
          <w:i w:val="0"/>
          <w:color w:val="auto"/>
          <w:sz w:val="18"/>
          <w:szCs w:val="18"/>
          <w:u w:val="single"/>
        </w:rPr>
        <w:t xml:space="preserve"> </w:t>
      </w:r>
      <w:r w:rsidR="009B7710" w:rsidRPr="006D0CC7">
        <w:rPr>
          <w:rFonts w:ascii="Open Sans" w:hAnsi="Open Sans" w:cs="Open Sans"/>
          <w:b/>
          <w:i w:val="0"/>
          <w:color w:val="auto"/>
          <w:sz w:val="18"/>
          <w:szCs w:val="18"/>
          <w:u w:val="single"/>
        </w:rPr>
        <w:t>marché</w:t>
      </w:r>
      <w:r>
        <w:rPr>
          <w:rFonts w:ascii="Open Sans" w:hAnsi="Open Sans" w:cs="Open Sans"/>
          <w:b/>
          <w:i w:val="0"/>
          <w:color w:val="auto"/>
          <w:sz w:val="18"/>
          <w:szCs w:val="18"/>
          <w:u w:val="single"/>
        </w:rPr>
        <w:t>s</w:t>
      </w:r>
      <w:r w:rsidR="009B7710" w:rsidRPr="006D0CC7">
        <w:rPr>
          <w:rFonts w:ascii="Open Sans" w:hAnsi="Open Sans" w:cs="Open Sans"/>
          <w:b/>
          <w:i w:val="0"/>
          <w:color w:val="auto"/>
          <w:sz w:val="18"/>
          <w:szCs w:val="18"/>
          <w:u w:val="single"/>
        </w:rPr>
        <w:t> :</w:t>
      </w:r>
    </w:p>
    <w:p w14:paraId="50D56518" w14:textId="77777777" w:rsidR="005F23A5" w:rsidRDefault="005F23A5" w:rsidP="00406A5B">
      <w:pPr>
        <w:rPr>
          <w:rFonts w:ascii="Open Sans" w:hAnsi="Open Sans" w:cs="Open Sans"/>
          <w:color w:val="auto"/>
          <w:sz w:val="18"/>
          <w:szCs w:val="18"/>
        </w:rPr>
      </w:pPr>
    </w:p>
    <w:p w14:paraId="1C2E2C26" w14:textId="5A92E7D9" w:rsidR="00406A5B" w:rsidRPr="005F23A5" w:rsidRDefault="005F23A5" w:rsidP="00406A5B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 w:rsidRPr="005F23A5">
        <w:rPr>
          <w:rFonts w:ascii="Open Sans" w:hAnsi="Open Sans" w:cs="Open Sans"/>
          <w:b/>
          <w:color w:val="auto"/>
          <w:sz w:val="18"/>
          <w:szCs w:val="18"/>
          <w:u w:val="single"/>
        </w:rPr>
        <w:t>Pour le lot 1 :</w:t>
      </w:r>
    </w:p>
    <w:p w14:paraId="6F8EA32B" w14:textId="77777777" w:rsidR="00406A5B" w:rsidRPr="006D0CC7" w:rsidRDefault="00406A5B" w:rsidP="00406A5B">
      <w:pPr>
        <w:rPr>
          <w:rFonts w:ascii="Open Sans" w:hAnsi="Open Sans" w:cs="Open Sans"/>
          <w:color w:val="auto"/>
          <w:sz w:val="18"/>
          <w:szCs w:val="18"/>
          <w:u w:val="single"/>
        </w:rPr>
      </w:pPr>
      <w:r w:rsidRPr="006D0CC7">
        <w:rPr>
          <w:rFonts w:ascii="Open Sans" w:hAnsi="Open Sans" w:cs="Open Sans"/>
          <w:color w:val="auto"/>
          <w:sz w:val="18"/>
          <w:szCs w:val="18"/>
          <w:u w:val="single"/>
        </w:rPr>
        <w:t xml:space="preserve">Lexique : </w:t>
      </w:r>
    </w:p>
    <w:p w14:paraId="4E169FAE" w14:textId="58A4ABA1" w:rsidR="00406A5B" w:rsidRPr="006D0CC7" w:rsidRDefault="00406A5B" w:rsidP="00406A5B">
      <w:pPr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 xml:space="preserve">Flexibilité « </w:t>
      </w:r>
      <w:r w:rsidR="00B35210" w:rsidRPr="006D0CC7">
        <w:rPr>
          <w:rFonts w:ascii="Open Sans" w:hAnsi="Open Sans" w:cs="Open Sans"/>
          <w:color w:val="auto"/>
          <w:sz w:val="18"/>
          <w:szCs w:val="18"/>
        </w:rPr>
        <w:t>o</w:t>
      </w:r>
      <w:r w:rsidRPr="006D0CC7">
        <w:rPr>
          <w:rFonts w:ascii="Open Sans" w:hAnsi="Open Sans" w:cs="Open Sans"/>
          <w:color w:val="auto"/>
          <w:sz w:val="18"/>
          <w:szCs w:val="18"/>
        </w:rPr>
        <w:t>bligatoire » : la caractéristique décrite est obligatoire pour répondre conformément au cahier des charges.</w:t>
      </w:r>
    </w:p>
    <w:p w14:paraId="54F8C82D" w14:textId="75AD5983" w:rsidR="00406A5B" w:rsidRPr="006D0CC7" w:rsidRDefault="00525BFA" w:rsidP="00406A5B">
      <w:pPr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>Flexibilité « souhaitée »</w:t>
      </w:r>
      <w:r w:rsidR="00406A5B" w:rsidRPr="006D0CC7">
        <w:rPr>
          <w:rFonts w:ascii="Open Sans" w:hAnsi="Open Sans" w:cs="Open Sans"/>
          <w:color w:val="auto"/>
          <w:sz w:val="18"/>
          <w:szCs w:val="18"/>
        </w:rPr>
        <w:t xml:space="preserve"> : la caractéristique technique est souhaitée mais non obligatoire pour répondre conformément au cahier des charges.</w:t>
      </w:r>
    </w:p>
    <w:p w14:paraId="444DFCEE" w14:textId="40C09095" w:rsidR="00354B45" w:rsidRPr="006D0CC7" w:rsidRDefault="00B35210" w:rsidP="00406A5B">
      <w:pPr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 xml:space="preserve">Flexibilité « variante » : </w:t>
      </w:r>
      <w:r w:rsidR="00BA0A4C" w:rsidRPr="006D0CC7">
        <w:rPr>
          <w:rFonts w:ascii="Open Sans" w:hAnsi="Open Sans" w:cs="Open Sans"/>
          <w:color w:val="auto"/>
          <w:sz w:val="18"/>
          <w:szCs w:val="18"/>
        </w:rPr>
        <w:t>La caractéristique est sujette à une offre variante, le fournisseur peut apporter de nouveaux moyens pour répondre au besoin spécifique.</w:t>
      </w:r>
      <w:r w:rsidR="00F75A38" w:rsidRPr="006D0CC7">
        <w:rPr>
          <w:rFonts w:ascii="Open Sans" w:hAnsi="Open Sans" w:cs="Open Sans"/>
          <w:color w:val="auto"/>
          <w:sz w:val="18"/>
          <w:szCs w:val="18"/>
        </w:rPr>
        <w:t xml:space="preserve"> </w:t>
      </w:r>
    </w:p>
    <w:p w14:paraId="2770363F" w14:textId="77777777" w:rsidR="00270CC7" w:rsidRPr="006D0CC7" w:rsidRDefault="00270CC7" w:rsidP="00406A5B">
      <w:pPr>
        <w:rPr>
          <w:rFonts w:ascii="Open Sans" w:hAnsi="Open Sans" w:cs="Open Sans"/>
          <w:color w:val="auto"/>
          <w:sz w:val="18"/>
          <w:szCs w:val="18"/>
        </w:rPr>
      </w:pPr>
    </w:p>
    <w:p w14:paraId="2546B526" w14:textId="2FED6175" w:rsidR="00406A5B" w:rsidRPr="006D0CC7" w:rsidRDefault="00406A5B" w:rsidP="00406A5B">
      <w:pPr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>Les caractéristiques suivantes sont communes</w:t>
      </w:r>
      <w:r w:rsidR="00F75A38" w:rsidRPr="006D0CC7">
        <w:rPr>
          <w:rFonts w:ascii="Open Sans" w:hAnsi="Open Sans" w:cs="Open Sans"/>
          <w:color w:val="auto"/>
          <w:sz w:val="18"/>
          <w:szCs w:val="18"/>
        </w:rPr>
        <w:t xml:space="preserve"> et considérées minimum</w:t>
      </w:r>
      <w:r w:rsidRPr="006D0CC7">
        <w:rPr>
          <w:rFonts w:ascii="Open Sans" w:hAnsi="Open Sans" w:cs="Open Sans"/>
          <w:color w:val="auto"/>
          <w:sz w:val="18"/>
          <w:szCs w:val="18"/>
        </w:rPr>
        <w:t xml:space="preserve"> à toutes les références du marché.</w:t>
      </w:r>
    </w:p>
    <w:p w14:paraId="7C83BFD9" w14:textId="2AB7FD09" w:rsidR="00BD695E" w:rsidRDefault="00BD695E">
      <w:pPr>
        <w:jc w:val="left"/>
        <w:rPr>
          <w:rFonts w:ascii="Open Sans" w:hAnsi="Open Sans" w:cs="Open Sans"/>
          <w:color w:val="auto"/>
          <w:sz w:val="18"/>
          <w:szCs w:val="18"/>
        </w:rPr>
      </w:pPr>
      <w:r>
        <w:rPr>
          <w:rFonts w:ascii="Open Sans" w:hAnsi="Open Sans" w:cs="Open Sans"/>
          <w:color w:val="auto"/>
          <w:sz w:val="18"/>
          <w:szCs w:val="18"/>
        </w:rPr>
        <w:br w:type="page"/>
      </w:r>
    </w:p>
    <w:p w14:paraId="6F730BD9" w14:textId="77777777" w:rsidR="00BD1D4D" w:rsidRPr="006D0CC7" w:rsidRDefault="00BD1D4D" w:rsidP="00406A5B">
      <w:pPr>
        <w:rPr>
          <w:rFonts w:ascii="Open Sans" w:hAnsi="Open Sans" w:cs="Open Sans"/>
          <w:color w:val="auto"/>
          <w:sz w:val="18"/>
          <w:szCs w:val="18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6"/>
        <w:gridCol w:w="5459"/>
        <w:gridCol w:w="1909"/>
      </w:tblGrid>
      <w:tr w:rsidR="00406A5B" w:rsidRPr="006D0CC7" w14:paraId="1C7AC31F" w14:textId="77777777" w:rsidTr="001733D4">
        <w:tc>
          <w:tcPr>
            <w:tcW w:w="1846" w:type="dxa"/>
          </w:tcPr>
          <w:p w14:paraId="24A02948" w14:textId="77777777" w:rsidR="00406A5B" w:rsidRPr="006D0CC7" w:rsidRDefault="00406A5B" w:rsidP="001733D4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Etiquettes</w:t>
            </w:r>
          </w:p>
        </w:tc>
        <w:tc>
          <w:tcPr>
            <w:tcW w:w="5459" w:type="dxa"/>
          </w:tcPr>
          <w:p w14:paraId="2F5C64A8" w14:textId="3B768480" w:rsidR="00406A5B" w:rsidRPr="006D0CC7" w:rsidRDefault="00406A5B" w:rsidP="00BA0A4C">
            <w:pPr>
              <w:ind w:left="-1063" w:firstLine="1063"/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Caractéristiques techniques</w:t>
            </w:r>
          </w:p>
        </w:tc>
        <w:tc>
          <w:tcPr>
            <w:tcW w:w="1909" w:type="dxa"/>
          </w:tcPr>
          <w:p w14:paraId="068E4F09" w14:textId="77777777" w:rsidR="00406A5B" w:rsidRPr="006D0CC7" w:rsidRDefault="00406A5B" w:rsidP="001733D4">
            <w:pPr>
              <w:ind w:left="-1063" w:firstLine="1063"/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Flexibilité</w:t>
            </w:r>
          </w:p>
        </w:tc>
      </w:tr>
      <w:tr w:rsidR="00406A5B" w:rsidRPr="006D0CC7" w14:paraId="12C222BE" w14:textId="77777777" w:rsidTr="001733D4">
        <w:tc>
          <w:tcPr>
            <w:tcW w:w="1846" w:type="dxa"/>
          </w:tcPr>
          <w:p w14:paraId="2C9C2E3E" w14:textId="1F4BCE13" w:rsidR="00406A5B" w:rsidRPr="006D0CC7" w:rsidRDefault="00F75A38" w:rsidP="001733D4">
            <w:pPr>
              <w:pStyle w:val="Corpsdetexte2"/>
              <w:jc w:val="center"/>
              <w:rPr>
                <w:rFonts w:ascii="Open Sans" w:hAnsi="Open Sans" w:cs="Open Sans"/>
                <w:bCs w:val="0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Cs w:val="0"/>
                <w:color w:val="auto"/>
                <w:sz w:val="18"/>
                <w:szCs w:val="18"/>
              </w:rPr>
              <w:t>Qualité</w:t>
            </w:r>
            <w:r w:rsidR="00406A5B" w:rsidRPr="006D0CC7">
              <w:rPr>
                <w:rFonts w:ascii="Open Sans" w:hAnsi="Open Sans" w:cs="Open Sans"/>
                <w:bCs w:val="0"/>
                <w:color w:val="auto"/>
                <w:sz w:val="18"/>
                <w:szCs w:val="18"/>
              </w:rPr>
              <w:t xml:space="preserve"> du papier</w:t>
            </w:r>
          </w:p>
          <w:p w14:paraId="7EA6B9EA" w14:textId="77777777" w:rsidR="00406A5B" w:rsidRPr="006D0CC7" w:rsidRDefault="00406A5B" w:rsidP="001733D4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  <w:tc>
          <w:tcPr>
            <w:tcW w:w="5459" w:type="dxa"/>
          </w:tcPr>
          <w:p w14:paraId="4E7B45A3" w14:textId="77777777" w:rsidR="00406A5B" w:rsidRDefault="00406A5B" w:rsidP="00C52DDB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Papier </w:t>
            </w:r>
            <w:r w:rsidR="00C52DDB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de bonne qualité </w:t>
            </w:r>
            <w:r w:rsidR="00BF473F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sans bois </w:t>
            </w:r>
            <w:r w:rsidR="00C52DDB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à</w:t>
            </w: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base de pâtes à papier sans chlore (</w:t>
            </w:r>
            <w:r w:rsidR="00C52DDB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TCF</w:t>
            </w: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) de bonne opacité, assurant une bonne fixation du toner pour photocopie et impression laser.</w:t>
            </w:r>
          </w:p>
          <w:p w14:paraId="5D374B74" w14:textId="3B0BCB19" w:rsidR="00525BFA" w:rsidRPr="006D0CC7" w:rsidRDefault="00525BFA" w:rsidP="00C52DDB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1909" w:type="dxa"/>
          </w:tcPr>
          <w:p w14:paraId="2D568E50" w14:textId="77777777" w:rsidR="00406A5B" w:rsidRPr="006D0CC7" w:rsidRDefault="00406A5B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6C9E5F7D" w14:textId="4037CEAC" w:rsidR="00406A5B" w:rsidRPr="006D0CC7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Obligatoire</w:t>
            </w:r>
          </w:p>
        </w:tc>
      </w:tr>
      <w:tr w:rsidR="00406A5B" w:rsidRPr="006D0CC7" w14:paraId="3F338B8B" w14:textId="77777777" w:rsidTr="001733D4">
        <w:tc>
          <w:tcPr>
            <w:tcW w:w="1846" w:type="dxa"/>
          </w:tcPr>
          <w:p w14:paraId="3CBB8EE4" w14:textId="77777777" w:rsidR="00406A5B" w:rsidRPr="006D0CC7" w:rsidRDefault="00406A5B" w:rsidP="001733D4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Grammage</w:t>
            </w:r>
          </w:p>
        </w:tc>
        <w:tc>
          <w:tcPr>
            <w:tcW w:w="5459" w:type="dxa"/>
          </w:tcPr>
          <w:p w14:paraId="02659FB1" w14:textId="651462AD" w:rsidR="00406A5B" w:rsidRPr="006D0CC7" w:rsidRDefault="001C702F" w:rsidP="001733D4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Frontal : 68</w:t>
            </w:r>
            <w:r w:rsidR="00406A5B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g /m2 ISO 536</w:t>
            </w:r>
          </w:p>
          <w:p w14:paraId="0FABFB22" w14:textId="1F2EDA3E" w:rsidR="00406A5B" w:rsidRPr="006D0CC7" w:rsidRDefault="00406A5B" w:rsidP="001733D4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Adhésif : permanent, base acrylique à usage polyvalent. Bonne résistance aux hautes températures laser, avec un bon « release »</w:t>
            </w:r>
            <w:r w:rsidR="00C56165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.</w:t>
            </w:r>
          </w:p>
          <w:p w14:paraId="53CDF2D0" w14:textId="72BF3FDA" w:rsidR="00406A5B" w:rsidRPr="006D0CC7" w:rsidRDefault="00406A5B" w:rsidP="00C52DDB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Papier d</w:t>
            </w:r>
            <w:r w:rsidR="00C52DDB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orsal : 51g/m2 ISO 536, kraft </w:t>
            </w: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blanchi</w:t>
            </w:r>
            <w:r w:rsidR="00C52DDB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de bonne qualité</w:t>
            </w: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sans bois à base de pâtes, sans chlore (</w:t>
            </w:r>
            <w:r w:rsidR="00C52DDB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TCF</w:t>
            </w: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)</w:t>
            </w:r>
            <w:r w:rsidR="00231385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.</w:t>
            </w:r>
          </w:p>
        </w:tc>
        <w:tc>
          <w:tcPr>
            <w:tcW w:w="1909" w:type="dxa"/>
          </w:tcPr>
          <w:p w14:paraId="1EE8ED88" w14:textId="77777777" w:rsidR="00406A5B" w:rsidRPr="006D0CC7" w:rsidRDefault="00406A5B" w:rsidP="001733D4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68ED3752" w14:textId="77777777" w:rsidR="00406A5B" w:rsidRPr="006D0CC7" w:rsidRDefault="00406A5B" w:rsidP="001733D4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6F70387A" w14:textId="0515BC56" w:rsidR="00406A5B" w:rsidRPr="006D0CC7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Obligatoire</w:t>
            </w:r>
          </w:p>
        </w:tc>
      </w:tr>
      <w:tr w:rsidR="003B01E8" w:rsidRPr="006D0CC7" w14:paraId="741F093E" w14:textId="77777777" w:rsidTr="001733D4">
        <w:tc>
          <w:tcPr>
            <w:tcW w:w="1846" w:type="dxa"/>
          </w:tcPr>
          <w:p w14:paraId="1FBABB92" w14:textId="2064A9FB" w:rsidR="003B01E8" w:rsidRPr="006D0CC7" w:rsidRDefault="003B01E8" w:rsidP="001733D4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Qualité adhésive de l’étiquette</w:t>
            </w:r>
          </w:p>
        </w:tc>
        <w:tc>
          <w:tcPr>
            <w:tcW w:w="5459" w:type="dxa"/>
          </w:tcPr>
          <w:p w14:paraId="59BA9DBD" w14:textId="2D69BC8A" w:rsidR="007F722C" w:rsidRPr="006D0CC7" w:rsidRDefault="003B01E8" w:rsidP="001733D4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Les </w:t>
            </w:r>
            <w:r w:rsidR="00102030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étiquettes P1 Admissions Blanches</w:t>
            </w:r>
            <w:r w:rsidR="00034813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, les </w:t>
            </w:r>
            <w:r w:rsidR="00034813" w:rsidRPr="007F722C">
              <w:rPr>
                <w:rFonts w:ascii="Open Sans" w:hAnsi="Open Sans" w:cs="Open Sans"/>
                <w:iCs/>
                <w:color w:val="auto"/>
                <w:sz w:val="18"/>
                <w:szCs w:val="18"/>
              </w:rPr>
              <w:t>étiquette</w:t>
            </w:r>
            <w:r w:rsidR="00034813">
              <w:rPr>
                <w:rFonts w:ascii="Open Sans" w:hAnsi="Open Sans" w:cs="Open Sans"/>
                <w:iCs/>
                <w:color w:val="auto"/>
                <w:sz w:val="18"/>
                <w:szCs w:val="18"/>
              </w:rPr>
              <w:t>s</w:t>
            </w:r>
            <w:r w:rsidR="00034813" w:rsidRPr="007F722C">
              <w:rPr>
                <w:rFonts w:ascii="Open Sans" w:hAnsi="Open Sans" w:cs="Open Sans"/>
                <w:iCs/>
                <w:color w:val="auto"/>
                <w:sz w:val="18"/>
                <w:szCs w:val="18"/>
              </w:rPr>
              <w:t xml:space="preserve"> </w:t>
            </w:r>
            <w:r w:rsidR="00034813">
              <w:rPr>
                <w:rFonts w:ascii="Open Sans" w:hAnsi="Open Sans" w:cs="Open Sans"/>
                <w:iCs/>
                <w:color w:val="auto"/>
                <w:sz w:val="18"/>
                <w:szCs w:val="18"/>
              </w:rPr>
              <w:t>P</w:t>
            </w:r>
            <w:r w:rsidR="00034813" w:rsidRPr="007F722C">
              <w:rPr>
                <w:rFonts w:ascii="Open Sans" w:hAnsi="Open Sans" w:cs="Open Sans"/>
                <w:iCs/>
                <w:color w:val="auto"/>
                <w:sz w:val="18"/>
                <w:szCs w:val="18"/>
              </w:rPr>
              <w:t>1 admission blanche adhésive renforcée spécial labo</w:t>
            </w:r>
            <w:r w:rsidR="00034813">
              <w:rPr>
                <w:rFonts w:ascii="Open Sans" w:hAnsi="Open Sans" w:cs="Open Sans"/>
                <w:iCs/>
                <w:color w:val="auto"/>
                <w:sz w:val="18"/>
                <w:szCs w:val="18"/>
              </w:rPr>
              <w:t>,</w:t>
            </w:r>
            <w:r w:rsidR="00034813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</w:t>
            </w:r>
            <w:r w:rsidR="00102030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et les étiquettes P1 Admissions Jaunes </w:t>
            </w: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doivent pouvoir supporter des passages en automates de laboratoire </w:t>
            </w:r>
            <w:r w:rsidR="000E2A13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où elles sont soumises</w:t>
            </w:r>
            <w:r w:rsidR="00102030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à un environnement hostile </w:t>
            </w:r>
            <w:r w:rsidRPr="006505F6">
              <w:rPr>
                <w:rFonts w:ascii="Open Sans" w:hAnsi="Open Sans" w:cs="Open Sans"/>
                <w:b/>
                <w:bCs/>
                <w:color w:val="auto"/>
                <w:sz w:val="18"/>
                <w:szCs w:val="18"/>
              </w:rPr>
              <w:t>sans aucun décollement de l’étiquette de son support (tubes à essais notamment)</w:t>
            </w:r>
            <w:r w:rsidR="007F722C" w:rsidRPr="006505F6">
              <w:rPr>
                <w:rFonts w:ascii="Open Sans" w:hAnsi="Open Sans" w:cs="Open Sans"/>
                <w:b/>
                <w:bCs/>
                <w:color w:val="auto"/>
                <w:sz w:val="18"/>
                <w:szCs w:val="18"/>
              </w:rPr>
              <w:t>.</w:t>
            </w:r>
          </w:p>
        </w:tc>
        <w:tc>
          <w:tcPr>
            <w:tcW w:w="1909" w:type="dxa"/>
          </w:tcPr>
          <w:p w14:paraId="6BB01CE3" w14:textId="77777777" w:rsidR="00102030" w:rsidRPr="006D0CC7" w:rsidRDefault="00102030" w:rsidP="00102030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6A82F05A" w14:textId="77777777" w:rsidR="00102030" w:rsidRPr="006D0CC7" w:rsidRDefault="00102030" w:rsidP="00102030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6742435C" w14:textId="0E15D8B3" w:rsidR="003B01E8" w:rsidRPr="006D0CC7" w:rsidRDefault="00034813" w:rsidP="00102030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Obligatoire</w:t>
            </w:r>
          </w:p>
        </w:tc>
      </w:tr>
      <w:tr w:rsidR="00406A5B" w:rsidRPr="006D0CC7" w14:paraId="24BCE898" w14:textId="77777777" w:rsidTr="001733D4">
        <w:tc>
          <w:tcPr>
            <w:tcW w:w="1846" w:type="dxa"/>
          </w:tcPr>
          <w:p w14:paraId="377D2AA3" w14:textId="2CE22B11" w:rsidR="00406A5B" w:rsidRPr="008E5605" w:rsidRDefault="00406A5B" w:rsidP="001733D4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8E5605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Impression</w:t>
            </w:r>
          </w:p>
          <w:p w14:paraId="219CACFE" w14:textId="60FEA59D" w:rsidR="00406A5B" w:rsidRPr="008E5605" w:rsidRDefault="00406A5B" w:rsidP="00D918B2">
            <w:pPr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  <w:tc>
          <w:tcPr>
            <w:tcW w:w="5459" w:type="dxa"/>
          </w:tcPr>
          <w:p w14:paraId="2771C6A1" w14:textId="66928176" w:rsidR="00406A5B" w:rsidRPr="008E5605" w:rsidRDefault="00406A5B" w:rsidP="001733D4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8E5605">
              <w:rPr>
                <w:rFonts w:ascii="Open Sans" w:hAnsi="Open Sans" w:cs="Open Sans"/>
                <w:color w:val="auto"/>
                <w:sz w:val="18"/>
                <w:szCs w:val="18"/>
              </w:rPr>
              <w:t>Au verso de la planche : une impression permettant de reconnaître le sens du papier dans l'imprimante.</w:t>
            </w:r>
          </w:p>
        </w:tc>
        <w:tc>
          <w:tcPr>
            <w:tcW w:w="1909" w:type="dxa"/>
          </w:tcPr>
          <w:p w14:paraId="52DDE0C2" w14:textId="2EE18252" w:rsidR="00406A5B" w:rsidRPr="008E5605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8E5605">
              <w:rPr>
                <w:rFonts w:ascii="Open Sans" w:hAnsi="Open Sans" w:cs="Open Sans"/>
                <w:color w:val="auto"/>
                <w:sz w:val="18"/>
                <w:szCs w:val="18"/>
              </w:rPr>
              <w:t>Souhaité</w:t>
            </w:r>
          </w:p>
          <w:p w14:paraId="3829555F" w14:textId="2205487A" w:rsidR="00406A5B" w:rsidRPr="008E5605" w:rsidRDefault="00406A5B" w:rsidP="00D918B2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</w:tr>
      <w:tr w:rsidR="00AE157A" w:rsidRPr="006D0CC7" w14:paraId="0B739A51" w14:textId="77777777" w:rsidTr="001733D4">
        <w:tc>
          <w:tcPr>
            <w:tcW w:w="1846" w:type="dxa"/>
          </w:tcPr>
          <w:p w14:paraId="593F30EE" w14:textId="24245420" w:rsidR="00AE157A" w:rsidRPr="003D2E5E" w:rsidRDefault="00AE157A" w:rsidP="001733D4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3D2E5E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Impression</w:t>
            </w:r>
          </w:p>
        </w:tc>
        <w:tc>
          <w:tcPr>
            <w:tcW w:w="5459" w:type="dxa"/>
          </w:tcPr>
          <w:p w14:paraId="68450FB9" w14:textId="31C583A5" w:rsidR="00AE157A" w:rsidRPr="003D2E5E" w:rsidRDefault="00AE157A" w:rsidP="001733D4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3D2E5E">
              <w:rPr>
                <w:rFonts w:ascii="Open Sans" w:hAnsi="Open Sans" w:cs="Open Sans"/>
                <w:color w:val="auto"/>
                <w:sz w:val="18"/>
                <w:szCs w:val="18"/>
              </w:rPr>
              <w:t>Au verso de la planche : une impression permettant d’identifier la référence du produit</w:t>
            </w:r>
          </w:p>
        </w:tc>
        <w:tc>
          <w:tcPr>
            <w:tcW w:w="1909" w:type="dxa"/>
          </w:tcPr>
          <w:p w14:paraId="3C791050" w14:textId="75A79C02" w:rsidR="00AE157A" w:rsidRPr="003D2E5E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3D2E5E">
              <w:rPr>
                <w:rFonts w:ascii="Open Sans" w:hAnsi="Open Sans" w:cs="Open Sans"/>
                <w:color w:val="auto"/>
                <w:sz w:val="18"/>
                <w:szCs w:val="18"/>
              </w:rPr>
              <w:t>Souhaité</w:t>
            </w:r>
          </w:p>
        </w:tc>
      </w:tr>
      <w:tr w:rsidR="00406A5B" w:rsidRPr="006D0CC7" w14:paraId="1499B97C" w14:textId="77777777" w:rsidTr="001733D4">
        <w:tc>
          <w:tcPr>
            <w:tcW w:w="1846" w:type="dxa"/>
          </w:tcPr>
          <w:p w14:paraId="7E33C2D7" w14:textId="77777777" w:rsidR="00406A5B" w:rsidRPr="006D0CC7" w:rsidRDefault="00406A5B" w:rsidP="001733D4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Colisage</w:t>
            </w:r>
          </w:p>
        </w:tc>
        <w:tc>
          <w:tcPr>
            <w:tcW w:w="5459" w:type="dxa"/>
          </w:tcPr>
          <w:p w14:paraId="22C6B814" w14:textId="77777777" w:rsidR="00406A5B" w:rsidRPr="006D0CC7" w:rsidRDefault="00406A5B" w:rsidP="001733D4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Carton de 1000 planches </w:t>
            </w:r>
          </w:p>
        </w:tc>
        <w:tc>
          <w:tcPr>
            <w:tcW w:w="1909" w:type="dxa"/>
          </w:tcPr>
          <w:p w14:paraId="3C90A86A" w14:textId="66E54451" w:rsidR="00406A5B" w:rsidRPr="006D0CC7" w:rsidRDefault="00034813" w:rsidP="001733D4">
            <w:pPr>
              <w:tabs>
                <w:tab w:val="left" w:pos="2250"/>
              </w:tabs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Souhaité</w:t>
            </w:r>
          </w:p>
        </w:tc>
      </w:tr>
      <w:tr w:rsidR="00406A5B" w:rsidRPr="006D0CC7" w14:paraId="677A31F7" w14:textId="77777777" w:rsidTr="001733D4">
        <w:tc>
          <w:tcPr>
            <w:tcW w:w="1846" w:type="dxa"/>
          </w:tcPr>
          <w:p w14:paraId="686D8EC1" w14:textId="77777777" w:rsidR="00406A5B" w:rsidRPr="006D0CC7" w:rsidRDefault="00406A5B" w:rsidP="001733D4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Livraison</w:t>
            </w:r>
          </w:p>
        </w:tc>
        <w:tc>
          <w:tcPr>
            <w:tcW w:w="5459" w:type="dxa"/>
          </w:tcPr>
          <w:p w14:paraId="4E0A719B" w14:textId="77777777" w:rsidR="00406A5B" w:rsidRPr="006D0CC7" w:rsidRDefault="00406A5B" w:rsidP="001733D4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Le délai de livraison est fixé à 72H00 maximum à réception du bon de commande. Ce délai de livraison doit permettre au titulaire l’optimisation de sa logistique.</w:t>
            </w:r>
          </w:p>
        </w:tc>
        <w:tc>
          <w:tcPr>
            <w:tcW w:w="1909" w:type="dxa"/>
          </w:tcPr>
          <w:p w14:paraId="01B52BF1" w14:textId="77777777" w:rsidR="00406A5B" w:rsidRPr="006D0CC7" w:rsidRDefault="00406A5B" w:rsidP="001733D4">
            <w:pPr>
              <w:tabs>
                <w:tab w:val="left" w:pos="2250"/>
              </w:tabs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1E636DDB" w14:textId="72AFE6B5" w:rsidR="00406A5B" w:rsidRPr="006D0CC7" w:rsidRDefault="00034813" w:rsidP="001733D4">
            <w:pPr>
              <w:tabs>
                <w:tab w:val="left" w:pos="2250"/>
              </w:tabs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Obligatoire</w:t>
            </w:r>
          </w:p>
        </w:tc>
      </w:tr>
    </w:tbl>
    <w:p w14:paraId="320FD62A" w14:textId="77777777" w:rsidR="00406A5B" w:rsidRPr="006D0CC7" w:rsidRDefault="00406A5B" w:rsidP="00406A5B">
      <w:pPr>
        <w:rPr>
          <w:rFonts w:ascii="Open Sans" w:hAnsi="Open Sans" w:cs="Open Sans"/>
          <w:color w:val="auto"/>
          <w:sz w:val="18"/>
          <w:szCs w:val="18"/>
        </w:rPr>
      </w:pPr>
    </w:p>
    <w:p w14:paraId="6A7D6BB0" w14:textId="36BC8006" w:rsidR="001B57B6" w:rsidRPr="006D0CC7" w:rsidRDefault="001B57B6" w:rsidP="001C702F">
      <w:pPr>
        <w:rPr>
          <w:rFonts w:ascii="Open Sans" w:hAnsi="Open Sans" w:cs="Open Sans"/>
          <w:color w:val="auto"/>
          <w:sz w:val="18"/>
          <w:szCs w:val="18"/>
        </w:rPr>
      </w:pPr>
    </w:p>
    <w:p w14:paraId="43055D32" w14:textId="77777777" w:rsidR="001C702F" w:rsidRPr="006D0CC7" w:rsidRDefault="001C702F" w:rsidP="001C702F">
      <w:pPr>
        <w:rPr>
          <w:rFonts w:ascii="Open Sans" w:hAnsi="Open Sans" w:cs="Open Sans"/>
          <w:color w:val="auto"/>
          <w:sz w:val="18"/>
          <w:szCs w:val="18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6"/>
        <w:gridCol w:w="5459"/>
        <w:gridCol w:w="1909"/>
      </w:tblGrid>
      <w:tr w:rsidR="001C702F" w:rsidRPr="006D0CC7" w14:paraId="574B889D" w14:textId="77777777" w:rsidTr="00DA1BA7">
        <w:tc>
          <w:tcPr>
            <w:tcW w:w="1846" w:type="dxa"/>
          </w:tcPr>
          <w:p w14:paraId="1F82542C" w14:textId="77777777" w:rsidR="001C702F" w:rsidRPr="006D0CC7" w:rsidRDefault="001C702F" w:rsidP="00DA1BA7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Etiquettes</w:t>
            </w:r>
          </w:p>
        </w:tc>
        <w:tc>
          <w:tcPr>
            <w:tcW w:w="5459" w:type="dxa"/>
          </w:tcPr>
          <w:p w14:paraId="65E3EACF" w14:textId="77777777" w:rsidR="001C702F" w:rsidRPr="006D0CC7" w:rsidRDefault="001C702F" w:rsidP="00DA1BA7">
            <w:pPr>
              <w:ind w:left="-1063" w:firstLine="1063"/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Caractéristiques techniques</w:t>
            </w:r>
          </w:p>
        </w:tc>
        <w:tc>
          <w:tcPr>
            <w:tcW w:w="1909" w:type="dxa"/>
          </w:tcPr>
          <w:p w14:paraId="73B3E455" w14:textId="77777777" w:rsidR="001C702F" w:rsidRPr="006D0CC7" w:rsidRDefault="001C702F" w:rsidP="00DA1BA7">
            <w:pPr>
              <w:ind w:left="-1063" w:firstLine="1063"/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Flexibilité</w:t>
            </w:r>
          </w:p>
        </w:tc>
      </w:tr>
      <w:tr w:rsidR="001C702F" w:rsidRPr="006D0CC7" w14:paraId="70A1F7A7" w14:textId="77777777" w:rsidTr="00034813">
        <w:tc>
          <w:tcPr>
            <w:tcW w:w="1846" w:type="dxa"/>
            <w:vAlign w:val="center"/>
          </w:tcPr>
          <w:p w14:paraId="07C4D311" w14:textId="79F0373C" w:rsidR="001C702F" w:rsidRPr="006D0CC7" w:rsidRDefault="00F75A38" w:rsidP="00034813">
            <w:pPr>
              <w:pStyle w:val="Corpsdetexte2"/>
              <w:jc w:val="center"/>
              <w:rPr>
                <w:rFonts w:ascii="Open Sans" w:hAnsi="Open Sans" w:cs="Open Sans"/>
                <w:bCs w:val="0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Cs w:val="0"/>
                <w:color w:val="auto"/>
                <w:sz w:val="18"/>
                <w:szCs w:val="18"/>
              </w:rPr>
              <w:t>Qualité</w:t>
            </w:r>
            <w:r w:rsidR="001C702F" w:rsidRPr="006D0CC7">
              <w:rPr>
                <w:rFonts w:ascii="Open Sans" w:hAnsi="Open Sans" w:cs="Open Sans"/>
                <w:bCs w:val="0"/>
                <w:color w:val="auto"/>
                <w:sz w:val="18"/>
                <w:szCs w:val="18"/>
              </w:rPr>
              <w:t xml:space="preserve"> du papier</w:t>
            </w:r>
          </w:p>
          <w:p w14:paraId="24E1F976" w14:textId="77777777" w:rsidR="001C702F" w:rsidRPr="006D0CC7" w:rsidRDefault="001C702F" w:rsidP="00034813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  <w:tc>
          <w:tcPr>
            <w:tcW w:w="5459" w:type="dxa"/>
          </w:tcPr>
          <w:p w14:paraId="0C2BE5E2" w14:textId="27277F84" w:rsidR="001C702F" w:rsidRPr="006D0CC7" w:rsidRDefault="00BF473F" w:rsidP="00C52DDB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Papier de bonne qualité sans bois à base de pâtes à papier sans chlore (TCF) de bonne opacité, assurant une bonne fixation du toner pour photocopie et impression laser.</w:t>
            </w:r>
          </w:p>
        </w:tc>
        <w:tc>
          <w:tcPr>
            <w:tcW w:w="1909" w:type="dxa"/>
          </w:tcPr>
          <w:p w14:paraId="0B1EC38E" w14:textId="77777777" w:rsidR="001C702F" w:rsidRPr="006D0CC7" w:rsidRDefault="001C702F" w:rsidP="00DA1BA7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3640D7C2" w14:textId="6F14CF83" w:rsidR="001C702F" w:rsidRPr="006D0CC7" w:rsidRDefault="00034813" w:rsidP="00DA1BA7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Variante</w:t>
            </w:r>
          </w:p>
        </w:tc>
      </w:tr>
      <w:tr w:rsidR="001C702F" w:rsidRPr="006D0CC7" w14:paraId="4810AE8E" w14:textId="77777777" w:rsidTr="00034813">
        <w:tc>
          <w:tcPr>
            <w:tcW w:w="1846" w:type="dxa"/>
            <w:vAlign w:val="center"/>
          </w:tcPr>
          <w:p w14:paraId="10A6BB21" w14:textId="77777777" w:rsidR="001C702F" w:rsidRPr="006D0CC7" w:rsidRDefault="001C702F" w:rsidP="00034813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Grammage</w:t>
            </w:r>
          </w:p>
        </w:tc>
        <w:tc>
          <w:tcPr>
            <w:tcW w:w="5459" w:type="dxa"/>
          </w:tcPr>
          <w:p w14:paraId="6765A565" w14:textId="77777777" w:rsidR="001C702F" w:rsidRPr="006D0CC7" w:rsidRDefault="001C702F" w:rsidP="00DA1BA7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Frontal : 68g /m2 ISO 536</w:t>
            </w:r>
          </w:p>
          <w:p w14:paraId="41870DAD" w14:textId="77777777" w:rsidR="001C702F" w:rsidRPr="006D0CC7" w:rsidRDefault="001C702F" w:rsidP="00DA1BA7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Adhésif : permanent, base acrylique à usage polyvalent. Bonne résistance aux hautes températures laser, avec un bon « release ».</w:t>
            </w:r>
          </w:p>
          <w:p w14:paraId="75247498" w14:textId="2E018D20" w:rsidR="001C702F" w:rsidRPr="006D0CC7" w:rsidRDefault="00BF473F" w:rsidP="00C52DDB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Papier dorsal : 51g/m2 ISO 536, kraft blanchi de bonne qualité sans bois à base de pâtes, sans chlore (TCF)</w:t>
            </w:r>
            <w:r w:rsidR="00231385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.</w:t>
            </w:r>
          </w:p>
        </w:tc>
        <w:tc>
          <w:tcPr>
            <w:tcW w:w="1909" w:type="dxa"/>
          </w:tcPr>
          <w:p w14:paraId="1299E7C1" w14:textId="77777777" w:rsidR="001C702F" w:rsidRPr="006D0CC7" w:rsidRDefault="001C702F" w:rsidP="00DA1BA7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355C8665" w14:textId="77777777" w:rsidR="001C702F" w:rsidRPr="006D0CC7" w:rsidRDefault="001C702F" w:rsidP="00DA1BA7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399C9BC5" w14:textId="501B83D7" w:rsidR="001C702F" w:rsidRPr="006D0CC7" w:rsidRDefault="00034813" w:rsidP="00DA1BA7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Variante</w:t>
            </w:r>
          </w:p>
        </w:tc>
      </w:tr>
    </w:tbl>
    <w:p w14:paraId="2A5B1166" w14:textId="77777777" w:rsidR="001B57B6" w:rsidRPr="006D0CC7" w:rsidRDefault="001B57B6" w:rsidP="00D918B2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7D3A2ADB" w14:textId="77777777" w:rsidR="001B57B6" w:rsidRPr="006D0CC7" w:rsidRDefault="001B57B6" w:rsidP="00D918B2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239DB58D" w14:textId="2B9A6BE9" w:rsidR="00BD695E" w:rsidRDefault="00BD695E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>
        <w:rPr>
          <w:rFonts w:ascii="Open Sans" w:hAnsi="Open Sans" w:cs="Open Sans"/>
          <w:b/>
          <w:color w:val="auto"/>
          <w:sz w:val="18"/>
          <w:szCs w:val="18"/>
          <w:u w:val="single"/>
        </w:rPr>
        <w:br w:type="page"/>
      </w:r>
    </w:p>
    <w:p w14:paraId="5E2A88A8" w14:textId="77777777" w:rsidR="001B57B6" w:rsidRPr="006D0CC7" w:rsidRDefault="001B57B6" w:rsidP="00D918B2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00922861" w14:textId="520A0CB5" w:rsidR="00AE157A" w:rsidRPr="006D0CC7" w:rsidRDefault="00AE157A" w:rsidP="00D918B2">
      <w:pPr>
        <w:jc w:val="left"/>
        <w:rPr>
          <w:rFonts w:ascii="Open Sans" w:hAnsi="Open Sans" w:cs="Open Sans"/>
          <w:b/>
          <w:color w:val="auto"/>
          <w:sz w:val="18"/>
          <w:szCs w:val="18"/>
        </w:rPr>
      </w:pPr>
      <w:r w:rsidRPr="006D0CC7"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Spécifications techniques du </w:t>
      </w:r>
      <w:r w:rsidR="00582982">
        <w:rPr>
          <w:rFonts w:ascii="Open Sans" w:hAnsi="Open Sans" w:cs="Open Sans"/>
          <w:b/>
          <w:color w:val="auto"/>
          <w:sz w:val="18"/>
          <w:szCs w:val="18"/>
          <w:u w:val="single"/>
        </w:rPr>
        <w:t>lot 1</w:t>
      </w:r>
      <w:r w:rsidR="000143DB" w:rsidRPr="006D0CC7"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 : </w:t>
      </w:r>
    </w:p>
    <w:p w14:paraId="0223C684" w14:textId="77777777" w:rsidR="00AE157A" w:rsidRPr="006D0CC7" w:rsidRDefault="00AE157A" w:rsidP="00AE157A">
      <w:pPr>
        <w:rPr>
          <w:rFonts w:ascii="Open Sans" w:hAnsi="Open Sans" w:cs="Open Sans"/>
          <w:color w:val="auto"/>
          <w:sz w:val="18"/>
          <w:szCs w:val="1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559"/>
        <w:gridCol w:w="5273"/>
        <w:gridCol w:w="1276"/>
      </w:tblGrid>
      <w:tr w:rsidR="00AE157A" w:rsidRPr="006D0CC7" w14:paraId="0DB8D6D6" w14:textId="77777777" w:rsidTr="00CB1F39">
        <w:tc>
          <w:tcPr>
            <w:tcW w:w="1101" w:type="dxa"/>
            <w:shd w:val="clear" w:color="auto" w:fill="auto"/>
          </w:tcPr>
          <w:p w14:paraId="31836F0D" w14:textId="77777777" w:rsidR="00AE157A" w:rsidRPr="006D0CC7" w:rsidRDefault="00AE157A" w:rsidP="001733D4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N° d’article</w:t>
            </w:r>
          </w:p>
        </w:tc>
        <w:tc>
          <w:tcPr>
            <w:tcW w:w="1559" w:type="dxa"/>
            <w:shd w:val="clear" w:color="auto" w:fill="auto"/>
          </w:tcPr>
          <w:p w14:paraId="1A48146F" w14:textId="77777777" w:rsidR="00AE157A" w:rsidRPr="006D0CC7" w:rsidRDefault="00AE157A" w:rsidP="001733D4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Libellé du produit</w:t>
            </w:r>
          </w:p>
        </w:tc>
        <w:tc>
          <w:tcPr>
            <w:tcW w:w="5273" w:type="dxa"/>
            <w:shd w:val="clear" w:color="auto" w:fill="auto"/>
          </w:tcPr>
          <w:p w14:paraId="5A44B52F" w14:textId="77777777" w:rsidR="00AE157A" w:rsidRPr="006D0CC7" w:rsidRDefault="00AE157A" w:rsidP="001733D4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Spécifications techniques</w:t>
            </w:r>
          </w:p>
        </w:tc>
        <w:tc>
          <w:tcPr>
            <w:tcW w:w="1276" w:type="dxa"/>
            <w:shd w:val="clear" w:color="auto" w:fill="auto"/>
          </w:tcPr>
          <w:p w14:paraId="18E7BFE1" w14:textId="77777777" w:rsidR="00AE157A" w:rsidRPr="006D0CC7" w:rsidRDefault="00AE157A" w:rsidP="001733D4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Flexibilité</w:t>
            </w:r>
          </w:p>
        </w:tc>
      </w:tr>
      <w:tr w:rsidR="00AE157A" w:rsidRPr="006D0CC7" w14:paraId="0772C17A" w14:textId="77777777" w:rsidTr="00CB1F39">
        <w:trPr>
          <w:trHeight w:val="3245"/>
        </w:trPr>
        <w:tc>
          <w:tcPr>
            <w:tcW w:w="1101" w:type="dxa"/>
            <w:shd w:val="clear" w:color="auto" w:fill="auto"/>
            <w:vAlign w:val="center"/>
          </w:tcPr>
          <w:p w14:paraId="071676C9" w14:textId="77777777" w:rsidR="00AE157A" w:rsidRPr="006D0CC7" w:rsidRDefault="00AE157A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D7A27D" w14:textId="1D3A31EC" w:rsidR="00AE157A" w:rsidRPr="006D0CC7" w:rsidRDefault="00AE157A" w:rsidP="00536B1F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Etiquettes P1 blanches Admission </w:t>
            </w:r>
          </w:p>
        </w:tc>
        <w:tc>
          <w:tcPr>
            <w:tcW w:w="5273" w:type="dxa"/>
            <w:shd w:val="clear" w:color="auto" w:fill="auto"/>
          </w:tcPr>
          <w:p w14:paraId="028141FF" w14:textId="77777777" w:rsidR="00AE157A" w:rsidRPr="006D0CC7" w:rsidRDefault="00AE157A" w:rsidP="001733D4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33CD8A09" w14:textId="77777777" w:rsidR="00AE157A" w:rsidRPr="006D0CC7" w:rsidRDefault="00AE157A" w:rsidP="001733D4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Format des planches </w:t>
            </w: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: L210mmx H297mm</w:t>
            </w: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(210 x 11’’ 4/6)</w:t>
            </w:r>
          </w:p>
          <w:p w14:paraId="6F35502A" w14:textId="77777777" w:rsidR="00AE157A" w:rsidRPr="006D0CC7" w:rsidRDefault="00AE157A" w:rsidP="001733D4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Etiquettes à coin droits séparées par découpe à la lame.</w:t>
            </w:r>
          </w:p>
          <w:p w14:paraId="6B514461" w14:textId="77777777" w:rsidR="00AE157A" w:rsidRPr="006D0CC7" w:rsidRDefault="00AE157A" w:rsidP="001733D4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Façonnage : découpe de 44 étiquettes format 50x25, 3mm (4de front et 11 en hauteur).</w:t>
            </w:r>
          </w:p>
          <w:p w14:paraId="27B93773" w14:textId="77777777" w:rsidR="00AE157A" w:rsidRPr="006D0CC7" w:rsidRDefault="00AE157A" w:rsidP="001733D4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Marges : en tête 9,2 mm, en pied 9,2mm, latérales 5 mm pas de découpe dans les marges tête, pied et latérales </w:t>
            </w:r>
          </w:p>
          <w:p w14:paraId="0790F426" w14:textId="77777777" w:rsidR="00AE157A" w:rsidRPr="006D0CC7" w:rsidRDefault="00AE157A" w:rsidP="001733D4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Support d’impression (matériel frontal)</w:t>
            </w:r>
          </w:p>
          <w:p w14:paraId="5EF30036" w14:textId="77777777" w:rsidR="00AE157A" w:rsidRPr="006D0CC7" w:rsidRDefault="00AE157A" w:rsidP="001733D4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Couleur de l’étiquette : Blanc</w:t>
            </w:r>
          </w:p>
          <w:p w14:paraId="2B5C107A" w14:textId="77777777" w:rsidR="00AE157A" w:rsidRPr="006D0CC7" w:rsidRDefault="00AE157A" w:rsidP="001733D4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F0F1A4" w14:textId="3A14B548" w:rsidR="00AE157A" w:rsidRPr="006D0CC7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Obligatoire</w:t>
            </w:r>
          </w:p>
        </w:tc>
      </w:tr>
      <w:tr w:rsidR="00034813" w:rsidRPr="006D0CC7" w14:paraId="1F03A422" w14:textId="77777777" w:rsidTr="00525BFA">
        <w:trPr>
          <w:trHeight w:val="1969"/>
        </w:trPr>
        <w:tc>
          <w:tcPr>
            <w:tcW w:w="1101" w:type="dxa"/>
            <w:shd w:val="clear" w:color="auto" w:fill="auto"/>
            <w:vAlign w:val="center"/>
          </w:tcPr>
          <w:p w14:paraId="19897253" w14:textId="24B20BED" w:rsidR="00034813" w:rsidRPr="006D0CC7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F3981E" w14:textId="5EACC297" w:rsidR="00034813" w:rsidRPr="006D0CC7" w:rsidRDefault="00034813" w:rsidP="00536B1F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D92DBF">
              <w:rPr>
                <w:rFonts w:ascii="Open Sans" w:hAnsi="Open Sans" w:cs="Open Sans"/>
                <w:iCs/>
                <w:sz w:val="18"/>
                <w:szCs w:val="18"/>
              </w:rPr>
              <w:t>ETIQUETTE P1 ADMISSION BLANCHE AD</w:t>
            </w:r>
            <w:r>
              <w:rPr>
                <w:rFonts w:ascii="Open Sans" w:hAnsi="Open Sans" w:cs="Open Sans"/>
                <w:iCs/>
                <w:sz w:val="18"/>
                <w:szCs w:val="18"/>
              </w:rPr>
              <w:t>H</w:t>
            </w:r>
            <w:r w:rsidRPr="00D92DBF">
              <w:rPr>
                <w:rFonts w:ascii="Open Sans" w:hAnsi="Open Sans" w:cs="Open Sans"/>
                <w:iCs/>
                <w:sz w:val="18"/>
                <w:szCs w:val="18"/>
              </w:rPr>
              <w:t>ESIVE RENFORCEE SPECIAL LABO</w:t>
            </w:r>
          </w:p>
        </w:tc>
        <w:tc>
          <w:tcPr>
            <w:tcW w:w="5273" w:type="dxa"/>
            <w:shd w:val="clear" w:color="auto" w:fill="auto"/>
          </w:tcPr>
          <w:p w14:paraId="02971C48" w14:textId="77777777" w:rsidR="00034813" w:rsidRPr="006D0CC7" w:rsidRDefault="00034813" w:rsidP="00034813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Format des planches </w:t>
            </w: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: L210mmx H297mm</w:t>
            </w: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(210 x 11’’ 4/6)</w:t>
            </w:r>
          </w:p>
          <w:p w14:paraId="7A24952C" w14:textId="77777777" w:rsidR="00034813" w:rsidRPr="006D0CC7" w:rsidRDefault="00034813" w:rsidP="00034813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Etiquettes à coin droits séparées par découpe à la lame.</w:t>
            </w:r>
          </w:p>
          <w:p w14:paraId="687BC0D4" w14:textId="77777777" w:rsidR="00034813" w:rsidRPr="006D0CC7" w:rsidRDefault="00034813" w:rsidP="00034813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Façonnage : découpe de 44 étiquettes format 50x25, 3mm (4de front et 11 en hauteur).</w:t>
            </w:r>
          </w:p>
          <w:p w14:paraId="6EA181EB" w14:textId="77777777" w:rsidR="00034813" w:rsidRPr="006D0CC7" w:rsidRDefault="00034813" w:rsidP="00034813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Marges : en tête 9,2 mm, en pied 9,2mm, latérales 5 mm pas de découpe dans les marges tête, pied et latérales </w:t>
            </w:r>
          </w:p>
          <w:p w14:paraId="45020CB5" w14:textId="77777777" w:rsidR="00034813" w:rsidRPr="006D0CC7" w:rsidRDefault="00034813" w:rsidP="00034813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Support d’impression (matériel frontal)</w:t>
            </w:r>
          </w:p>
          <w:p w14:paraId="7AAE4ACD" w14:textId="77777777" w:rsidR="00034813" w:rsidRPr="006D0CC7" w:rsidRDefault="00034813" w:rsidP="00034813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Couleur de l’étiquette : Blanc</w:t>
            </w:r>
          </w:p>
          <w:p w14:paraId="441F990E" w14:textId="77777777" w:rsidR="00034813" w:rsidRPr="006D0CC7" w:rsidRDefault="00034813" w:rsidP="001733D4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3F85FB" w14:textId="09FFD09B" w:rsidR="00034813" w:rsidRPr="006D0CC7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Obligatoire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</w:t>
            </w:r>
          </w:p>
        </w:tc>
      </w:tr>
      <w:tr w:rsidR="00395C2F" w:rsidRPr="006D0CC7" w14:paraId="7E0B71E9" w14:textId="77777777" w:rsidTr="00525BFA">
        <w:trPr>
          <w:trHeight w:val="2014"/>
        </w:trPr>
        <w:tc>
          <w:tcPr>
            <w:tcW w:w="1101" w:type="dxa"/>
            <w:shd w:val="clear" w:color="auto" w:fill="auto"/>
            <w:vAlign w:val="center"/>
          </w:tcPr>
          <w:p w14:paraId="78EF0B34" w14:textId="1B4750BD" w:rsidR="00395C2F" w:rsidRPr="006D0CC7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8DD3B0" w14:textId="2C312994" w:rsidR="00395C2F" w:rsidRPr="006D0CC7" w:rsidRDefault="00395C2F" w:rsidP="00536B1F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bookmarkStart w:id="18" w:name="_Hlk180484713"/>
            <w:r w:rsidRPr="00395C2F">
              <w:rPr>
                <w:rFonts w:ascii="Open Sans" w:hAnsi="Open Sans" w:cs="Open Sans"/>
                <w:color w:val="auto"/>
                <w:sz w:val="18"/>
                <w:szCs w:val="18"/>
              </w:rPr>
              <w:t>ETIQUETTE P1 ADMISSION BLANCHE AD</w:t>
            </w:r>
            <w:r w:rsidR="00970830">
              <w:rPr>
                <w:rFonts w:ascii="Open Sans" w:hAnsi="Open Sans" w:cs="Open Sans"/>
                <w:color w:val="auto"/>
                <w:sz w:val="18"/>
                <w:szCs w:val="18"/>
              </w:rPr>
              <w:t>H</w:t>
            </w:r>
            <w:r w:rsidRPr="00395C2F">
              <w:rPr>
                <w:rFonts w:ascii="Open Sans" w:hAnsi="Open Sans" w:cs="Open Sans"/>
                <w:color w:val="auto"/>
                <w:sz w:val="18"/>
                <w:szCs w:val="18"/>
              </w:rPr>
              <w:t>ESIVE RENFORCEE SPECIAL LABO</w:t>
            </w:r>
            <w:bookmarkEnd w:id="18"/>
          </w:p>
        </w:tc>
        <w:tc>
          <w:tcPr>
            <w:tcW w:w="5273" w:type="dxa"/>
            <w:shd w:val="clear" w:color="auto" w:fill="auto"/>
          </w:tcPr>
          <w:p w14:paraId="12F86FAB" w14:textId="77777777" w:rsidR="00395C2F" w:rsidRPr="00395C2F" w:rsidRDefault="00395C2F" w:rsidP="00395C2F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395C2F">
              <w:rPr>
                <w:rFonts w:ascii="Open Sans" w:hAnsi="Open Sans" w:cs="Open Sans"/>
                <w:color w:val="auto"/>
                <w:sz w:val="18"/>
                <w:szCs w:val="18"/>
              </w:rPr>
              <w:t>Format des planches </w:t>
            </w:r>
            <w:r w:rsidRPr="00395C2F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: L210mmx H297mm</w:t>
            </w:r>
            <w:r w:rsidRPr="00395C2F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(210 x 11’’ 4/6)</w:t>
            </w:r>
          </w:p>
          <w:p w14:paraId="5FE0B249" w14:textId="77777777" w:rsidR="00395C2F" w:rsidRPr="00395C2F" w:rsidRDefault="00395C2F" w:rsidP="00395C2F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395C2F">
              <w:rPr>
                <w:rFonts w:ascii="Open Sans" w:hAnsi="Open Sans" w:cs="Open Sans"/>
                <w:color w:val="auto"/>
                <w:sz w:val="18"/>
                <w:szCs w:val="18"/>
              </w:rPr>
              <w:t>Etiquettes à coin droits séparées par découpe à la lame.</w:t>
            </w:r>
          </w:p>
          <w:p w14:paraId="4A247914" w14:textId="77777777" w:rsidR="00395C2F" w:rsidRPr="00395C2F" w:rsidRDefault="00395C2F" w:rsidP="00395C2F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395C2F">
              <w:rPr>
                <w:rFonts w:ascii="Open Sans" w:hAnsi="Open Sans" w:cs="Open Sans"/>
                <w:color w:val="auto"/>
                <w:sz w:val="18"/>
                <w:szCs w:val="18"/>
              </w:rPr>
              <w:t>Façonnage : découpe de 44 étiquettes format 50x25, 3mm (4de front et 11 en hauteur).</w:t>
            </w:r>
          </w:p>
          <w:p w14:paraId="7445D6F1" w14:textId="77777777" w:rsidR="00395C2F" w:rsidRPr="00395C2F" w:rsidRDefault="00395C2F" w:rsidP="00395C2F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395C2F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Marges : en tête 9,2 mm, en pied 9,2mm, latérales 5 mm pas de découpe dans les marges tête, pied et latérales </w:t>
            </w:r>
          </w:p>
          <w:p w14:paraId="3653E439" w14:textId="77777777" w:rsidR="00395C2F" w:rsidRPr="00395C2F" w:rsidRDefault="00395C2F" w:rsidP="00395C2F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395C2F">
              <w:rPr>
                <w:rFonts w:ascii="Open Sans" w:hAnsi="Open Sans" w:cs="Open Sans"/>
                <w:color w:val="auto"/>
                <w:sz w:val="18"/>
                <w:szCs w:val="18"/>
              </w:rPr>
              <w:t>Support d’impression (matériel frontal)</w:t>
            </w:r>
          </w:p>
          <w:p w14:paraId="4B671E2C" w14:textId="77777777" w:rsidR="00395C2F" w:rsidRPr="00395C2F" w:rsidRDefault="00395C2F" w:rsidP="00395C2F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395C2F">
              <w:rPr>
                <w:rFonts w:ascii="Open Sans" w:hAnsi="Open Sans" w:cs="Open Sans"/>
                <w:color w:val="auto"/>
                <w:sz w:val="18"/>
                <w:szCs w:val="18"/>
              </w:rPr>
              <w:t>Couleur de l’étiquette : Blanc</w:t>
            </w:r>
          </w:p>
          <w:p w14:paraId="2CFEBBEA" w14:textId="77777777" w:rsidR="00395C2F" w:rsidRPr="006D0CC7" w:rsidRDefault="00395C2F" w:rsidP="001733D4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7BC398" w14:textId="26A53D66" w:rsidR="00395C2F" w:rsidRPr="006D0CC7" w:rsidRDefault="00970830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Obligatoire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</w:t>
            </w:r>
          </w:p>
        </w:tc>
      </w:tr>
      <w:tr w:rsidR="00BD1D4D" w:rsidRPr="006D0CC7" w14:paraId="1EBDBDA7" w14:textId="77777777" w:rsidTr="00CB1F39">
        <w:trPr>
          <w:trHeight w:val="32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3213E" w14:textId="55157E68" w:rsidR="00BD1D4D" w:rsidRPr="006D0CC7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F0E8D" w14:textId="5C99E6C0" w:rsidR="00BD1D4D" w:rsidRPr="006D0CC7" w:rsidRDefault="00BD1D4D" w:rsidP="00536B1F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Etiquettes P2 blanches Urgence 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E3EEB" w14:textId="77777777" w:rsidR="00BD1D4D" w:rsidRPr="006D0CC7" w:rsidRDefault="00BD1D4D" w:rsidP="001733D4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07A0956A" w14:textId="77777777" w:rsidR="00BD1D4D" w:rsidRPr="006D0CC7" w:rsidRDefault="00BD1D4D" w:rsidP="001733D4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Format des planches : L 210mmx H 297mm (210 x 11’’ 4/6)</w:t>
            </w:r>
          </w:p>
          <w:p w14:paraId="3690C765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Etiquettes à coin droits séparées par découpe à la lame.</w:t>
            </w:r>
          </w:p>
          <w:p w14:paraId="6B3E36E5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Façonnage : découpe de 29 étiquettes </w:t>
            </w:r>
          </w:p>
          <w:p w14:paraId="4CCCDACA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1 format 196 x 49mm </w:t>
            </w:r>
          </w:p>
          <w:p w14:paraId="69F24AED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2 formats 98 x 39 mm</w:t>
            </w:r>
          </w:p>
          <w:p w14:paraId="0F31543F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2 formats 98 x 38 mm</w:t>
            </w:r>
          </w:p>
          <w:p w14:paraId="7279A8CF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24 formats 49 x 25,1, (4 de front et 6 en hauteur)</w:t>
            </w:r>
          </w:p>
          <w:p w14:paraId="404E08AE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Marges : en tête 10 mm, en pied 9,8mm, latérales 7 mm </w:t>
            </w:r>
          </w:p>
          <w:p w14:paraId="0CAFE23E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pas de découpe dans les marges tête, pied et latérales</w:t>
            </w:r>
          </w:p>
          <w:p w14:paraId="52870EA2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Support d’impression (matériel frontal)</w:t>
            </w:r>
          </w:p>
          <w:p w14:paraId="224939D7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Couleur de l’étiquette : Blanc</w:t>
            </w:r>
          </w:p>
          <w:p w14:paraId="6E3CB08A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8A42" w14:textId="32A25BC3" w:rsidR="00BD1D4D" w:rsidRPr="006D0CC7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Obligatoire</w:t>
            </w:r>
          </w:p>
        </w:tc>
      </w:tr>
      <w:tr w:rsidR="00BD1D4D" w:rsidRPr="006D0CC7" w14:paraId="76CB80F1" w14:textId="77777777" w:rsidTr="00445975">
        <w:trPr>
          <w:trHeight w:val="212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16191" w14:textId="5B9F3D82" w:rsidR="00BD1D4D" w:rsidRPr="006D0CC7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8F6D4" w14:textId="77777777" w:rsidR="00BD1D4D" w:rsidRPr="006D0CC7" w:rsidRDefault="00BD1D4D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Etiquettes blanches Gestion Dossier Médical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2064C" w14:textId="77777777" w:rsidR="00BD1D4D" w:rsidRPr="006D0CC7" w:rsidRDefault="00BD1D4D" w:rsidP="001733D4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4A885EEF" w14:textId="77777777" w:rsidR="00BD1D4D" w:rsidRPr="006D0CC7" w:rsidRDefault="00BD1D4D" w:rsidP="001733D4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Format des planches : L210mmx H 297mm (210 x 11’’ 4/6)</w:t>
            </w:r>
          </w:p>
          <w:p w14:paraId="6CAEE20B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Façonnage : découpe de 8 étiquettes </w:t>
            </w:r>
          </w:p>
          <w:p w14:paraId="0C22BD6E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8 formats 85 x 62 2 de front x 4 de hauteur</w:t>
            </w:r>
          </w:p>
          <w:p w14:paraId="2BC9DB23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Marges : en tête 18,2 mm, en pied 30,2 mm, latérales 20 mm </w:t>
            </w:r>
          </w:p>
          <w:p w14:paraId="79E88DB3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pas de découpe dans les marges tête, pied et latérales</w:t>
            </w:r>
          </w:p>
          <w:p w14:paraId="699110DF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Support d’impression matériel frontal</w:t>
            </w:r>
          </w:p>
          <w:p w14:paraId="4AD43B4A" w14:textId="3ABFB20E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Couleur de l’étiquette : Blan</w:t>
            </w:r>
            <w:r w:rsidR="00CB1F39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36737" w14:textId="6473D595" w:rsidR="00BD1D4D" w:rsidRPr="006D0CC7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Obligatoire</w:t>
            </w:r>
          </w:p>
        </w:tc>
      </w:tr>
      <w:tr w:rsidR="00BD1D4D" w:rsidRPr="006D0CC7" w14:paraId="57FCB646" w14:textId="77777777" w:rsidTr="00CB1F39">
        <w:trPr>
          <w:trHeight w:val="32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A731" w14:textId="48CC1DB2" w:rsidR="00BD1D4D" w:rsidRPr="006D0CC7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F691" w14:textId="17570AD0" w:rsidR="00BD1D4D" w:rsidRPr="006D0CC7" w:rsidRDefault="00BD1D4D" w:rsidP="00536B1F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Etiquettes P1 jaunes Admission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FE493" w14:textId="77777777" w:rsidR="00BD1D4D" w:rsidRPr="006D0CC7" w:rsidRDefault="00BD1D4D" w:rsidP="001733D4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39F0DBAE" w14:textId="77777777" w:rsidR="00BD1D4D" w:rsidRPr="006D0CC7" w:rsidRDefault="00BD1D4D" w:rsidP="001733D4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Format des planches : L210mmx H297mm (210 x 11’’ 4/6)</w:t>
            </w:r>
          </w:p>
          <w:p w14:paraId="68287AD9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Etiquettes à coin droits séparées par découpe à la lame.</w:t>
            </w:r>
          </w:p>
          <w:p w14:paraId="73FDD276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Façonnage : découpe de 44 étiquettes format 50x25, 3mm (4de front et 11 en hauteur).</w:t>
            </w:r>
          </w:p>
          <w:p w14:paraId="6B7FEDD4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Marges : en tête 9,2 mm, en pied 9,2mm, latérales 5 mm pas de découpe dans les marges tête, pied et latérales </w:t>
            </w:r>
          </w:p>
          <w:p w14:paraId="25D3CCB0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Support d’impression (matériel frontal)</w:t>
            </w:r>
          </w:p>
          <w:p w14:paraId="49603A5A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Couleur de l’étiquette : Jaune</w:t>
            </w:r>
          </w:p>
          <w:p w14:paraId="0BAB744D" w14:textId="77777777" w:rsidR="00BD1D4D" w:rsidRPr="006D0CC7" w:rsidRDefault="00BD1D4D" w:rsidP="001733D4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96D23" w14:textId="002AB721" w:rsidR="00BD1D4D" w:rsidRPr="006D0CC7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Obligatoire</w:t>
            </w:r>
          </w:p>
        </w:tc>
      </w:tr>
      <w:tr w:rsidR="00BD1D4D" w:rsidRPr="006D0CC7" w14:paraId="2E6E60A0" w14:textId="77777777" w:rsidTr="00CB1F39">
        <w:trPr>
          <w:trHeight w:val="324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04F8C" w14:textId="54C365BF" w:rsidR="00BD1D4D" w:rsidRPr="006D0CC7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AB38" w14:textId="07BA5ADA" w:rsidR="00BD1D4D" w:rsidRPr="006D0CC7" w:rsidRDefault="00BD1D4D" w:rsidP="00536B1F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Etiquettes P2 jaunes Urgence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D327A" w14:textId="77777777" w:rsidR="00BD1D4D" w:rsidRPr="006D0CC7" w:rsidRDefault="00BD1D4D" w:rsidP="001733D4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34162F76" w14:textId="77777777" w:rsidR="00BD1D4D" w:rsidRPr="006D0CC7" w:rsidRDefault="00BD1D4D" w:rsidP="001733D4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Format des planches : L 210mmx H 297mm (210 x 11’’ 4/6)</w:t>
            </w:r>
          </w:p>
          <w:p w14:paraId="5227A419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Etiquettes à coin droits séparées par découpe à la lame.</w:t>
            </w:r>
          </w:p>
          <w:p w14:paraId="55CF31F1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Façonnage : découpe de 29 étiquettes </w:t>
            </w:r>
          </w:p>
          <w:p w14:paraId="08BBC2BF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1 format 196 x 49mm </w:t>
            </w:r>
          </w:p>
          <w:p w14:paraId="262AC4D9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2 formats 98 x 39 mm</w:t>
            </w:r>
          </w:p>
          <w:p w14:paraId="51CE79CB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2 formats 98 x 38 mm</w:t>
            </w:r>
          </w:p>
          <w:p w14:paraId="79234D17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24 formats 49 x 25,1, (4 de front et 6 en hauteur)</w:t>
            </w:r>
          </w:p>
          <w:p w14:paraId="5A515E38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Marges : en tête 10 mm, en pied 9,8mm, latérales 7 mm </w:t>
            </w:r>
          </w:p>
          <w:p w14:paraId="7E9875B6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pas de découpe dans les marges tête, pied et latérales</w:t>
            </w:r>
          </w:p>
          <w:p w14:paraId="39E8D27C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Support d’impression matériel frontal</w:t>
            </w:r>
          </w:p>
          <w:p w14:paraId="33DFB331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Couleur de l’étiquette : jaune</w:t>
            </w:r>
          </w:p>
          <w:p w14:paraId="27EA37F8" w14:textId="77777777" w:rsidR="00BD1D4D" w:rsidRPr="006D0CC7" w:rsidRDefault="00BD1D4D" w:rsidP="001733D4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DE6A" w14:textId="41DB5037" w:rsidR="00BD1D4D" w:rsidRPr="006D0CC7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Obligatoire</w:t>
            </w:r>
          </w:p>
        </w:tc>
      </w:tr>
      <w:tr w:rsidR="00BD1D4D" w:rsidRPr="006D0CC7" w14:paraId="0652E42F" w14:textId="77777777" w:rsidTr="00445975">
        <w:trPr>
          <w:trHeight w:val="225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DA4FA" w14:textId="4E454024" w:rsidR="00BD1D4D" w:rsidRPr="006D0CC7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F644" w14:textId="77777777" w:rsidR="00BD1D4D" w:rsidRPr="006D0CC7" w:rsidRDefault="00BD1D4D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Etiquettes jaunes Gestion Dossier Médical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A7AAC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29310EF3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Format des planches : L210mmx H297mm (210 x 11’’ 4/6)</w:t>
            </w:r>
          </w:p>
          <w:p w14:paraId="5A173A6C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Façonnage : découpe de 8 étiquettes </w:t>
            </w:r>
          </w:p>
          <w:p w14:paraId="48291946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8 formats 85 x 62 2 de front x 4 de hauteur</w:t>
            </w:r>
          </w:p>
          <w:p w14:paraId="6BBB7CAD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Marges : en tête 18,2 mm, en pied 30,2 mm, latérales 20 mm </w:t>
            </w:r>
          </w:p>
          <w:p w14:paraId="12AAE86B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pas de découpe dans les marges tête, pied et latérales</w:t>
            </w:r>
          </w:p>
          <w:p w14:paraId="41A3162E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Support d’impression matériel frontal</w:t>
            </w:r>
          </w:p>
          <w:p w14:paraId="2896BD3A" w14:textId="77777777" w:rsidR="00BD1D4D" w:rsidRPr="006D0CC7" w:rsidRDefault="00BD1D4D" w:rsidP="00BD1D4D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Couleur de l’étiquette : jaune</w:t>
            </w:r>
          </w:p>
          <w:p w14:paraId="39E61DBB" w14:textId="77777777" w:rsidR="00BD1D4D" w:rsidRPr="006D0CC7" w:rsidRDefault="00BD1D4D" w:rsidP="001733D4">
            <w:pPr>
              <w:pStyle w:val="Corpsdetexte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6999" w14:textId="6310BB7A" w:rsidR="00BD1D4D" w:rsidRPr="006D0CC7" w:rsidRDefault="00034813" w:rsidP="001733D4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Obligatoire</w:t>
            </w:r>
          </w:p>
        </w:tc>
      </w:tr>
    </w:tbl>
    <w:p w14:paraId="52C4A002" w14:textId="6F37246E" w:rsidR="00BD695E" w:rsidRDefault="00BD695E">
      <w:pPr>
        <w:jc w:val="left"/>
        <w:rPr>
          <w:rFonts w:ascii="Open Sans" w:hAnsi="Open Sans" w:cs="Open Sans"/>
          <w:color w:val="auto"/>
          <w:sz w:val="18"/>
          <w:szCs w:val="18"/>
        </w:rPr>
      </w:pPr>
    </w:p>
    <w:p w14:paraId="317D7CFC" w14:textId="77777777" w:rsidR="00BD695E" w:rsidRDefault="00BD695E">
      <w:pPr>
        <w:jc w:val="left"/>
        <w:rPr>
          <w:rFonts w:ascii="Open Sans" w:hAnsi="Open Sans" w:cs="Open Sans"/>
          <w:color w:val="auto"/>
          <w:sz w:val="18"/>
          <w:szCs w:val="18"/>
        </w:rPr>
      </w:pPr>
      <w:r>
        <w:rPr>
          <w:rFonts w:ascii="Open Sans" w:hAnsi="Open Sans" w:cs="Open Sans"/>
          <w:color w:val="auto"/>
          <w:sz w:val="18"/>
          <w:szCs w:val="18"/>
        </w:rPr>
        <w:br w:type="page"/>
      </w:r>
    </w:p>
    <w:p w14:paraId="6F0D6060" w14:textId="77777777" w:rsidR="005F23A5" w:rsidRDefault="005F23A5">
      <w:pPr>
        <w:jc w:val="left"/>
        <w:rPr>
          <w:rFonts w:ascii="Open Sans" w:hAnsi="Open Sans" w:cs="Open Sans"/>
          <w:color w:val="auto"/>
          <w:sz w:val="18"/>
          <w:szCs w:val="18"/>
        </w:rPr>
      </w:pPr>
    </w:p>
    <w:p w14:paraId="42172EE8" w14:textId="77777777" w:rsidR="001014A2" w:rsidRDefault="001014A2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03AA382F" w14:textId="7B1CCEAE" w:rsidR="00BF33A6" w:rsidRPr="00CD2E25" w:rsidRDefault="005F23A5" w:rsidP="00CD2E25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 w:rsidRPr="00BF33A6">
        <w:rPr>
          <w:rFonts w:ascii="Open Sans" w:hAnsi="Open Sans" w:cs="Open Sans"/>
          <w:b/>
          <w:color w:val="auto"/>
          <w:sz w:val="18"/>
          <w:szCs w:val="18"/>
          <w:u w:val="single"/>
        </w:rPr>
        <w:t>Pour le lot 2 :</w:t>
      </w:r>
    </w:p>
    <w:p w14:paraId="38EBCD81" w14:textId="77777777" w:rsidR="009335D6" w:rsidRPr="00BF33A6" w:rsidRDefault="009335D6" w:rsidP="00BF33A6">
      <w:pPr>
        <w:autoSpaceDE w:val="0"/>
        <w:autoSpaceDN w:val="0"/>
        <w:adjustRightInd w:val="0"/>
        <w:ind w:left="720"/>
        <w:contextualSpacing/>
        <w:rPr>
          <w:rFonts w:ascii="Open Sans" w:eastAsiaTheme="minorHAnsi" w:hAnsi="Open Sans" w:cs="Open Sans"/>
          <w:sz w:val="18"/>
          <w:szCs w:val="18"/>
          <w:lang w:eastAsia="en-US"/>
        </w:rPr>
      </w:pPr>
    </w:p>
    <w:p w14:paraId="3C7157A0" w14:textId="1B31F04F" w:rsidR="00510DBF" w:rsidRPr="00CD2E25" w:rsidRDefault="00BF33A6" w:rsidP="00CD2E25">
      <w:pPr>
        <w:tabs>
          <w:tab w:val="left" w:pos="567"/>
        </w:tabs>
        <w:spacing w:after="200" w:line="276" w:lineRule="auto"/>
        <w:jc w:val="left"/>
        <w:outlineLvl w:val="2"/>
        <w:rPr>
          <w:rFonts w:ascii="Open Sans" w:eastAsiaTheme="majorEastAsia" w:hAnsi="Open Sans" w:cs="Open Sans"/>
          <w:b/>
          <w:color w:val="auto"/>
          <w:sz w:val="18"/>
          <w:szCs w:val="18"/>
          <w:u w:val="single"/>
        </w:rPr>
      </w:pPr>
      <w:bookmarkStart w:id="19" w:name="_Toc535596011"/>
      <w:r w:rsidRPr="00BF33A6">
        <w:rPr>
          <w:rFonts w:ascii="Open Sans" w:eastAsiaTheme="majorEastAsia" w:hAnsi="Open Sans" w:cs="Open Sans"/>
          <w:b/>
          <w:color w:val="auto"/>
          <w:sz w:val="18"/>
          <w:szCs w:val="18"/>
          <w:u w:val="single"/>
        </w:rPr>
        <w:t>Mentions pré-imprimées obligatoires</w:t>
      </w:r>
      <w:bookmarkEnd w:id="19"/>
      <w:r w:rsidRPr="00BF33A6">
        <w:rPr>
          <w:rFonts w:ascii="Open Sans" w:eastAsiaTheme="majorEastAsia" w:hAnsi="Open Sans" w:cs="Open Sans"/>
          <w:b/>
          <w:color w:val="auto"/>
          <w:sz w:val="18"/>
          <w:szCs w:val="18"/>
          <w:u w:val="single"/>
        </w:rPr>
        <w:t xml:space="preserve"> </w:t>
      </w:r>
    </w:p>
    <w:p w14:paraId="1C011329" w14:textId="77777777" w:rsidR="00510DBF" w:rsidRPr="00510DBF" w:rsidRDefault="00510DBF" w:rsidP="00510DBF">
      <w:pPr>
        <w:rPr>
          <w:rFonts w:ascii="Open Sans" w:hAnsi="Open Sans" w:cs="Open Sans"/>
          <w:b/>
          <w:sz w:val="18"/>
          <w:szCs w:val="18"/>
          <w:u w:val="single"/>
        </w:rPr>
      </w:pPr>
      <w:r w:rsidRPr="00510DBF">
        <w:rPr>
          <w:rFonts w:ascii="Open Sans" w:hAnsi="Open Sans" w:cs="Open Sans"/>
          <w:b/>
          <w:sz w:val="18"/>
          <w:szCs w:val="18"/>
          <w:u w:val="single"/>
        </w:rPr>
        <w:t xml:space="preserve">Etiquettes thermiques </w:t>
      </w:r>
    </w:p>
    <w:p w14:paraId="7048D4DF" w14:textId="77777777" w:rsidR="00510DBF" w:rsidRPr="00510DBF" w:rsidRDefault="00510DBF" w:rsidP="00510DBF">
      <w:pPr>
        <w:rPr>
          <w:rFonts w:ascii="Open Sans" w:hAnsi="Open Sans" w:cs="Open Sans"/>
          <w:sz w:val="18"/>
          <w:szCs w:val="18"/>
        </w:rPr>
      </w:pPr>
    </w:p>
    <w:p w14:paraId="351B6C11" w14:textId="77777777" w:rsidR="00510DBF" w:rsidRPr="00510DBF" w:rsidRDefault="00510DBF" w:rsidP="00510DBF">
      <w:p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 xml:space="preserve">Les étiquettes servent à : </w:t>
      </w:r>
    </w:p>
    <w:p w14:paraId="780DA828" w14:textId="77777777" w:rsidR="00510DBF" w:rsidRPr="00510DBF" w:rsidRDefault="00510DBF" w:rsidP="00510DBF">
      <w:pPr>
        <w:numPr>
          <w:ilvl w:val="0"/>
          <w:numId w:val="8"/>
        </w:num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 xml:space="preserve">Identifier différents prélèvements avant leurs passages sur automates ou pour faire de l’aliquotage ; conservation à </w:t>
      </w:r>
      <w:smartTag w:uri="urn:schemas-microsoft-com:office:smarttags" w:element="metricconverter">
        <w:smartTagPr>
          <w:attr w:name="ProductID" w:val="-80ﾰC"/>
        </w:smartTagPr>
        <w:r w:rsidRPr="00510DBF">
          <w:rPr>
            <w:rFonts w:ascii="Open Sans" w:hAnsi="Open Sans" w:cs="Open Sans"/>
            <w:sz w:val="18"/>
            <w:szCs w:val="18"/>
          </w:rPr>
          <w:t>-80°C</w:t>
        </w:r>
      </w:smartTag>
      <w:r w:rsidRPr="00510DBF">
        <w:rPr>
          <w:rFonts w:ascii="Open Sans" w:hAnsi="Open Sans" w:cs="Open Sans"/>
          <w:sz w:val="18"/>
          <w:szCs w:val="18"/>
        </w:rPr>
        <w:t xml:space="preserve"> ou -40°C ;</w:t>
      </w:r>
    </w:p>
    <w:p w14:paraId="3EF8FA85" w14:textId="77777777" w:rsidR="00510DBF" w:rsidRPr="00510DBF" w:rsidRDefault="00510DBF" w:rsidP="00510DBF">
      <w:pPr>
        <w:numPr>
          <w:ilvl w:val="0"/>
          <w:numId w:val="8"/>
        </w:num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>Identifier les pochettes examens radiologiques ;</w:t>
      </w:r>
    </w:p>
    <w:p w14:paraId="70AFA10C" w14:textId="77777777" w:rsidR="00510DBF" w:rsidRPr="00510DBF" w:rsidRDefault="00510DBF" w:rsidP="00510DBF">
      <w:pPr>
        <w:rPr>
          <w:rFonts w:ascii="Open Sans" w:hAnsi="Open Sans" w:cs="Open Sans"/>
          <w:sz w:val="18"/>
          <w:szCs w:val="18"/>
        </w:rPr>
      </w:pPr>
    </w:p>
    <w:p w14:paraId="1CC2364F" w14:textId="77777777" w:rsidR="00510DBF" w:rsidRPr="00510DBF" w:rsidRDefault="00510DBF" w:rsidP="00510DBF">
      <w:p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 xml:space="preserve">Elles sont destinées à être apposées sur des supports divers : </w:t>
      </w:r>
    </w:p>
    <w:p w14:paraId="61AA2C5F" w14:textId="77777777" w:rsidR="00510DBF" w:rsidRPr="00510DBF" w:rsidRDefault="00510DBF" w:rsidP="00510DBF">
      <w:pPr>
        <w:numPr>
          <w:ilvl w:val="0"/>
          <w:numId w:val="7"/>
        </w:num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>Seringue</w:t>
      </w:r>
    </w:p>
    <w:p w14:paraId="587510C7" w14:textId="77777777" w:rsidR="00510DBF" w:rsidRPr="00510DBF" w:rsidRDefault="00510DBF" w:rsidP="00510DBF">
      <w:pPr>
        <w:numPr>
          <w:ilvl w:val="0"/>
          <w:numId w:val="7"/>
        </w:num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>Tubes en en verre, plastique dont poly téréphtalate d’éthylène (PET) ;</w:t>
      </w:r>
    </w:p>
    <w:p w14:paraId="1E117B16" w14:textId="77777777" w:rsidR="00510DBF" w:rsidRPr="00510DBF" w:rsidRDefault="00510DBF" w:rsidP="00510DBF">
      <w:pPr>
        <w:numPr>
          <w:ilvl w:val="0"/>
          <w:numId w:val="7"/>
        </w:num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>Boîtes en plastique dont PET ;</w:t>
      </w:r>
    </w:p>
    <w:p w14:paraId="1FABB7D6" w14:textId="77777777" w:rsidR="00510DBF" w:rsidRPr="00510DBF" w:rsidRDefault="00510DBF" w:rsidP="00510DBF">
      <w:pPr>
        <w:numPr>
          <w:ilvl w:val="0"/>
          <w:numId w:val="7"/>
        </w:num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>Poches en plastique souple ;</w:t>
      </w:r>
    </w:p>
    <w:p w14:paraId="19B8531A" w14:textId="77777777" w:rsidR="00510DBF" w:rsidRPr="00510DBF" w:rsidRDefault="00510DBF" w:rsidP="00510DBF">
      <w:pPr>
        <w:numPr>
          <w:ilvl w:val="0"/>
          <w:numId w:val="7"/>
        </w:num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 xml:space="preserve">Pochettes papier ; </w:t>
      </w:r>
    </w:p>
    <w:p w14:paraId="0B4053C2" w14:textId="7FC8BBB5" w:rsidR="009335D6" w:rsidRDefault="009335D6" w:rsidP="00BD695E">
      <w:pPr>
        <w:jc w:val="left"/>
      </w:pPr>
    </w:p>
    <w:p w14:paraId="4F58D56D" w14:textId="183BCA4C" w:rsidR="00510DBF" w:rsidRDefault="009335D6" w:rsidP="00C06CDA">
      <w:pPr>
        <w:ind w:left="360"/>
        <w:rPr>
          <w:rFonts w:ascii="Open Sans" w:hAnsi="Open Sans" w:cs="Open Sans"/>
          <w:b/>
          <w:bCs/>
          <w:sz w:val="18"/>
          <w:szCs w:val="18"/>
          <w:u w:val="single"/>
        </w:rPr>
      </w:pPr>
      <w:r w:rsidRPr="009335D6">
        <w:rPr>
          <w:rFonts w:ascii="Open Sans" w:hAnsi="Open Sans" w:cs="Open Sans"/>
          <w:b/>
          <w:bCs/>
          <w:sz w:val="18"/>
          <w:szCs w:val="18"/>
          <w:u w:val="single"/>
        </w:rPr>
        <w:t>Pour le lot 3 :</w:t>
      </w:r>
    </w:p>
    <w:p w14:paraId="48CC92B6" w14:textId="77777777" w:rsidR="00C06CDA" w:rsidRPr="00C06CDA" w:rsidRDefault="00C06CDA" w:rsidP="00C06CDA">
      <w:pPr>
        <w:ind w:left="360"/>
        <w:rPr>
          <w:rFonts w:ascii="Open Sans" w:hAnsi="Open Sans" w:cs="Open Sans"/>
          <w:b/>
          <w:bCs/>
          <w:sz w:val="18"/>
          <w:szCs w:val="18"/>
          <w:u w:val="single"/>
        </w:rPr>
      </w:pPr>
    </w:p>
    <w:p w14:paraId="46025491" w14:textId="77777777" w:rsidR="009335D6" w:rsidRPr="009335D6" w:rsidRDefault="009335D6" w:rsidP="00A54A1B">
      <w:pPr>
        <w:pStyle w:val="Paragraphedeliste"/>
        <w:ind w:left="567" w:hanging="294"/>
        <w:rPr>
          <w:rFonts w:ascii="Open Sans" w:hAnsi="Open Sans" w:cs="Open Sans"/>
          <w:sz w:val="18"/>
          <w:szCs w:val="18"/>
          <w:u w:val="single"/>
        </w:rPr>
      </w:pPr>
      <w:r w:rsidRPr="009335D6">
        <w:rPr>
          <w:rFonts w:ascii="Open Sans" w:hAnsi="Open Sans" w:cs="Open Sans"/>
          <w:sz w:val="18"/>
          <w:szCs w:val="18"/>
          <w:u w:val="single"/>
        </w:rPr>
        <w:t>Référence n°1</w:t>
      </w:r>
    </w:p>
    <w:p w14:paraId="62731990" w14:textId="1C46B220" w:rsidR="009335D6" w:rsidRPr="00A54A1B" w:rsidRDefault="009335D6" w:rsidP="00A54A1B">
      <w:pPr>
        <w:pStyle w:val="Paragraphedeliste"/>
        <w:ind w:left="284"/>
        <w:rPr>
          <w:rFonts w:ascii="Open Sans" w:hAnsi="Open Sans" w:cs="Open Sans"/>
          <w:b/>
          <w:bCs/>
          <w:sz w:val="18"/>
          <w:szCs w:val="18"/>
        </w:rPr>
      </w:pPr>
      <w:r w:rsidRPr="009335D6">
        <w:rPr>
          <w:rFonts w:ascii="Open Sans" w:hAnsi="Open Sans" w:cs="Open Sans"/>
          <w:b/>
          <w:bCs/>
          <w:sz w:val="18"/>
          <w:szCs w:val="18"/>
        </w:rPr>
        <w:t>Etiquettes autocollantes blanches pré imprimées Recto-Verso au format 40 x 90 mm pour les seringues électriques (cf. annexe 1 CCTP)</w:t>
      </w:r>
      <w:r w:rsidR="00A54A1B" w:rsidRPr="00A54A1B">
        <w:rPr>
          <w:rFonts w:ascii="Open Sans" w:hAnsi="Open Sans" w:cs="Open Sans"/>
          <w:b/>
          <w:bCs/>
          <w:sz w:val="18"/>
          <w:szCs w:val="18"/>
        </w:rPr>
        <w:t>.</w:t>
      </w:r>
    </w:p>
    <w:p w14:paraId="5F2C3949" w14:textId="77777777" w:rsidR="00A54A1B" w:rsidRPr="009335D6" w:rsidRDefault="00A54A1B" w:rsidP="00A54A1B">
      <w:pPr>
        <w:pStyle w:val="Paragraphedeliste"/>
        <w:ind w:left="284"/>
        <w:rPr>
          <w:rFonts w:ascii="Open Sans" w:hAnsi="Open Sans" w:cs="Open Sans"/>
          <w:sz w:val="18"/>
          <w:szCs w:val="18"/>
        </w:rPr>
      </w:pPr>
    </w:p>
    <w:p w14:paraId="74A88FD0" w14:textId="77777777" w:rsidR="009335D6" w:rsidRPr="009335D6" w:rsidRDefault="009335D6" w:rsidP="00A54A1B">
      <w:pPr>
        <w:pStyle w:val="Paragraphedeliste"/>
        <w:ind w:left="284"/>
        <w:rPr>
          <w:rFonts w:ascii="Open Sans" w:hAnsi="Open Sans" w:cs="Open Sans"/>
          <w:sz w:val="18"/>
          <w:szCs w:val="18"/>
        </w:rPr>
      </w:pPr>
      <w:r w:rsidRPr="009335D6">
        <w:rPr>
          <w:rFonts w:ascii="Open Sans" w:hAnsi="Open Sans" w:cs="Open Sans"/>
          <w:sz w:val="18"/>
          <w:szCs w:val="18"/>
        </w:rPr>
        <w:t>Le fournisseur doit fournir des étiquettes autocollantes 40 x 90 mm répondant aux caractéristiques suivantes à la demande :</w:t>
      </w:r>
    </w:p>
    <w:p w14:paraId="01A20AFD" w14:textId="1148614D" w:rsidR="009335D6" w:rsidRPr="009335D6" w:rsidRDefault="009335D6" w:rsidP="00A54A1B">
      <w:pPr>
        <w:pStyle w:val="Paragraphedeliste"/>
        <w:numPr>
          <w:ilvl w:val="0"/>
          <w:numId w:val="10"/>
        </w:numPr>
        <w:ind w:left="851" w:hanging="425"/>
        <w:rPr>
          <w:rFonts w:ascii="Open Sans" w:hAnsi="Open Sans" w:cs="Open Sans"/>
          <w:sz w:val="18"/>
          <w:szCs w:val="18"/>
        </w:rPr>
      </w:pPr>
      <w:r w:rsidRPr="009335D6">
        <w:rPr>
          <w:rFonts w:ascii="Open Sans" w:hAnsi="Open Sans" w:cs="Open Sans"/>
          <w:sz w:val="18"/>
          <w:szCs w:val="18"/>
        </w:rPr>
        <w:t>Etiquettes détachables de leur support</w:t>
      </w:r>
    </w:p>
    <w:p w14:paraId="408C3918" w14:textId="67B9FCC1" w:rsidR="009335D6" w:rsidRPr="008049CA" w:rsidRDefault="009335D6" w:rsidP="00A54A1B">
      <w:pPr>
        <w:pStyle w:val="Paragraphedeliste"/>
        <w:numPr>
          <w:ilvl w:val="0"/>
          <w:numId w:val="10"/>
        </w:numPr>
        <w:ind w:left="851" w:hanging="425"/>
        <w:rPr>
          <w:rFonts w:ascii="Open Sans" w:hAnsi="Open Sans" w:cs="Open Sans"/>
          <w:sz w:val="18"/>
          <w:szCs w:val="18"/>
        </w:rPr>
      </w:pPr>
      <w:r w:rsidRPr="008049CA">
        <w:rPr>
          <w:rFonts w:ascii="Open Sans" w:hAnsi="Open Sans" w:cs="Open Sans"/>
          <w:sz w:val="18"/>
          <w:szCs w:val="18"/>
        </w:rPr>
        <w:t>Etiquettes sur fond blanc</w:t>
      </w:r>
    </w:p>
    <w:p w14:paraId="5E771580" w14:textId="76242637" w:rsidR="009335D6" w:rsidRPr="008049CA" w:rsidRDefault="009335D6" w:rsidP="00A54A1B">
      <w:pPr>
        <w:pStyle w:val="Paragraphedeliste"/>
        <w:numPr>
          <w:ilvl w:val="0"/>
          <w:numId w:val="10"/>
        </w:numPr>
        <w:ind w:left="851" w:hanging="425"/>
        <w:rPr>
          <w:rFonts w:ascii="Open Sans" w:hAnsi="Open Sans" w:cs="Open Sans"/>
          <w:sz w:val="18"/>
          <w:szCs w:val="18"/>
        </w:rPr>
      </w:pPr>
      <w:r w:rsidRPr="008049CA">
        <w:rPr>
          <w:rFonts w:ascii="Open Sans" w:hAnsi="Open Sans" w:cs="Open Sans"/>
          <w:sz w:val="18"/>
          <w:szCs w:val="18"/>
        </w:rPr>
        <w:t>Encre d’impression : noir</w:t>
      </w:r>
    </w:p>
    <w:p w14:paraId="1980B541" w14:textId="6FE98C0E" w:rsidR="009335D6" w:rsidRPr="008049CA" w:rsidRDefault="009335D6" w:rsidP="00A54A1B">
      <w:pPr>
        <w:pStyle w:val="Paragraphedeliste"/>
        <w:numPr>
          <w:ilvl w:val="0"/>
          <w:numId w:val="10"/>
        </w:numPr>
        <w:ind w:left="851" w:hanging="425"/>
        <w:rPr>
          <w:rFonts w:ascii="Open Sans" w:hAnsi="Open Sans" w:cs="Open Sans"/>
          <w:sz w:val="18"/>
          <w:szCs w:val="18"/>
        </w:rPr>
      </w:pPr>
      <w:r w:rsidRPr="008049CA">
        <w:rPr>
          <w:rFonts w:ascii="Open Sans" w:hAnsi="Open Sans" w:cs="Open Sans"/>
          <w:sz w:val="18"/>
          <w:szCs w:val="18"/>
        </w:rPr>
        <w:t>Adhésif renforcé grâce à une colle permanente (résiste au froid et à l’eau ne se dégradant pas au contact d’un support plastique et ne passant pas au travers de la paroi plastique - Ne se décollent pas accidentellement)</w:t>
      </w:r>
    </w:p>
    <w:p w14:paraId="79B64BB6" w14:textId="24140D6F" w:rsidR="009335D6" w:rsidRPr="00481416" w:rsidRDefault="009335D6" w:rsidP="00A54A1B">
      <w:pPr>
        <w:pStyle w:val="Paragraphedeliste"/>
        <w:numPr>
          <w:ilvl w:val="0"/>
          <w:numId w:val="10"/>
        </w:numPr>
        <w:ind w:left="851" w:hanging="425"/>
        <w:rPr>
          <w:rFonts w:ascii="Open Sans" w:hAnsi="Open Sans" w:cs="Open Sans"/>
          <w:b/>
          <w:bCs/>
          <w:sz w:val="18"/>
          <w:szCs w:val="18"/>
          <w:u w:val="single"/>
        </w:rPr>
      </w:pPr>
      <w:r w:rsidRPr="00481416">
        <w:rPr>
          <w:rFonts w:ascii="Open Sans" w:hAnsi="Open Sans" w:cs="Open Sans"/>
          <w:b/>
          <w:bCs/>
          <w:sz w:val="18"/>
          <w:szCs w:val="18"/>
          <w:u w:val="single"/>
        </w:rPr>
        <w:t>Nombre d’étiquettes par rouleau égal à 250</w:t>
      </w:r>
    </w:p>
    <w:p w14:paraId="618381CC" w14:textId="32D07FBD" w:rsidR="009335D6" w:rsidRPr="009335D6" w:rsidRDefault="009335D6" w:rsidP="00A54A1B">
      <w:pPr>
        <w:pStyle w:val="Paragraphedeliste"/>
        <w:numPr>
          <w:ilvl w:val="0"/>
          <w:numId w:val="10"/>
        </w:numPr>
        <w:ind w:left="851" w:hanging="425"/>
        <w:rPr>
          <w:rFonts w:ascii="Open Sans" w:hAnsi="Open Sans" w:cs="Open Sans"/>
          <w:sz w:val="18"/>
          <w:szCs w:val="18"/>
        </w:rPr>
      </w:pPr>
      <w:r w:rsidRPr="009335D6">
        <w:rPr>
          <w:rFonts w:ascii="Open Sans" w:hAnsi="Open Sans" w:cs="Open Sans"/>
          <w:sz w:val="18"/>
          <w:szCs w:val="18"/>
        </w:rPr>
        <w:t>Marquage au stylo, feutre, marqueur, sans bavure</w:t>
      </w:r>
    </w:p>
    <w:p w14:paraId="7DB2A68D" w14:textId="77777777" w:rsidR="009335D6" w:rsidRPr="009335D6" w:rsidRDefault="009335D6" w:rsidP="009335D6">
      <w:pPr>
        <w:pStyle w:val="Paragraphedeliste"/>
        <w:rPr>
          <w:rFonts w:ascii="Open Sans" w:hAnsi="Open Sans" w:cs="Open Sans"/>
          <w:sz w:val="18"/>
          <w:szCs w:val="18"/>
        </w:rPr>
      </w:pPr>
    </w:p>
    <w:p w14:paraId="519F954B" w14:textId="77777777" w:rsidR="00A54A1B" w:rsidRPr="00A54A1B" w:rsidRDefault="00A54A1B" w:rsidP="00C06CDA">
      <w:pPr>
        <w:spacing w:line="259" w:lineRule="auto"/>
        <w:ind w:left="426" w:hanging="142"/>
        <w:jc w:val="left"/>
        <w:rPr>
          <w:rFonts w:ascii="Open Sans" w:eastAsia="Calibri" w:hAnsi="Open Sans" w:cs="Open Sans"/>
          <w:color w:val="auto"/>
          <w:sz w:val="18"/>
          <w:szCs w:val="18"/>
          <w:u w:val="single"/>
          <w:lang w:eastAsia="en-US"/>
        </w:rPr>
      </w:pPr>
      <w:r w:rsidRPr="00A54A1B">
        <w:rPr>
          <w:rFonts w:ascii="Open Sans" w:eastAsia="Calibri" w:hAnsi="Open Sans" w:cs="Open Sans"/>
          <w:color w:val="auto"/>
          <w:sz w:val="18"/>
          <w:szCs w:val="18"/>
          <w:u w:val="single"/>
          <w:lang w:eastAsia="en-US"/>
        </w:rPr>
        <w:t xml:space="preserve">Référence n°2 : </w:t>
      </w:r>
    </w:p>
    <w:p w14:paraId="722F3F6D" w14:textId="60E26477" w:rsidR="00A54A1B" w:rsidRDefault="00A54A1B" w:rsidP="00C06CDA">
      <w:pPr>
        <w:spacing w:line="259" w:lineRule="auto"/>
        <w:ind w:left="284"/>
        <w:jc w:val="left"/>
        <w:rPr>
          <w:rFonts w:ascii="Open Sans" w:eastAsia="Calibri" w:hAnsi="Open Sans" w:cs="Open Sans"/>
          <w:b/>
          <w:bCs/>
          <w:color w:val="auto"/>
          <w:sz w:val="18"/>
          <w:szCs w:val="18"/>
          <w:lang w:eastAsia="en-US"/>
        </w:rPr>
      </w:pPr>
      <w:r w:rsidRPr="00A54A1B">
        <w:rPr>
          <w:rFonts w:ascii="Open Sans" w:eastAsia="Calibri" w:hAnsi="Open Sans" w:cs="Open Sans"/>
          <w:b/>
          <w:bCs/>
          <w:color w:val="auto"/>
          <w:sz w:val="18"/>
          <w:szCs w:val="18"/>
          <w:lang w:eastAsia="en-US"/>
        </w:rPr>
        <w:t>Etiquettes autocollantes pré imprimées au format 80 x 70 mm sur fond mauve très clair (facilitant la lisibilité des inscriptions) spécifiques à la nutrition entérale destinées au service diététique (cf. annexe 1 CCTP)</w:t>
      </w:r>
    </w:p>
    <w:p w14:paraId="68350D68" w14:textId="77777777" w:rsidR="00A54A1B" w:rsidRPr="00A54A1B" w:rsidRDefault="00A54A1B" w:rsidP="00A54A1B">
      <w:pPr>
        <w:spacing w:line="259" w:lineRule="auto"/>
        <w:jc w:val="left"/>
        <w:rPr>
          <w:rFonts w:ascii="Open Sans" w:eastAsia="Calibri" w:hAnsi="Open Sans" w:cs="Open Sans"/>
          <w:b/>
          <w:bCs/>
          <w:color w:val="auto"/>
          <w:sz w:val="18"/>
          <w:szCs w:val="18"/>
          <w:lang w:eastAsia="en-US"/>
        </w:rPr>
      </w:pPr>
    </w:p>
    <w:p w14:paraId="19A128FE" w14:textId="77777777" w:rsidR="00A54A1B" w:rsidRPr="00A54A1B" w:rsidRDefault="00A54A1B" w:rsidP="00A54A1B">
      <w:pPr>
        <w:spacing w:after="160" w:line="259" w:lineRule="auto"/>
        <w:jc w:val="left"/>
        <w:rPr>
          <w:rFonts w:ascii="Open Sans" w:eastAsia="Calibri" w:hAnsi="Open Sans" w:cs="Open Sans"/>
          <w:color w:val="auto"/>
          <w:sz w:val="18"/>
          <w:szCs w:val="18"/>
          <w:lang w:eastAsia="en-US"/>
        </w:rPr>
      </w:pPr>
      <w:r w:rsidRPr="00A54A1B">
        <w:rPr>
          <w:rFonts w:ascii="Open Sans" w:eastAsia="Calibri" w:hAnsi="Open Sans" w:cs="Open Sans"/>
          <w:color w:val="auto"/>
          <w:sz w:val="18"/>
          <w:szCs w:val="18"/>
          <w:lang w:eastAsia="en-US"/>
        </w:rPr>
        <w:t>Le fournisseur doit fournir des étiquettes autocollantes 80 x 70 répondant aux caractéristiques suivantes à la demande :</w:t>
      </w:r>
    </w:p>
    <w:p w14:paraId="56AE5D6E" w14:textId="6DB1C10F" w:rsidR="00A54A1B" w:rsidRPr="00A54A1B" w:rsidRDefault="00A54A1B" w:rsidP="00A54A1B">
      <w:pPr>
        <w:pStyle w:val="Paragraphedeliste"/>
        <w:numPr>
          <w:ilvl w:val="0"/>
          <w:numId w:val="11"/>
        </w:numPr>
        <w:spacing w:after="160" w:line="259" w:lineRule="auto"/>
        <w:jc w:val="left"/>
        <w:rPr>
          <w:rFonts w:ascii="Open Sans" w:eastAsia="Calibri" w:hAnsi="Open Sans" w:cs="Open Sans"/>
          <w:color w:val="auto"/>
          <w:sz w:val="18"/>
          <w:szCs w:val="18"/>
          <w:lang w:eastAsia="en-US"/>
        </w:rPr>
      </w:pPr>
      <w:r w:rsidRPr="00A54A1B">
        <w:rPr>
          <w:rFonts w:ascii="Open Sans" w:eastAsia="Calibri" w:hAnsi="Open Sans" w:cs="Open Sans"/>
          <w:color w:val="auto"/>
          <w:sz w:val="18"/>
          <w:szCs w:val="18"/>
          <w:lang w:eastAsia="en-US"/>
        </w:rPr>
        <w:t>Etiquettes détachables de leur support</w:t>
      </w:r>
    </w:p>
    <w:p w14:paraId="7A4337E6" w14:textId="075D1DA1" w:rsidR="00A54A1B" w:rsidRPr="00A54A1B" w:rsidRDefault="00A54A1B" w:rsidP="00A54A1B">
      <w:pPr>
        <w:pStyle w:val="Paragraphedeliste"/>
        <w:numPr>
          <w:ilvl w:val="0"/>
          <w:numId w:val="11"/>
        </w:numPr>
        <w:spacing w:after="160" w:line="259" w:lineRule="auto"/>
        <w:jc w:val="left"/>
        <w:rPr>
          <w:rFonts w:ascii="Open Sans" w:eastAsia="Calibri" w:hAnsi="Open Sans" w:cs="Open Sans"/>
          <w:color w:val="auto"/>
          <w:sz w:val="18"/>
          <w:szCs w:val="18"/>
          <w:lang w:eastAsia="en-US"/>
        </w:rPr>
      </w:pPr>
      <w:r w:rsidRPr="00A54A1B">
        <w:rPr>
          <w:rFonts w:ascii="Open Sans" w:eastAsia="Calibri" w:hAnsi="Open Sans" w:cs="Open Sans"/>
          <w:color w:val="auto"/>
          <w:sz w:val="18"/>
          <w:szCs w:val="18"/>
          <w:lang w:eastAsia="en-US"/>
        </w:rPr>
        <w:t>Etiquettes sur fond mauve très clair l’étiquette Réf N°2 (teinte mauve claire facilitant la lisibilité des inscriptions sur le support)</w:t>
      </w:r>
    </w:p>
    <w:p w14:paraId="7FC464D1" w14:textId="4B0D1D17" w:rsidR="00A54A1B" w:rsidRPr="00A54A1B" w:rsidRDefault="00A54A1B" w:rsidP="00A54A1B">
      <w:pPr>
        <w:pStyle w:val="Paragraphedeliste"/>
        <w:numPr>
          <w:ilvl w:val="0"/>
          <w:numId w:val="11"/>
        </w:numPr>
        <w:spacing w:after="160" w:line="259" w:lineRule="auto"/>
        <w:jc w:val="left"/>
        <w:rPr>
          <w:rFonts w:ascii="Open Sans" w:eastAsia="Calibri" w:hAnsi="Open Sans" w:cs="Open Sans"/>
          <w:color w:val="auto"/>
          <w:sz w:val="18"/>
          <w:szCs w:val="18"/>
          <w:lang w:eastAsia="en-US"/>
        </w:rPr>
      </w:pPr>
      <w:r w:rsidRPr="00A54A1B">
        <w:rPr>
          <w:rFonts w:ascii="Open Sans" w:eastAsia="Calibri" w:hAnsi="Open Sans" w:cs="Open Sans"/>
          <w:color w:val="auto"/>
          <w:sz w:val="18"/>
          <w:szCs w:val="18"/>
          <w:lang w:eastAsia="en-US"/>
        </w:rPr>
        <w:t>Encre d’impression : noir</w:t>
      </w:r>
    </w:p>
    <w:p w14:paraId="2C5CA648" w14:textId="4B6FD2B7" w:rsidR="00A54A1B" w:rsidRPr="00A54A1B" w:rsidRDefault="00A54A1B" w:rsidP="00A54A1B">
      <w:pPr>
        <w:pStyle w:val="Paragraphedeliste"/>
        <w:numPr>
          <w:ilvl w:val="0"/>
          <w:numId w:val="11"/>
        </w:numPr>
        <w:spacing w:after="160" w:line="259" w:lineRule="auto"/>
        <w:jc w:val="left"/>
        <w:rPr>
          <w:rFonts w:ascii="Open Sans" w:eastAsia="Calibri" w:hAnsi="Open Sans" w:cs="Open Sans"/>
          <w:color w:val="auto"/>
          <w:sz w:val="18"/>
          <w:szCs w:val="18"/>
          <w:lang w:eastAsia="en-US"/>
        </w:rPr>
      </w:pPr>
      <w:r w:rsidRPr="00A54A1B">
        <w:rPr>
          <w:rFonts w:ascii="Open Sans" w:eastAsia="Calibri" w:hAnsi="Open Sans" w:cs="Open Sans"/>
          <w:color w:val="auto"/>
          <w:sz w:val="18"/>
          <w:szCs w:val="18"/>
          <w:lang w:eastAsia="en-US"/>
        </w:rPr>
        <w:t xml:space="preserve">Adhésif renforcé grâce à </w:t>
      </w:r>
      <w:r w:rsidRPr="00481416">
        <w:rPr>
          <w:rFonts w:ascii="Open Sans" w:eastAsia="Calibri" w:hAnsi="Open Sans" w:cs="Open Sans"/>
          <w:color w:val="auto"/>
          <w:sz w:val="18"/>
          <w:szCs w:val="18"/>
          <w:u w:val="single"/>
          <w:lang w:eastAsia="en-US"/>
        </w:rPr>
        <w:t>une colle permanente</w:t>
      </w:r>
      <w:r w:rsidRPr="00A54A1B">
        <w:rPr>
          <w:rFonts w:ascii="Open Sans" w:eastAsia="Calibri" w:hAnsi="Open Sans" w:cs="Open Sans"/>
          <w:color w:val="auto"/>
          <w:sz w:val="18"/>
          <w:szCs w:val="18"/>
          <w:lang w:eastAsia="en-US"/>
        </w:rPr>
        <w:t xml:space="preserve"> (résiste au froid et à l’eau ne se dégradant pas au contact d’un support plastique et ne passant pas au travers de la paroi plastique – Ne se décollent pas accidentellement)</w:t>
      </w:r>
    </w:p>
    <w:p w14:paraId="7963D179" w14:textId="5CDDFFCD" w:rsidR="00A54A1B" w:rsidRPr="00481416" w:rsidRDefault="00A54A1B" w:rsidP="00A54A1B">
      <w:pPr>
        <w:pStyle w:val="Paragraphedeliste"/>
        <w:numPr>
          <w:ilvl w:val="0"/>
          <w:numId w:val="11"/>
        </w:numPr>
        <w:spacing w:after="160" w:line="259" w:lineRule="auto"/>
        <w:jc w:val="left"/>
        <w:rPr>
          <w:rFonts w:ascii="Open Sans" w:eastAsia="Calibri" w:hAnsi="Open Sans" w:cs="Open Sans"/>
          <w:b/>
          <w:bCs/>
          <w:color w:val="auto"/>
          <w:sz w:val="18"/>
          <w:szCs w:val="18"/>
          <w:u w:val="single"/>
          <w:lang w:eastAsia="en-US"/>
        </w:rPr>
      </w:pPr>
      <w:r w:rsidRPr="00481416">
        <w:rPr>
          <w:rFonts w:ascii="Open Sans" w:eastAsia="Calibri" w:hAnsi="Open Sans" w:cs="Open Sans"/>
          <w:b/>
          <w:bCs/>
          <w:color w:val="auto"/>
          <w:sz w:val="18"/>
          <w:szCs w:val="18"/>
          <w:u w:val="single"/>
          <w:lang w:eastAsia="en-US"/>
        </w:rPr>
        <w:t>Nombre d’étiquettes par rouleau égal à 250</w:t>
      </w:r>
    </w:p>
    <w:p w14:paraId="05680D71" w14:textId="0FA5418C" w:rsidR="00A54A1B" w:rsidRPr="00A54A1B" w:rsidRDefault="00A54A1B" w:rsidP="00A54A1B">
      <w:pPr>
        <w:pStyle w:val="Paragraphedeliste"/>
        <w:numPr>
          <w:ilvl w:val="0"/>
          <w:numId w:val="11"/>
        </w:numPr>
        <w:spacing w:after="160" w:line="259" w:lineRule="auto"/>
        <w:jc w:val="left"/>
        <w:rPr>
          <w:rFonts w:ascii="Open Sans" w:eastAsia="Calibri" w:hAnsi="Open Sans" w:cs="Open Sans"/>
          <w:color w:val="auto"/>
          <w:sz w:val="18"/>
          <w:szCs w:val="18"/>
          <w:lang w:eastAsia="en-US"/>
        </w:rPr>
      </w:pPr>
      <w:r w:rsidRPr="00A54A1B">
        <w:rPr>
          <w:rFonts w:ascii="Open Sans" w:eastAsia="Calibri" w:hAnsi="Open Sans" w:cs="Open Sans"/>
          <w:color w:val="auto"/>
          <w:sz w:val="18"/>
          <w:szCs w:val="18"/>
          <w:lang w:eastAsia="en-US"/>
        </w:rPr>
        <w:t>Marquage au stylo, feutre, marqueur, sans bavure</w:t>
      </w:r>
    </w:p>
    <w:p w14:paraId="4842B5DB" w14:textId="363B0DD4" w:rsidR="00C06CDA" w:rsidRPr="00A54A1B" w:rsidRDefault="00C06CDA" w:rsidP="00C06CDA">
      <w:pPr>
        <w:spacing w:line="259" w:lineRule="auto"/>
        <w:ind w:left="426" w:hanging="142"/>
        <w:jc w:val="left"/>
        <w:rPr>
          <w:rFonts w:ascii="Open Sans" w:eastAsia="Calibri" w:hAnsi="Open Sans" w:cs="Open Sans"/>
          <w:color w:val="auto"/>
          <w:sz w:val="18"/>
          <w:szCs w:val="18"/>
          <w:u w:val="single"/>
          <w:lang w:eastAsia="en-US"/>
        </w:rPr>
      </w:pPr>
      <w:r w:rsidRPr="00A54A1B">
        <w:rPr>
          <w:rFonts w:ascii="Open Sans" w:eastAsia="Calibri" w:hAnsi="Open Sans" w:cs="Open Sans"/>
          <w:color w:val="auto"/>
          <w:sz w:val="18"/>
          <w:szCs w:val="18"/>
          <w:u w:val="single"/>
          <w:lang w:eastAsia="en-US"/>
        </w:rPr>
        <w:lastRenderedPageBreak/>
        <w:t>Référence n°</w:t>
      </w:r>
      <w:r>
        <w:rPr>
          <w:rFonts w:ascii="Open Sans" w:eastAsia="Calibri" w:hAnsi="Open Sans" w:cs="Open Sans"/>
          <w:color w:val="auto"/>
          <w:sz w:val="18"/>
          <w:szCs w:val="18"/>
          <w:u w:val="single"/>
          <w:lang w:eastAsia="en-US"/>
        </w:rPr>
        <w:t>3</w:t>
      </w:r>
      <w:r w:rsidRPr="00A54A1B">
        <w:rPr>
          <w:rFonts w:ascii="Open Sans" w:eastAsia="Calibri" w:hAnsi="Open Sans" w:cs="Open Sans"/>
          <w:color w:val="auto"/>
          <w:sz w:val="18"/>
          <w:szCs w:val="18"/>
          <w:u w:val="single"/>
          <w:lang w:eastAsia="en-US"/>
        </w:rPr>
        <w:t xml:space="preserve"> : </w:t>
      </w:r>
    </w:p>
    <w:p w14:paraId="4AA304E1" w14:textId="5D94E168" w:rsidR="00C06CDA" w:rsidRDefault="00C06CDA" w:rsidP="00481416">
      <w:pPr>
        <w:spacing w:line="259" w:lineRule="auto"/>
        <w:ind w:left="284"/>
        <w:jc w:val="left"/>
        <w:rPr>
          <w:rFonts w:ascii="Open Sans" w:eastAsia="Calibri" w:hAnsi="Open Sans" w:cs="Open Sans"/>
          <w:b/>
          <w:bCs/>
          <w:color w:val="auto"/>
          <w:sz w:val="18"/>
          <w:szCs w:val="18"/>
          <w:lang w:eastAsia="en-US"/>
        </w:rPr>
      </w:pPr>
      <w:r w:rsidRPr="00C06CDA">
        <w:rPr>
          <w:rFonts w:ascii="Open Sans" w:eastAsia="Calibri" w:hAnsi="Open Sans" w:cs="Open Sans"/>
          <w:b/>
          <w:bCs/>
          <w:color w:val="auto"/>
          <w:sz w:val="18"/>
          <w:szCs w:val="18"/>
          <w:lang w:eastAsia="en-US"/>
        </w:rPr>
        <w:t>Etiquettes autocollantes blanches pré imprimées au format 80 x 70 mm pour les poches de perfusion de 1000 mL, 500 mL, 250 mL et 100mL (cf. annexe 1 CCTP)</w:t>
      </w:r>
    </w:p>
    <w:p w14:paraId="33983BE8" w14:textId="77777777" w:rsidR="00C06CDA" w:rsidRPr="00A54A1B" w:rsidRDefault="00C06CDA" w:rsidP="00481416">
      <w:pPr>
        <w:spacing w:line="259" w:lineRule="auto"/>
        <w:ind w:left="284"/>
        <w:jc w:val="left"/>
        <w:rPr>
          <w:rFonts w:ascii="Open Sans" w:eastAsia="Calibri" w:hAnsi="Open Sans" w:cs="Open Sans"/>
          <w:b/>
          <w:bCs/>
          <w:color w:val="auto"/>
          <w:sz w:val="18"/>
          <w:szCs w:val="18"/>
          <w:lang w:eastAsia="en-US"/>
        </w:rPr>
      </w:pPr>
    </w:p>
    <w:p w14:paraId="6AFF0BDE" w14:textId="77777777" w:rsidR="00C06CDA" w:rsidRPr="00A54A1B" w:rsidRDefault="00C06CDA" w:rsidP="00C06CDA">
      <w:pPr>
        <w:spacing w:after="160" w:line="259" w:lineRule="auto"/>
        <w:jc w:val="left"/>
        <w:rPr>
          <w:rFonts w:ascii="Open Sans" w:eastAsia="Calibri" w:hAnsi="Open Sans" w:cs="Open Sans"/>
          <w:color w:val="auto"/>
          <w:sz w:val="18"/>
          <w:szCs w:val="18"/>
          <w:lang w:eastAsia="en-US"/>
        </w:rPr>
      </w:pPr>
      <w:r w:rsidRPr="00A54A1B">
        <w:rPr>
          <w:rFonts w:ascii="Open Sans" w:eastAsia="Calibri" w:hAnsi="Open Sans" w:cs="Open Sans"/>
          <w:color w:val="auto"/>
          <w:sz w:val="18"/>
          <w:szCs w:val="18"/>
          <w:lang w:eastAsia="en-US"/>
        </w:rPr>
        <w:t>Le fournisseur doit fournir des étiquettes autocollantes 80 x 70 répondant aux caractéristiques suivantes à la demande :</w:t>
      </w:r>
    </w:p>
    <w:p w14:paraId="55774593" w14:textId="77777777" w:rsidR="00C06CDA" w:rsidRPr="00A54A1B" w:rsidRDefault="00C06CDA" w:rsidP="00C06CDA">
      <w:pPr>
        <w:pStyle w:val="Paragraphedeliste"/>
        <w:numPr>
          <w:ilvl w:val="0"/>
          <w:numId w:val="11"/>
        </w:numPr>
        <w:spacing w:after="160" w:line="259" w:lineRule="auto"/>
        <w:jc w:val="left"/>
        <w:rPr>
          <w:rFonts w:ascii="Open Sans" w:eastAsia="Calibri" w:hAnsi="Open Sans" w:cs="Open Sans"/>
          <w:color w:val="auto"/>
          <w:sz w:val="18"/>
          <w:szCs w:val="18"/>
          <w:lang w:eastAsia="en-US"/>
        </w:rPr>
      </w:pPr>
      <w:r w:rsidRPr="00A54A1B">
        <w:rPr>
          <w:rFonts w:ascii="Open Sans" w:eastAsia="Calibri" w:hAnsi="Open Sans" w:cs="Open Sans"/>
          <w:color w:val="auto"/>
          <w:sz w:val="18"/>
          <w:szCs w:val="18"/>
          <w:lang w:eastAsia="en-US"/>
        </w:rPr>
        <w:t>Etiquettes détachables de leur support</w:t>
      </w:r>
    </w:p>
    <w:p w14:paraId="5BB4F10B" w14:textId="1654BCDF" w:rsidR="00C06CDA" w:rsidRPr="00A54A1B" w:rsidRDefault="00C06CDA" w:rsidP="00C06CDA">
      <w:pPr>
        <w:pStyle w:val="Paragraphedeliste"/>
        <w:numPr>
          <w:ilvl w:val="0"/>
          <w:numId w:val="11"/>
        </w:numPr>
        <w:spacing w:after="160" w:line="259" w:lineRule="auto"/>
        <w:jc w:val="left"/>
        <w:rPr>
          <w:rFonts w:ascii="Open Sans" w:eastAsia="Calibri" w:hAnsi="Open Sans" w:cs="Open Sans"/>
          <w:color w:val="auto"/>
          <w:sz w:val="18"/>
          <w:szCs w:val="18"/>
          <w:lang w:eastAsia="en-US"/>
        </w:rPr>
      </w:pPr>
      <w:r w:rsidRPr="00A54A1B">
        <w:rPr>
          <w:rFonts w:ascii="Open Sans" w:eastAsia="Calibri" w:hAnsi="Open Sans" w:cs="Open Sans"/>
          <w:color w:val="auto"/>
          <w:sz w:val="18"/>
          <w:szCs w:val="18"/>
          <w:lang w:eastAsia="en-US"/>
        </w:rPr>
        <w:t xml:space="preserve">Etiquettes sur fond </w:t>
      </w:r>
      <w:r w:rsidR="00A022DF">
        <w:rPr>
          <w:rFonts w:ascii="Open Sans" w:eastAsia="Calibri" w:hAnsi="Open Sans" w:cs="Open Sans"/>
          <w:color w:val="auto"/>
          <w:sz w:val="18"/>
          <w:szCs w:val="18"/>
          <w:lang w:eastAsia="en-US"/>
        </w:rPr>
        <w:t>blanc</w:t>
      </w:r>
    </w:p>
    <w:p w14:paraId="47900844" w14:textId="77777777" w:rsidR="00C06CDA" w:rsidRPr="00A54A1B" w:rsidRDefault="00C06CDA" w:rsidP="00C06CDA">
      <w:pPr>
        <w:pStyle w:val="Paragraphedeliste"/>
        <w:numPr>
          <w:ilvl w:val="0"/>
          <w:numId w:val="11"/>
        </w:numPr>
        <w:spacing w:after="160" w:line="259" w:lineRule="auto"/>
        <w:jc w:val="left"/>
        <w:rPr>
          <w:rFonts w:ascii="Open Sans" w:eastAsia="Calibri" w:hAnsi="Open Sans" w:cs="Open Sans"/>
          <w:color w:val="auto"/>
          <w:sz w:val="18"/>
          <w:szCs w:val="18"/>
          <w:lang w:eastAsia="en-US"/>
        </w:rPr>
      </w:pPr>
      <w:r w:rsidRPr="00A54A1B">
        <w:rPr>
          <w:rFonts w:ascii="Open Sans" w:eastAsia="Calibri" w:hAnsi="Open Sans" w:cs="Open Sans"/>
          <w:color w:val="auto"/>
          <w:sz w:val="18"/>
          <w:szCs w:val="18"/>
          <w:lang w:eastAsia="en-US"/>
        </w:rPr>
        <w:t>Encre d’impression : noir</w:t>
      </w:r>
    </w:p>
    <w:p w14:paraId="7B99E74D" w14:textId="77777777" w:rsidR="00C06CDA" w:rsidRPr="00A54A1B" w:rsidRDefault="00C06CDA" w:rsidP="00C06CDA">
      <w:pPr>
        <w:pStyle w:val="Paragraphedeliste"/>
        <w:numPr>
          <w:ilvl w:val="0"/>
          <w:numId w:val="11"/>
        </w:numPr>
        <w:spacing w:after="160" w:line="259" w:lineRule="auto"/>
        <w:jc w:val="left"/>
        <w:rPr>
          <w:rFonts w:ascii="Open Sans" w:eastAsia="Calibri" w:hAnsi="Open Sans" w:cs="Open Sans"/>
          <w:color w:val="auto"/>
          <w:sz w:val="18"/>
          <w:szCs w:val="18"/>
          <w:lang w:eastAsia="en-US"/>
        </w:rPr>
      </w:pPr>
      <w:r w:rsidRPr="00A54A1B">
        <w:rPr>
          <w:rFonts w:ascii="Open Sans" w:eastAsia="Calibri" w:hAnsi="Open Sans" w:cs="Open Sans"/>
          <w:color w:val="auto"/>
          <w:sz w:val="18"/>
          <w:szCs w:val="18"/>
          <w:lang w:eastAsia="en-US"/>
        </w:rPr>
        <w:t xml:space="preserve">Adhésif renforcé grâce à une </w:t>
      </w:r>
      <w:r w:rsidRPr="00A022DF">
        <w:rPr>
          <w:rFonts w:ascii="Open Sans" w:eastAsia="Calibri" w:hAnsi="Open Sans" w:cs="Open Sans"/>
          <w:color w:val="auto"/>
          <w:sz w:val="18"/>
          <w:szCs w:val="18"/>
          <w:u w:val="single"/>
          <w:lang w:eastAsia="en-US"/>
        </w:rPr>
        <w:t>colle permanente</w:t>
      </w:r>
      <w:r w:rsidRPr="00A54A1B">
        <w:rPr>
          <w:rFonts w:ascii="Open Sans" w:eastAsia="Calibri" w:hAnsi="Open Sans" w:cs="Open Sans"/>
          <w:color w:val="auto"/>
          <w:sz w:val="18"/>
          <w:szCs w:val="18"/>
          <w:lang w:eastAsia="en-US"/>
        </w:rPr>
        <w:t xml:space="preserve"> (résiste au froid et à l’eau ne se dégradant pas au contact d’un support plastique et ne passant pas au travers de la paroi plastique – Ne se décollent pas accidentellement)</w:t>
      </w:r>
    </w:p>
    <w:p w14:paraId="5A4B6391" w14:textId="42A76D60" w:rsidR="00C06CDA" w:rsidRPr="00DF0D13" w:rsidRDefault="00C06CDA" w:rsidP="00C06CDA">
      <w:pPr>
        <w:pStyle w:val="Paragraphedeliste"/>
        <w:numPr>
          <w:ilvl w:val="0"/>
          <w:numId w:val="11"/>
        </w:numPr>
        <w:spacing w:after="160" w:line="259" w:lineRule="auto"/>
        <w:jc w:val="left"/>
        <w:rPr>
          <w:rFonts w:ascii="Open Sans" w:eastAsia="Calibri" w:hAnsi="Open Sans" w:cs="Open Sans"/>
          <w:color w:val="auto"/>
          <w:sz w:val="18"/>
          <w:szCs w:val="18"/>
          <w:u w:val="single"/>
          <w:lang w:eastAsia="en-US"/>
        </w:rPr>
      </w:pPr>
      <w:r w:rsidRPr="00DF0D13">
        <w:rPr>
          <w:rFonts w:ascii="Open Sans" w:eastAsia="Calibri" w:hAnsi="Open Sans" w:cs="Open Sans"/>
          <w:color w:val="auto"/>
          <w:sz w:val="18"/>
          <w:szCs w:val="18"/>
          <w:u w:val="single"/>
          <w:lang w:eastAsia="en-US"/>
        </w:rPr>
        <w:t>Nombre d’étiquettes par rouleau égal à 5</w:t>
      </w:r>
      <w:r w:rsidR="00DF0D13">
        <w:rPr>
          <w:rFonts w:ascii="Open Sans" w:eastAsia="Calibri" w:hAnsi="Open Sans" w:cs="Open Sans"/>
          <w:color w:val="auto"/>
          <w:sz w:val="18"/>
          <w:szCs w:val="18"/>
          <w:u w:val="single"/>
          <w:lang w:eastAsia="en-US"/>
        </w:rPr>
        <w:t>0</w:t>
      </w:r>
      <w:r w:rsidRPr="00DF0D13">
        <w:rPr>
          <w:rFonts w:ascii="Open Sans" w:eastAsia="Calibri" w:hAnsi="Open Sans" w:cs="Open Sans"/>
          <w:color w:val="auto"/>
          <w:sz w:val="18"/>
          <w:szCs w:val="18"/>
          <w:u w:val="single"/>
          <w:lang w:eastAsia="en-US"/>
        </w:rPr>
        <w:t>0</w:t>
      </w:r>
    </w:p>
    <w:p w14:paraId="19378F6A" w14:textId="35AE6262" w:rsidR="00C06CDA" w:rsidRDefault="00C06CDA" w:rsidP="00C06CDA">
      <w:pPr>
        <w:pStyle w:val="Paragraphedeliste"/>
        <w:numPr>
          <w:ilvl w:val="0"/>
          <w:numId w:val="11"/>
        </w:numPr>
        <w:spacing w:after="160" w:line="259" w:lineRule="auto"/>
        <w:jc w:val="left"/>
        <w:rPr>
          <w:rFonts w:ascii="Open Sans" w:eastAsia="Calibri" w:hAnsi="Open Sans" w:cs="Open Sans"/>
          <w:color w:val="auto"/>
          <w:sz w:val="18"/>
          <w:szCs w:val="18"/>
          <w:lang w:eastAsia="en-US"/>
        </w:rPr>
      </w:pPr>
      <w:r w:rsidRPr="00A54A1B">
        <w:rPr>
          <w:rFonts w:ascii="Open Sans" w:eastAsia="Calibri" w:hAnsi="Open Sans" w:cs="Open Sans"/>
          <w:color w:val="auto"/>
          <w:sz w:val="18"/>
          <w:szCs w:val="18"/>
          <w:lang w:eastAsia="en-US"/>
        </w:rPr>
        <w:t>Marquage au stylo, feutre, marqueur, sans bavure</w:t>
      </w:r>
    </w:p>
    <w:p w14:paraId="7E0118F2" w14:textId="1EB9AFCB" w:rsidR="00481416" w:rsidRDefault="00481416" w:rsidP="00481416">
      <w:pPr>
        <w:pStyle w:val="Paragraphedeliste"/>
        <w:spacing w:after="160" w:line="259" w:lineRule="auto"/>
        <w:jc w:val="left"/>
        <w:rPr>
          <w:rFonts w:ascii="Open Sans" w:eastAsia="Calibri" w:hAnsi="Open Sans" w:cs="Open Sans"/>
          <w:color w:val="auto"/>
          <w:sz w:val="18"/>
          <w:szCs w:val="18"/>
          <w:lang w:eastAsia="en-US"/>
        </w:rPr>
      </w:pPr>
    </w:p>
    <w:p w14:paraId="5499B3B8" w14:textId="77777777" w:rsidR="00481416" w:rsidRPr="00A54A1B" w:rsidRDefault="00481416" w:rsidP="00481416">
      <w:pPr>
        <w:pStyle w:val="Paragraphedeliste"/>
        <w:spacing w:after="160" w:line="259" w:lineRule="auto"/>
        <w:jc w:val="left"/>
        <w:rPr>
          <w:rFonts w:ascii="Open Sans" w:eastAsia="Calibri" w:hAnsi="Open Sans" w:cs="Open Sans"/>
          <w:color w:val="auto"/>
          <w:sz w:val="18"/>
          <w:szCs w:val="18"/>
          <w:lang w:eastAsia="en-US"/>
        </w:rPr>
      </w:pPr>
    </w:p>
    <w:p w14:paraId="2CB5CF7F" w14:textId="77777777" w:rsidR="00481416" w:rsidRPr="00BF33A6" w:rsidRDefault="00481416" w:rsidP="00481416">
      <w:pPr>
        <w:tabs>
          <w:tab w:val="left" w:pos="567"/>
        </w:tabs>
        <w:spacing w:after="200" w:line="276" w:lineRule="auto"/>
        <w:ind w:firstLine="426"/>
        <w:jc w:val="left"/>
        <w:outlineLvl w:val="2"/>
        <w:rPr>
          <w:rFonts w:ascii="Open Sans" w:eastAsiaTheme="majorEastAsia" w:hAnsi="Open Sans" w:cs="Open Sans"/>
          <w:b/>
          <w:color w:val="auto"/>
          <w:sz w:val="18"/>
          <w:szCs w:val="18"/>
          <w:u w:val="single"/>
        </w:rPr>
      </w:pPr>
      <w:r w:rsidRPr="00BF33A6">
        <w:rPr>
          <w:rFonts w:ascii="Open Sans" w:eastAsiaTheme="majorEastAsia" w:hAnsi="Open Sans" w:cs="Open Sans"/>
          <w:b/>
          <w:color w:val="auto"/>
          <w:sz w:val="18"/>
          <w:szCs w:val="18"/>
          <w:u w:val="single"/>
        </w:rPr>
        <w:t xml:space="preserve">Mentions pré-imprimées obligatoires </w:t>
      </w:r>
    </w:p>
    <w:p w14:paraId="55E615E0" w14:textId="77777777" w:rsidR="00481416" w:rsidRPr="00BF33A6" w:rsidRDefault="00481416" w:rsidP="00481416">
      <w:pPr>
        <w:autoSpaceDE w:val="0"/>
        <w:autoSpaceDN w:val="0"/>
        <w:adjustRightInd w:val="0"/>
        <w:ind w:firstLine="426"/>
        <w:rPr>
          <w:rFonts w:ascii="Open Sans" w:eastAsiaTheme="minorHAnsi" w:hAnsi="Open Sans" w:cs="Open Sans"/>
          <w:bCs/>
          <w:sz w:val="18"/>
          <w:szCs w:val="18"/>
          <w:lang w:eastAsia="en-US"/>
        </w:rPr>
      </w:pPr>
      <w:r>
        <w:rPr>
          <w:rFonts w:ascii="Open Sans" w:eastAsiaTheme="majorEastAsia" w:hAnsi="Open Sans" w:cs="Open Sans"/>
          <w:color w:val="auto"/>
          <w:sz w:val="18"/>
          <w:szCs w:val="18"/>
        </w:rPr>
        <w:t>Les références 2 et 3</w:t>
      </w:r>
      <w:r w:rsidRPr="00BF33A6">
        <w:rPr>
          <w:rFonts w:ascii="Open Sans" w:eastAsiaTheme="majorEastAsia" w:hAnsi="Open Sans" w:cs="Open Sans"/>
          <w:color w:val="auto"/>
          <w:sz w:val="18"/>
          <w:szCs w:val="18"/>
        </w:rPr>
        <w:t xml:space="preserve"> doivent mentionner</w:t>
      </w:r>
      <w:r w:rsidRPr="00BF33A6">
        <w:rPr>
          <w:rFonts w:ascii="Open Sans" w:eastAsiaTheme="minorHAnsi" w:hAnsi="Open Sans" w:cs="Open Sans"/>
          <w:bCs/>
          <w:sz w:val="18"/>
          <w:szCs w:val="18"/>
          <w:lang w:eastAsia="en-US"/>
        </w:rPr>
        <w:t xml:space="preserve"> </w:t>
      </w:r>
      <w:r w:rsidRPr="00BF33A6">
        <w:rPr>
          <w:rFonts w:ascii="Open Sans" w:eastAsiaTheme="minorHAnsi" w:hAnsi="Open Sans" w:cs="Open Sans"/>
          <w:b/>
          <w:bCs/>
          <w:sz w:val="18"/>
          <w:szCs w:val="18"/>
          <w:lang w:eastAsia="en-US"/>
        </w:rPr>
        <w:t>(cf. annexe 1 CCTP)</w:t>
      </w:r>
      <w:r w:rsidRPr="00BF33A6">
        <w:rPr>
          <w:rFonts w:ascii="Open Sans" w:eastAsiaTheme="minorHAnsi" w:hAnsi="Open Sans" w:cs="Open Sans"/>
          <w:bCs/>
          <w:sz w:val="18"/>
          <w:szCs w:val="18"/>
          <w:lang w:eastAsia="en-US"/>
        </w:rPr>
        <w:t>:</w:t>
      </w:r>
    </w:p>
    <w:p w14:paraId="76E20AF0" w14:textId="30747ADB" w:rsidR="00481416" w:rsidRPr="00BF33A6" w:rsidRDefault="00481416" w:rsidP="00481416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294"/>
        <w:contextualSpacing/>
        <w:jc w:val="left"/>
        <w:rPr>
          <w:rFonts w:ascii="Open Sans" w:eastAsiaTheme="minorHAnsi" w:hAnsi="Open Sans" w:cs="Open Sans"/>
          <w:sz w:val="18"/>
          <w:szCs w:val="18"/>
          <w:lang w:eastAsia="en-US"/>
        </w:rPr>
      </w:pPr>
      <w:r w:rsidRPr="00BF33A6">
        <w:rPr>
          <w:rFonts w:ascii="Open Sans" w:eastAsiaTheme="minorHAnsi" w:hAnsi="Open Sans" w:cs="Open Sans"/>
          <w:sz w:val="18"/>
          <w:szCs w:val="18"/>
          <w:lang w:eastAsia="en-US"/>
        </w:rPr>
        <w:t xml:space="preserve">Etiquette Patient ORBIS (Largeur 70mm/Hauteur </w:t>
      </w:r>
      <w:r>
        <w:rPr>
          <w:rFonts w:ascii="Open Sans" w:eastAsiaTheme="minorHAnsi" w:hAnsi="Open Sans" w:cs="Open Sans"/>
          <w:sz w:val="18"/>
          <w:szCs w:val="18"/>
          <w:lang w:eastAsia="en-US"/>
        </w:rPr>
        <w:t>28/</w:t>
      </w:r>
      <w:r w:rsidRPr="00BF33A6">
        <w:rPr>
          <w:rFonts w:ascii="Open Sans" w:eastAsiaTheme="minorHAnsi" w:hAnsi="Open Sans" w:cs="Open Sans"/>
          <w:sz w:val="18"/>
          <w:szCs w:val="18"/>
          <w:lang w:eastAsia="en-US"/>
        </w:rPr>
        <w:t>30mm)</w:t>
      </w:r>
    </w:p>
    <w:p w14:paraId="58CA8DDA" w14:textId="77777777" w:rsidR="00481416" w:rsidRPr="00BF33A6" w:rsidRDefault="00481416" w:rsidP="00481416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294"/>
        <w:contextualSpacing/>
        <w:jc w:val="left"/>
        <w:rPr>
          <w:rFonts w:ascii="Open Sans" w:eastAsiaTheme="minorHAnsi" w:hAnsi="Open Sans" w:cs="Open Sans"/>
          <w:sz w:val="18"/>
          <w:szCs w:val="18"/>
          <w:lang w:eastAsia="en-US"/>
        </w:rPr>
      </w:pPr>
      <w:r w:rsidRPr="00BF33A6">
        <w:rPr>
          <w:rFonts w:ascii="Open Sans" w:eastAsiaTheme="minorHAnsi" w:hAnsi="Open Sans" w:cs="Open Sans"/>
          <w:sz w:val="18"/>
          <w:szCs w:val="18"/>
          <w:lang w:eastAsia="en-US"/>
        </w:rPr>
        <w:t xml:space="preserve">Traitement </w:t>
      </w:r>
    </w:p>
    <w:p w14:paraId="6DB0B6FD" w14:textId="77777777" w:rsidR="00481416" w:rsidRPr="00BF33A6" w:rsidRDefault="00481416" w:rsidP="00481416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294"/>
        <w:contextualSpacing/>
        <w:jc w:val="left"/>
        <w:rPr>
          <w:rFonts w:ascii="Open Sans" w:eastAsiaTheme="minorHAnsi" w:hAnsi="Open Sans" w:cs="Open Sans"/>
          <w:sz w:val="18"/>
          <w:szCs w:val="18"/>
          <w:lang w:eastAsia="en-US"/>
        </w:rPr>
      </w:pPr>
      <w:r w:rsidRPr="00BF33A6">
        <w:rPr>
          <w:rFonts w:ascii="Open Sans" w:eastAsiaTheme="minorHAnsi" w:hAnsi="Open Sans" w:cs="Open Sans"/>
          <w:sz w:val="18"/>
          <w:szCs w:val="18"/>
          <w:lang w:eastAsia="en-US"/>
        </w:rPr>
        <w:t>Dosage / Dilution</w:t>
      </w:r>
    </w:p>
    <w:p w14:paraId="2F68FD19" w14:textId="77777777" w:rsidR="00481416" w:rsidRPr="00BF33A6" w:rsidRDefault="00481416" w:rsidP="00481416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294"/>
        <w:contextualSpacing/>
        <w:jc w:val="left"/>
        <w:rPr>
          <w:rFonts w:ascii="Open Sans" w:eastAsiaTheme="minorHAnsi" w:hAnsi="Open Sans" w:cs="Open Sans"/>
          <w:sz w:val="18"/>
          <w:szCs w:val="18"/>
          <w:lang w:eastAsia="en-US"/>
        </w:rPr>
      </w:pPr>
      <w:r w:rsidRPr="00BF33A6">
        <w:rPr>
          <w:rFonts w:ascii="Open Sans" w:eastAsiaTheme="minorHAnsi" w:hAnsi="Open Sans" w:cs="Open Sans"/>
          <w:sz w:val="18"/>
          <w:szCs w:val="18"/>
          <w:lang w:eastAsia="en-US"/>
        </w:rPr>
        <w:t>Voie</w:t>
      </w:r>
    </w:p>
    <w:p w14:paraId="69C28537" w14:textId="77777777" w:rsidR="00481416" w:rsidRPr="00BF33A6" w:rsidRDefault="00481416" w:rsidP="00481416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294"/>
        <w:contextualSpacing/>
        <w:jc w:val="left"/>
        <w:rPr>
          <w:rFonts w:ascii="Open Sans" w:eastAsiaTheme="minorHAnsi" w:hAnsi="Open Sans" w:cs="Open Sans"/>
          <w:sz w:val="18"/>
          <w:szCs w:val="18"/>
          <w:lang w:eastAsia="en-US"/>
        </w:rPr>
      </w:pPr>
      <w:r w:rsidRPr="00BF33A6">
        <w:rPr>
          <w:rFonts w:ascii="Open Sans" w:eastAsiaTheme="minorHAnsi" w:hAnsi="Open Sans" w:cs="Open Sans"/>
          <w:sz w:val="18"/>
          <w:szCs w:val="18"/>
          <w:lang w:eastAsia="en-US"/>
        </w:rPr>
        <w:t xml:space="preserve">Heure début / Heure fin </w:t>
      </w:r>
    </w:p>
    <w:p w14:paraId="667D86B7" w14:textId="77777777" w:rsidR="00481416" w:rsidRPr="00BF33A6" w:rsidRDefault="00481416" w:rsidP="00481416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294"/>
        <w:contextualSpacing/>
        <w:jc w:val="left"/>
        <w:rPr>
          <w:rFonts w:ascii="Open Sans" w:eastAsiaTheme="minorHAnsi" w:hAnsi="Open Sans" w:cs="Open Sans"/>
          <w:sz w:val="18"/>
          <w:szCs w:val="18"/>
          <w:lang w:eastAsia="en-US"/>
        </w:rPr>
      </w:pPr>
      <w:r w:rsidRPr="00BF33A6">
        <w:rPr>
          <w:rFonts w:ascii="Open Sans" w:eastAsiaTheme="minorHAnsi" w:hAnsi="Open Sans" w:cs="Open Sans"/>
          <w:sz w:val="18"/>
          <w:szCs w:val="18"/>
          <w:lang w:eastAsia="en-US"/>
        </w:rPr>
        <w:t>Débit (m</w:t>
      </w:r>
      <w:r>
        <w:rPr>
          <w:rFonts w:ascii="Open Sans" w:eastAsiaTheme="minorHAnsi" w:hAnsi="Open Sans" w:cs="Open Sans"/>
          <w:sz w:val="18"/>
          <w:szCs w:val="18"/>
          <w:lang w:eastAsia="en-US"/>
        </w:rPr>
        <w:t>L</w:t>
      </w:r>
      <w:r w:rsidRPr="00BF33A6">
        <w:rPr>
          <w:rFonts w:ascii="Open Sans" w:eastAsiaTheme="minorHAnsi" w:hAnsi="Open Sans" w:cs="Open Sans"/>
          <w:sz w:val="18"/>
          <w:szCs w:val="18"/>
          <w:lang w:eastAsia="en-US"/>
        </w:rPr>
        <w:t>/h)</w:t>
      </w:r>
    </w:p>
    <w:p w14:paraId="78A5FE5B" w14:textId="77777777" w:rsidR="00481416" w:rsidRPr="00BF33A6" w:rsidRDefault="00481416" w:rsidP="00481416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294"/>
        <w:contextualSpacing/>
        <w:jc w:val="left"/>
        <w:rPr>
          <w:rFonts w:ascii="Open Sans" w:eastAsiaTheme="minorHAnsi" w:hAnsi="Open Sans" w:cs="Open Sans"/>
          <w:sz w:val="18"/>
          <w:szCs w:val="18"/>
          <w:lang w:eastAsia="en-US"/>
        </w:rPr>
      </w:pPr>
      <w:r w:rsidRPr="00BF33A6">
        <w:rPr>
          <w:rFonts w:ascii="Open Sans" w:eastAsiaTheme="minorHAnsi" w:hAnsi="Open Sans" w:cs="Open Sans"/>
          <w:sz w:val="18"/>
          <w:szCs w:val="18"/>
          <w:lang w:eastAsia="en-US"/>
        </w:rPr>
        <w:t>Préparé et posé par :</w:t>
      </w:r>
    </w:p>
    <w:p w14:paraId="131BEE22" w14:textId="77777777" w:rsidR="00481416" w:rsidRPr="00BF33A6" w:rsidRDefault="00481416" w:rsidP="00481416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294"/>
        <w:contextualSpacing/>
        <w:jc w:val="left"/>
        <w:rPr>
          <w:rFonts w:ascii="Open Sans" w:eastAsiaTheme="minorHAnsi" w:hAnsi="Open Sans" w:cs="Open Sans"/>
          <w:sz w:val="18"/>
          <w:szCs w:val="18"/>
          <w:lang w:eastAsia="en-US"/>
        </w:rPr>
      </w:pPr>
      <w:r w:rsidRPr="00BF33A6">
        <w:rPr>
          <w:rFonts w:ascii="Open Sans" w:eastAsiaTheme="minorHAnsi" w:hAnsi="Open Sans" w:cs="Open Sans"/>
          <w:sz w:val="18"/>
          <w:szCs w:val="18"/>
          <w:lang w:eastAsia="en-US"/>
        </w:rPr>
        <w:t>Date</w:t>
      </w:r>
    </w:p>
    <w:p w14:paraId="318B589B" w14:textId="77777777" w:rsidR="00481416" w:rsidRPr="00365B30" w:rsidRDefault="00481416" w:rsidP="00481416">
      <w:pPr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hanging="294"/>
        <w:contextualSpacing/>
        <w:jc w:val="left"/>
        <w:rPr>
          <w:rFonts w:ascii="Open Sans" w:hAnsi="Open Sans" w:cs="Open Sans"/>
          <w:sz w:val="18"/>
          <w:szCs w:val="18"/>
        </w:rPr>
      </w:pPr>
      <w:r w:rsidRPr="00BF33A6">
        <w:rPr>
          <w:rFonts w:ascii="Open Sans" w:eastAsiaTheme="minorHAnsi" w:hAnsi="Open Sans" w:cs="Open Sans"/>
          <w:sz w:val="18"/>
          <w:szCs w:val="18"/>
          <w:lang w:eastAsia="en-US"/>
        </w:rPr>
        <w:t>Heure</w:t>
      </w:r>
    </w:p>
    <w:p w14:paraId="1E008D4B" w14:textId="77777777" w:rsidR="00510DBF" w:rsidRPr="00510DBF" w:rsidRDefault="00510DBF" w:rsidP="00510DBF">
      <w:pPr>
        <w:rPr>
          <w:rFonts w:ascii="Open Sans" w:hAnsi="Open Sans" w:cs="Open Sans"/>
          <w:sz w:val="18"/>
          <w:szCs w:val="18"/>
          <w:u w:val="single"/>
        </w:rPr>
      </w:pPr>
    </w:p>
    <w:p w14:paraId="16392FCB" w14:textId="11139FAF" w:rsidR="00510DBF" w:rsidRPr="00510DBF" w:rsidRDefault="00510DBF" w:rsidP="00510DBF">
      <w:p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  <w:u w:val="single"/>
        </w:rPr>
        <w:t xml:space="preserve">Qualité demandée pour </w:t>
      </w:r>
      <w:r w:rsidR="00253CA1">
        <w:rPr>
          <w:rFonts w:ascii="Open Sans" w:hAnsi="Open Sans" w:cs="Open Sans"/>
          <w:sz w:val="18"/>
          <w:szCs w:val="18"/>
          <w:u w:val="single"/>
        </w:rPr>
        <w:t xml:space="preserve">toutes </w:t>
      </w:r>
      <w:r w:rsidRPr="00510DBF">
        <w:rPr>
          <w:rFonts w:ascii="Open Sans" w:hAnsi="Open Sans" w:cs="Open Sans"/>
          <w:sz w:val="18"/>
          <w:szCs w:val="18"/>
          <w:u w:val="single"/>
        </w:rPr>
        <w:t>les étiquettes</w:t>
      </w:r>
      <w:r w:rsidRPr="00510DBF">
        <w:rPr>
          <w:rFonts w:ascii="Open Sans" w:hAnsi="Open Sans" w:cs="Open Sans"/>
          <w:sz w:val="18"/>
          <w:szCs w:val="18"/>
        </w:rPr>
        <w:t> :</w:t>
      </w:r>
    </w:p>
    <w:p w14:paraId="2AEB4568" w14:textId="77777777" w:rsidR="00510DBF" w:rsidRPr="00510DBF" w:rsidRDefault="00510DBF" w:rsidP="00510DBF">
      <w:pPr>
        <w:rPr>
          <w:rFonts w:ascii="Open Sans" w:hAnsi="Open Sans" w:cs="Open Sans"/>
          <w:sz w:val="18"/>
          <w:szCs w:val="18"/>
        </w:rPr>
      </w:pPr>
    </w:p>
    <w:p w14:paraId="1ED26546" w14:textId="77777777" w:rsidR="00510DBF" w:rsidRPr="00510DBF" w:rsidRDefault="00510DBF" w:rsidP="00510DBF">
      <w:p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>Elles devront rester lisibles et collées dans les conditions d’utilisation suivantes :</w:t>
      </w:r>
    </w:p>
    <w:p w14:paraId="0883F4A4" w14:textId="77777777" w:rsidR="00510DBF" w:rsidRPr="00510DBF" w:rsidRDefault="00510DBF" w:rsidP="00510DBF">
      <w:pPr>
        <w:numPr>
          <w:ilvl w:val="0"/>
          <w:numId w:val="6"/>
        </w:num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 xml:space="preserve">Congélation à </w:t>
      </w:r>
      <w:smartTag w:uri="urn:schemas-microsoft-com:office:smarttags" w:element="metricconverter">
        <w:smartTagPr>
          <w:attr w:name="ProductID" w:val="-80ﾰC"/>
        </w:smartTagPr>
        <w:r w:rsidRPr="00510DBF">
          <w:rPr>
            <w:rFonts w:ascii="Open Sans" w:hAnsi="Open Sans" w:cs="Open Sans"/>
            <w:sz w:val="18"/>
            <w:szCs w:val="18"/>
          </w:rPr>
          <w:t>-80°C</w:t>
        </w:r>
      </w:smartTag>
      <w:r w:rsidRPr="00510DBF">
        <w:rPr>
          <w:rFonts w:ascii="Open Sans" w:hAnsi="Open Sans" w:cs="Open Sans"/>
          <w:sz w:val="18"/>
          <w:szCs w:val="18"/>
        </w:rPr>
        <w:t xml:space="preserve"> (ou à </w:t>
      </w:r>
      <w:smartTag w:uri="urn:schemas-microsoft-com:office:smarttags" w:element="metricconverter">
        <w:smartTagPr>
          <w:attr w:name="ProductID" w:val="-40ﾰC"/>
        </w:smartTagPr>
        <w:r w:rsidRPr="00510DBF">
          <w:rPr>
            <w:rFonts w:ascii="Open Sans" w:hAnsi="Open Sans" w:cs="Open Sans"/>
            <w:sz w:val="18"/>
            <w:szCs w:val="18"/>
          </w:rPr>
          <w:t>-40°C</w:t>
        </w:r>
      </w:smartTag>
      <w:r w:rsidRPr="00510DBF">
        <w:rPr>
          <w:rFonts w:ascii="Open Sans" w:hAnsi="Open Sans" w:cs="Open Sans"/>
          <w:sz w:val="18"/>
          <w:szCs w:val="18"/>
        </w:rPr>
        <w:t>) (qualité de la colle et résistance thermique)</w:t>
      </w:r>
    </w:p>
    <w:p w14:paraId="494CF29F" w14:textId="77777777" w:rsidR="00510DBF" w:rsidRPr="00510DBF" w:rsidRDefault="00510DBF" w:rsidP="00510DBF">
      <w:pPr>
        <w:numPr>
          <w:ilvl w:val="0"/>
          <w:numId w:val="6"/>
        </w:num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 xml:space="preserve">Décongélation à l’air, température ambiante </w:t>
      </w:r>
    </w:p>
    <w:p w14:paraId="28049CB3" w14:textId="77777777" w:rsidR="00510DBF" w:rsidRPr="00510DBF" w:rsidRDefault="00510DBF" w:rsidP="00510DBF">
      <w:pPr>
        <w:numPr>
          <w:ilvl w:val="0"/>
          <w:numId w:val="6"/>
        </w:num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>Décongélation au bain marie à +</w:t>
      </w:r>
      <w:smartTag w:uri="urn:schemas-microsoft-com:office:smarttags" w:element="metricconverter">
        <w:smartTagPr>
          <w:attr w:name="ProductID" w:val="57ﾰC"/>
        </w:smartTagPr>
        <w:r w:rsidRPr="00510DBF">
          <w:rPr>
            <w:rFonts w:ascii="Open Sans" w:hAnsi="Open Sans" w:cs="Open Sans"/>
            <w:sz w:val="18"/>
            <w:szCs w:val="18"/>
          </w:rPr>
          <w:t>57°C</w:t>
        </w:r>
      </w:smartTag>
      <w:r w:rsidRPr="00510DBF">
        <w:rPr>
          <w:rFonts w:ascii="Open Sans" w:hAnsi="Open Sans" w:cs="Open Sans"/>
          <w:sz w:val="18"/>
          <w:szCs w:val="18"/>
        </w:rPr>
        <w:t xml:space="preserve"> +</w:t>
      </w:r>
      <w:smartTag w:uri="urn:schemas-microsoft-com:office:smarttags" w:element="metricconverter">
        <w:smartTagPr>
          <w:attr w:name="ProductID" w:val="37ﾰC"/>
        </w:smartTagPr>
        <w:r w:rsidRPr="00510DBF">
          <w:rPr>
            <w:rFonts w:ascii="Open Sans" w:hAnsi="Open Sans" w:cs="Open Sans"/>
            <w:sz w:val="18"/>
            <w:szCs w:val="18"/>
          </w:rPr>
          <w:t>37°C</w:t>
        </w:r>
      </w:smartTag>
      <w:r w:rsidRPr="00510DBF">
        <w:rPr>
          <w:rFonts w:ascii="Open Sans" w:hAnsi="Open Sans" w:cs="Open Sans"/>
          <w:sz w:val="18"/>
          <w:szCs w:val="18"/>
        </w:rPr>
        <w:t xml:space="preserve"> +</w:t>
      </w:r>
      <w:smartTag w:uri="urn:schemas-microsoft-com:office:smarttags" w:element="metricconverter">
        <w:smartTagPr>
          <w:attr w:name="ProductID" w:val="25ﾰC"/>
        </w:smartTagPr>
        <w:r w:rsidRPr="00510DBF">
          <w:rPr>
            <w:rFonts w:ascii="Open Sans" w:hAnsi="Open Sans" w:cs="Open Sans"/>
            <w:sz w:val="18"/>
            <w:szCs w:val="18"/>
          </w:rPr>
          <w:t>25°C</w:t>
        </w:r>
      </w:smartTag>
    </w:p>
    <w:p w14:paraId="53FC37D2" w14:textId="77777777" w:rsidR="00510DBF" w:rsidRPr="00510DBF" w:rsidRDefault="00510DBF" w:rsidP="00510DBF">
      <w:pPr>
        <w:numPr>
          <w:ilvl w:val="0"/>
          <w:numId w:val="6"/>
        </w:num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 xml:space="preserve">Conservation à </w:t>
      </w:r>
      <w:smartTag w:uri="urn:schemas-microsoft-com:office:smarttags" w:element="metricconverter">
        <w:smartTagPr>
          <w:attr w:name="ProductID" w:val="4ﾰC"/>
        </w:smartTagPr>
        <w:r w:rsidRPr="00510DBF">
          <w:rPr>
            <w:rFonts w:ascii="Open Sans" w:hAnsi="Open Sans" w:cs="Open Sans"/>
            <w:sz w:val="18"/>
            <w:szCs w:val="18"/>
          </w:rPr>
          <w:t>4°C</w:t>
        </w:r>
      </w:smartTag>
    </w:p>
    <w:p w14:paraId="0DF6675B" w14:textId="77777777" w:rsidR="00510DBF" w:rsidRPr="00510DBF" w:rsidRDefault="00510DBF" w:rsidP="00510DBF">
      <w:pPr>
        <w:numPr>
          <w:ilvl w:val="0"/>
          <w:numId w:val="6"/>
        </w:num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>Application sur papier, verre ou plastique, la colle devant y adhérer dans les circonstances d’emploi citées</w:t>
      </w:r>
    </w:p>
    <w:p w14:paraId="40E7CF65" w14:textId="77777777" w:rsidR="00510DBF" w:rsidRPr="00510DBF" w:rsidRDefault="00510DBF" w:rsidP="00510DBF">
      <w:pPr>
        <w:numPr>
          <w:ilvl w:val="0"/>
          <w:numId w:val="6"/>
        </w:num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>Assurer une qualité d’impression via les imprimantes pour la lisibilité des codes à barres (passage et lecture sur automates)</w:t>
      </w:r>
    </w:p>
    <w:p w14:paraId="180C3E85" w14:textId="77777777" w:rsidR="00510DBF" w:rsidRPr="00510DBF" w:rsidRDefault="00510DBF" w:rsidP="00510DBF">
      <w:pPr>
        <w:numPr>
          <w:ilvl w:val="0"/>
          <w:numId w:val="6"/>
        </w:num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>Assurer une qualité d’impression pour les noms et les numéros sans risques d’effacement (préciser l’échelle de variation des températures) pour l’identification des patients</w:t>
      </w:r>
    </w:p>
    <w:p w14:paraId="28C72C37" w14:textId="77777777" w:rsidR="00510DBF" w:rsidRPr="00510DBF" w:rsidRDefault="00510DBF" w:rsidP="00510DBF">
      <w:pPr>
        <w:numPr>
          <w:ilvl w:val="0"/>
          <w:numId w:val="6"/>
        </w:numPr>
        <w:rPr>
          <w:rFonts w:ascii="Open Sans" w:hAnsi="Open Sans" w:cs="Open Sans"/>
          <w:sz w:val="18"/>
          <w:szCs w:val="18"/>
        </w:rPr>
      </w:pPr>
      <w:r w:rsidRPr="00510DBF">
        <w:rPr>
          <w:rFonts w:ascii="Open Sans" w:hAnsi="Open Sans" w:cs="Open Sans"/>
          <w:sz w:val="18"/>
          <w:szCs w:val="18"/>
        </w:rPr>
        <w:t>Manipulations répétées, facilité d’usage</w:t>
      </w:r>
    </w:p>
    <w:p w14:paraId="7BF800C9" w14:textId="77777777" w:rsidR="00510DBF" w:rsidRPr="00510DBF" w:rsidRDefault="00510DBF" w:rsidP="00510DBF">
      <w:pPr>
        <w:numPr>
          <w:ilvl w:val="0"/>
          <w:numId w:val="6"/>
        </w:numPr>
        <w:rPr>
          <w:rFonts w:ascii="Open Sans" w:hAnsi="Open Sans" w:cs="Open Sans"/>
          <w:sz w:val="18"/>
          <w:szCs w:val="22"/>
        </w:rPr>
      </w:pPr>
      <w:r w:rsidRPr="00510DBF">
        <w:rPr>
          <w:rFonts w:ascii="Open Sans" w:hAnsi="Open Sans" w:cs="Open Sans"/>
          <w:sz w:val="18"/>
          <w:szCs w:val="22"/>
        </w:rPr>
        <w:t>Maintien des conditions de lecture le plus longtemps possible (archivage, conservation...)</w:t>
      </w:r>
    </w:p>
    <w:p w14:paraId="744311CF" w14:textId="77777777" w:rsidR="00510DBF" w:rsidRPr="00510DBF" w:rsidRDefault="00510DBF" w:rsidP="00510DBF">
      <w:pPr>
        <w:rPr>
          <w:rFonts w:ascii="Open Sans" w:hAnsi="Open Sans" w:cs="Open Sans"/>
          <w:sz w:val="18"/>
          <w:szCs w:val="22"/>
        </w:rPr>
      </w:pPr>
    </w:p>
    <w:p w14:paraId="4C0F1687" w14:textId="77777777" w:rsidR="00510DBF" w:rsidRPr="00510DBF" w:rsidRDefault="00510DBF" w:rsidP="00510DBF">
      <w:pPr>
        <w:rPr>
          <w:rFonts w:ascii="Open Sans" w:hAnsi="Open Sans" w:cs="Open Sans"/>
          <w:sz w:val="18"/>
          <w:szCs w:val="22"/>
        </w:rPr>
      </w:pPr>
    </w:p>
    <w:p w14:paraId="79E01B45" w14:textId="77777777" w:rsidR="00510DBF" w:rsidRPr="00510DBF" w:rsidRDefault="00510DBF" w:rsidP="00510DBF">
      <w:pPr>
        <w:rPr>
          <w:rFonts w:ascii="Open Sans" w:hAnsi="Open Sans" w:cs="Open Sans"/>
          <w:sz w:val="18"/>
          <w:szCs w:val="22"/>
        </w:rPr>
      </w:pPr>
      <w:r w:rsidRPr="00510DBF">
        <w:rPr>
          <w:rFonts w:ascii="Open Sans" w:hAnsi="Open Sans" w:cs="Open Sans"/>
          <w:sz w:val="18"/>
          <w:szCs w:val="22"/>
        </w:rPr>
        <w:t>Il est important que le titulaire puisse faire des propositions sur devis, avec essais préalable pour des besoins pouvant apparaître durant l’exécution de ce marché.</w:t>
      </w:r>
    </w:p>
    <w:p w14:paraId="25832B4A" w14:textId="10DF2D8E" w:rsidR="00510DBF" w:rsidRDefault="00510DBF" w:rsidP="00510DBF">
      <w:pPr>
        <w:rPr>
          <w:rFonts w:ascii="Open Sans" w:hAnsi="Open Sans" w:cs="Open Sans"/>
          <w:sz w:val="18"/>
          <w:szCs w:val="22"/>
        </w:rPr>
      </w:pPr>
    </w:p>
    <w:p w14:paraId="5CE34945" w14:textId="167ECE1C" w:rsidR="006505F6" w:rsidRDefault="006505F6" w:rsidP="00510DBF">
      <w:pPr>
        <w:rPr>
          <w:rFonts w:ascii="Open Sans" w:hAnsi="Open Sans" w:cs="Open Sans"/>
          <w:sz w:val="18"/>
          <w:szCs w:val="22"/>
        </w:rPr>
      </w:pPr>
    </w:p>
    <w:p w14:paraId="19B5CD2F" w14:textId="77777777" w:rsidR="006505F6" w:rsidRPr="00510DBF" w:rsidRDefault="006505F6" w:rsidP="00510DBF">
      <w:pPr>
        <w:rPr>
          <w:rFonts w:ascii="Open Sans" w:hAnsi="Open Sans" w:cs="Open Sans"/>
          <w:sz w:val="18"/>
          <w:szCs w:val="22"/>
        </w:rPr>
      </w:pPr>
    </w:p>
    <w:p w14:paraId="34208E39" w14:textId="73E92114" w:rsidR="00510DBF" w:rsidRPr="00510DBF" w:rsidRDefault="00510DBF" w:rsidP="00510DBF">
      <w:pPr>
        <w:rPr>
          <w:rFonts w:ascii="Open Sans" w:hAnsi="Open Sans" w:cs="Open Sans"/>
          <w:sz w:val="18"/>
          <w:szCs w:val="22"/>
        </w:rPr>
      </w:pPr>
      <w:r w:rsidRPr="00510DBF">
        <w:rPr>
          <w:rFonts w:ascii="Open Sans" w:hAnsi="Open Sans" w:cs="Open Sans"/>
          <w:b/>
          <w:sz w:val="18"/>
          <w:szCs w:val="22"/>
          <w:u w:val="single"/>
        </w:rPr>
        <w:lastRenderedPageBreak/>
        <w:t>Caractéristiques des lots</w:t>
      </w:r>
      <w:r w:rsidRPr="00510DBF">
        <w:rPr>
          <w:rFonts w:ascii="Open Sans" w:hAnsi="Open Sans" w:cs="Open Sans"/>
          <w:sz w:val="18"/>
          <w:szCs w:val="22"/>
        </w:rPr>
        <w:t xml:space="preserve"> :</w:t>
      </w:r>
    </w:p>
    <w:p w14:paraId="5FFD0077" w14:textId="77777777" w:rsidR="00510DBF" w:rsidRPr="00510DBF" w:rsidRDefault="00510DBF" w:rsidP="00510DBF">
      <w:pPr>
        <w:rPr>
          <w:rFonts w:ascii="Open Sans" w:hAnsi="Open Sans" w:cs="Open Sans"/>
          <w:sz w:val="12"/>
          <w:szCs w:val="16"/>
        </w:rPr>
      </w:pPr>
    </w:p>
    <w:p w14:paraId="0807B451" w14:textId="77777777" w:rsidR="00510DBF" w:rsidRPr="00510DBF" w:rsidRDefault="00510DBF" w:rsidP="00510DBF">
      <w:pPr>
        <w:rPr>
          <w:rFonts w:ascii="Open Sans" w:hAnsi="Open Sans" w:cs="Open Sans"/>
          <w:b/>
          <w:sz w:val="12"/>
          <w:szCs w:val="16"/>
        </w:rPr>
      </w:pPr>
    </w:p>
    <w:p w14:paraId="2A9D4E29" w14:textId="214644B7" w:rsidR="00510DBF" w:rsidRPr="00510DBF" w:rsidRDefault="00510DBF" w:rsidP="00510DBF">
      <w:pPr>
        <w:rPr>
          <w:rFonts w:ascii="Open Sans" w:hAnsi="Open Sans" w:cs="Open Sans"/>
          <w:sz w:val="18"/>
          <w:szCs w:val="22"/>
        </w:rPr>
      </w:pPr>
      <w:r w:rsidRPr="00510DBF">
        <w:rPr>
          <w:rFonts w:ascii="Open Sans" w:hAnsi="Open Sans" w:cs="Open Sans"/>
          <w:b/>
          <w:sz w:val="18"/>
          <w:szCs w:val="22"/>
        </w:rPr>
        <w:t xml:space="preserve">Etiquettes </w:t>
      </w:r>
      <w:r>
        <w:rPr>
          <w:rFonts w:ascii="Open Sans" w:hAnsi="Open Sans" w:cs="Open Sans"/>
          <w:b/>
          <w:sz w:val="18"/>
          <w:szCs w:val="22"/>
        </w:rPr>
        <w:t>non thermiques (millésimées)</w:t>
      </w:r>
      <w:r w:rsidRPr="00510DBF">
        <w:rPr>
          <w:rFonts w:ascii="Open Sans" w:hAnsi="Open Sans" w:cs="Open Sans"/>
          <w:sz w:val="18"/>
          <w:szCs w:val="22"/>
        </w:rPr>
        <w:t> :</w:t>
      </w:r>
      <w:r w:rsidR="00CD2E25">
        <w:rPr>
          <w:rFonts w:ascii="Open Sans" w:hAnsi="Open Sans" w:cs="Open Sans"/>
          <w:sz w:val="18"/>
          <w:szCs w:val="22"/>
        </w:rPr>
        <w:t xml:space="preserve"> </w:t>
      </w:r>
      <w:r w:rsidR="00CD2E25" w:rsidRPr="00CD2E25">
        <w:rPr>
          <w:rFonts w:ascii="Open Sans" w:hAnsi="Open Sans" w:cs="Open Sans"/>
          <w:b/>
          <w:bCs/>
          <w:sz w:val="18"/>
          <w:szCs w:val="22"/>
        </w:rPr>
        <w:t>Lot 2</w:t>
      </w:r>
    </w:p>
    <w:p w14:paraId="6FCC405A" w14:textId="77777777" w:rsidR="00510DBF" w:rsidRPr="00510DBF" w:rsidRDefault="00510DBF" w:rsidP="00510DBF">
      <w:pPr>
        <w:rPr>
          <w:rFonts w:ascii="Open Sans" w:hAnsi="Open Sans" w:cs="Open Sans"/>
          <w:sz w:val="18"/>
          <w:szCs w:val="22"/>
        </w:rPr>
      </w:pPr>
    </w:p>
    <w:tbl>
      <w:tblPr>
        <w:tblW w:w="7583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4"/>
        <w:gridCol w:w="1560"/>
        <w:gridCol w:w="1417"/>
        <w:gridCol w:w="3402"/>
      </w:tblGrid>
      <w:tr w:rsidR="00510DBF" w:rsidRPr="00510DBF" w14:paraId="38819355" w14:textId="77777777" w:rsidTr="00510DBF">
        <w:trPr>
          <w:trHeight w:val="433"/>
        </w:trPr>
        <w:tc>
          <w:tcPr>
            <w:tcW w:w="1204" w:type="dxa"/>
            <w:shd w:val="clear" w:color="auto" w:fill="auto"/>
          </w:tcPr>
          <w:p w14:paraId="09CDA526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Format</w:t>
            </w:r>
          </w:p>
        </w:tc>
        <w:tc>
          <w:tcPr>
            <w:tcW w:w="1560" w:type="dxa"/>
            <w:shd w:val="clear" w:color="auto" w:fill="auto"/>
          </w:tcPr>
          <w:p w14:paraId="31455E60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Impression</w:t>
            </w:r>
          </w:p>
        </w:tc>
        <w:tc>
          <w:tcPr>
            <w:tcW w:w="1417" w:type="dxa"/>
            <w:shd w:val="clear" w:color="auto" w:fill="auto"/>
          </w:tcPr>
          <w:p w14:paraId="4D424BDC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Utilisation</w:t>
            </w:r>
          </w:p>
        </w:tc>
        <w:tc>
          <w:tcPr>
            <w:tcW w:w="3402" w:type="dxa"/>
            <w:shd w:val="clear" w:color="auto" w:fill="auto"/>
          </w:tcPr>
          <w:p w14:paraId="03651F9A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Spécificité</w:t>
            </w:r>
          </w:p>
        </w:tc>
      </w:tr>
      <w:tr w:rsidR="00510DBF" w:rsidRPr="00510DBF" w14:paraId="1F639309" w14:textId="77777777" w:rsidTr="00510DBF">
        <w:trPr>
          <w:trHeight w:val="433"/>
        </w:trPr>
        <w:tc>
          <w:tcPr>
            <w:tcW w:w="1204" w:type="dxa"/>
            <w:shd w:val="clear" w:color="auto" w:fill="auto"/>
          </w:tcPr>
          <w:p w14:paraId="5DFDEF8E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40X25</w:t>
            </w:r>
          </w:p>
        </w:tc>
        <w:tc>
          <w:tcPr>
            <w:tcW w:w="1560" w:type="dxa"/>
            <w:shd w:val="clear" w:color="auto" w:fill="auto"/>
          </w:tcPr>
          <w:p w14:paraId="71DC05F5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millésime</w:t>
            </w:r>
          </w:p>
        </w:tc>
        <w:tc>
          <w:tcPr>
            <w:tcW w:w="1417" w:type="dxa"/>
            <w:shd w:val="clear" w:color="auto" w:fill="auto"/>
          </w:tcPr>
          <w:p w14:paraId="20DD6D02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Archives</w:t>
            </w:r>
          </w:p>
        </w:tc>
        <w:tc>
          <w:tcPr>
            <w:tcW w:w="3402" w:type="dxa"/>
            <w:shd w:val="clear" w:color="auto" w:fill="auto"/>
          </w:tcPr>
          <w:p w14:paraId="69ABB9DE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couleur</w:t>
            </w:r>
          </w:p>
        </w:tc>
      </w:tr>
      <w:tr w:rsidR="00510DBF" w:rsidRPr="00510DBF" w14:paraId="01EBA0E4" w14:textId="77777777" w:rsidTr="00510DBF">
        <w:trPr>
          <w:trHeight w:val="433"/>
        </w:trPr>
        <w:tc>
          <w:tcPr>
            <w:tcW w:w="1204" w:type="dxa"/>
            <w:shd w:val="clear" w:color="auto" w:fill="auto"/>
          </w:tcPr>
          <w:p w14:paraId="4A0C7219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25x25</w:t>
            </w:r>
          </w:p>
        </w:tc>
        <w:tc>
          <w:tcPr>
            <w:tcW w:w="1560" w:type="dxa"/>
            <w:shd w:val="clear" w:color="auto" w:fill="auto"/>
          </w:tcPr>
          <w:p w14:paraId="5A81FAE7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numérique</w:t>
            </w:r>
          </w:p>
        </w:tc>
        <w:tc>
          <w:tcPr>
            <w:tcW w:w="1417" w:type="dxa"/>
            <w:shd w:val="clear" w:color="auto" w:fill="auto"/>
          </w:tcPr>
          <w:p w14:paraId="4783573E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UCSA</w:t>
            </w:r>
          </w:p>
        </w:tc>
        <w:tc>
          <w:tcPr>
            <w:tcW w:w="3402" w:type="dxa"/>
            <w:shd w:val="clear" w:color="auto" w:fill="auto"/>
          </w:tcPr>
          <w:p w14:paraId="14B6D1DF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Couleur différentes de 0 à 9</w:t>
            </w:r>
          </w:p>
        </w:tc>
      </w:tr>
    </w:tbl>
    <w:p w14:paraId="47880280" w14:textId="77777777" w:rsidR="00510DBF" w:rsidRDefault="00510DBF" w:rsidP="00510DBF">
      <w:pPr>
        <w:rPr>
          <w:rFonts w:ascii="Verdana" w:hAnsi="Verdana"/>
          <w:b/>
          <w:sz w:val="16"/>
          <w:szCs w:val="16"/>
        </w:rPr>
      </w:pPr>
    </w:p>
    <w:p w14:paraId="47D4C0C5" w14:textId="3C4F0D15" w:rsidR="00510DBF" w:rsidRDefault="00510DBF" w:rsidP="00510DBF">
      <w:pPr>
        <w:jc w:val="center"/>
        <w:rPr>
          <w:rFonts w:ascii="Verdana" w:hAnsi="Verdana"/>
          <w:b/>
          <w:sz w:val="16"/>
          <w:szCs w:val="16"/>
        </w:rPr>
      </w:pPr>
      <w:r w:rsidRPr="000905F0">
        <w:rPr>
          <w:rFonts w:ascii="Verdana" w:hAnsi="Verdana"/>
          <w:b/>
          <w:noProof/>
          <w:sz w:val="16"/>
          <w:szCs w:val="16"/>
        </w:rPr>
        <w:drawing>
          <wp:inline distT="0" distB="0" distL="0" distR="0" wp14:anchorId="47477930" wp14:editId="2D73534A">
            <wp:extent cx="1876425" cy="1400175"/>
            <wp:effectExtent l="0" t="0" r="9525" b="9525"/>
            <wp:docPr id="3" name="Image 3" descr="P1000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100024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F40EFF" w14:textId="77777777" w:rsidR="00510DBF" w:rsidRDefault="00510DBF" w:rsidP="00510DBF">
      <w:pPr>
        <w:rPr>
          <w:rFonts w:ascii="Verdana" w:hAnsi="Verdana"/>
          <w:b/>
          <w:sz w:val="16"/>
          <w:szCs w:val="16"/>
        </w:rPr>
      </w:pPr>
    </w:p>
    <w:p w14:paraId="6141C97F" w14:textId="27405C76" w:rsidR="001014A2" w:rsidRDefault="001014A2" w:rsidP="00510DBF">
      <w:pPr>
        <w:rPr>
          <w:rFonts w:ascii="Open Sans" w:hAnsi="Open Sans" w:cs="Open Sans"/>
          <w:b/>
          <w:sz w:val="18"/>
          <w:szCs w:val="22"/>
        </w:rPr>
      </w:pPr>
    </w:p>
    <w:p w14:paraId="6B27D7EE" w14:textId="77777777" w:rsidR="00EC4E1E" w:rsidRDefault="00EC4E1E" w:rsidP="00510DBF">
      <w:pPr>
        <w:rPr>
          <w:rFonts w:ascii="Open Sans" w:hAnsi="Open Sans" w:cs="Open Sans"/>
          <w:b/>
          <w:sz w:val="18"/>
          <w:szCs w:val="22"/>
        </w:rPr>
      </w:pPr>
    </w:p>
    <w:p w14:paraId="300C677A" w14:textId="0D6B9427" w:rsidR="00510DBF" w:rsidRPr="00510DBF" w:rsidRDefault="00510DBF" w:rsidP="00510DBF">
      <w:pPr>
        <w:rPr>
          <w:rFonts w:ascii="Open Sans" w:hAnsi="Open Sans" w:cs="Open Sans"/>
          <w:sz w:val="18"/>
          <w:szCs w:val="22"/>
        </w:rPr>
      </w:pPr>
      <w:r w:rsidRPr="00510DBF">
        <w:rPr>
          <w:rFonts w:ascii="Open Sans" w:hAnsi="Open Sans" w:cs="Open Sans"/>
          <w:b/>
          <w:sz w:val="18"/>
          <w:szCs w:val="22"/>
        </w:rPr>
        <w:t xml:space="preserve">Etiquettes </w:t>
      </w:r>
      <w:r w:rsidR="00C534C3">
        <w:rPr>
          <w:rFonts w:ascii="Open Sans" w:hAnsi="Open Sans" w:cs="Open Sans"/>
          <w:b/>
          <w:sz w:val="18"/>
          <w:szCs w:val="22"/>
        </w:rPr>
        <w:t>thermiques</w:t>
      </w:r>
      <w:r w:rsidRPr="00510DBF">
        <w:rPr>
          <w:rFonts w:ascii="Open Sans" w:hAnsi="Open Sans" w:cs="Open Sans"/>
          <w:sz w:val="18"/>
          <w:szCs w:val="22"/>
        </w:rPr>
        <w:t> :</w:t>
      </w:r>
      <w:r w:rsidR="00CD2E25">
        <w:rPr>
          <w:rFonts w:ascii="Open Sans" w:hAnsi="Open Sans" w:cs="Open Sans"/>
          <w:sz w:val="18"/>
          <w:szCs w:val="22"/>
        </w:rPr>
        <w:t xml:space="preserve"> </w:t>
      </w:r>
      <w:r w:rsidR="00CD2E25" w:rsidRPr="00CD2E25">
        <w:rPr>
          <w:rFonts w:ascii="Open Sans" w:hAnsi="Open Sans" w:cs="Open Sans"/>
          <w:b/>
          <w:bCs/>
          <w:sz w:val="18"/>
          <w:szCs w:val="22"/>
        </w:rPr>
        <w:t>Lot 2</w:t>
      </w:r>
    </w:p>
    <w:p w14:paraId="66EA7C60" w14:textId="77777777" w:rsidR="00510DBF" w:rsidRPr="00510DBF" w:rsidRDefault="00510DBF" w:rsidP="00510DBF">
      <w:pPr>
        <w:rPr>
          <w:rFonts w:ascii="Open Sans" w:hAnsi="Open Sans" w:cs="Open Sans"/>
          <w:sz w:val="18"/>
          <w:szCs w:val="22"/>
        </w:rPr>
      </w:pPr>
    </w:p>
    <w:tbl>
      <w:tblPr>
        <w:tblW w:w="7867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4"/>
        <w:gridCol w:w="1985"/>
        <w:gridCol w:w="4678"/>
      </w:tblGrid>
      <w:tr w:rsidR="00510DBF" w:rsidRPr="00510DBF" w14:paraId="658E34FE" w14:textId="77777777" w:rsidTr="00510DBF">
        <w:trPr>
          <w:trHeight w:val="433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24C89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Format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EFF8E" w14:textId="77777777" w:rsidR="00510DBF" w:rsidRPr="00510DBF" w:rsidRDefault="00510DBF" w:rsidP="006659C3">
            <w:pPr>
              <w:jc w:val="left"/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Utilisation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ED7FA" w14:textId="77777777" w:rsidR="00510DBF" w:rsidRPr="00510DBF" w:rsidRDefault="00510DBF" w:rsidP="006659C3">
            <w:pPr>
              <w:jc w:val="left"/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Spécificité</w:t>
            </w:r>
          </w:p>
        </w:tc>
      </w:tr>
      <w:tr w:rsidR="00510DBF" w:rsidRPr="00510DBF" w14:paraId="708B1AE7" w14:textId="77777777" w:rsidTr="00510DBF">
        <w:trPr>
          <w:trHeight w:val="433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3DE86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38 x 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C83E3" w14:textId="77777777" w:rsidR="00510DBF" w:rsidRPr="00510DBF" w:rsidRDefault="00510DBF" w:rsidP="006659C3">
            <w:pPr>
              <w:jc w:val="left"/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-80°C à +</w:t>
            </w:r>
            <w:smartTag w:uri="urn:schemas-microsoft-com:office:smarttags" w:element="metricconverter">
              <w:smartTagPr>
                <w:attr w:name="ProductID" w:val="56ﾰC"/>
              </w:smartTagPr>
              <w:r w:rsidRPr="00510DBF">
                <w:rPr>
                  <w:rFonts w:ascii="Open Sans" w:hAnsi="Open Sans" w:cs="Open Sans"/>
                  <w:sz w:val="18"/>
                  <w:szCs w:val="22"/>
                </w:rPr>
                <w:t>56°C</w:t>
              </w:r>
            </w:smartTag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C60B3" w14:textId="77777777" w:rsidR="00510DBF" w:rsidRPr="00510DBF" w:rsidRDefault="00510DBF" w:rsidP="006659C3">
            <w:pPr>
              <w:jc w:val="left"/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 xml:space="preserve">TOP- Ø int 36 à 76 mm – </w:t>
            </w:r>
          </w:p>
          <w:p w14:paraId="69468692" w14:textId="77777777" w:rsidR="00510DBF" w:rsidRPr="00510DBF" w:rsidRDefault="00510DBF" w:rsidP="006659C3">
            <w:pPr>
              <w:jc w:val="left"/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Passage en automate</w:t>
            </w:r>
          </w:p>
          <w:p w14:paraId="51A57D2F" w14:textId="77777777" w:rsidR="00510DBF" w:rsidRPr="00510DBF" w:rsidRDefault="00510DBF" w:rsidP="006659C3">
            <w:pPr>
              <w:jc w:val="left"/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 xml:space="preserve">rouleau de 5000 </w:t>
            </w:r>
          </w:p>
        </w:tc>
      </w:tr>
      <w:tr w:rsidR="00510DBF" w:rsidRPr="00510DBF" w14:paraId="3885E494" w14:textId="77777777" w:rsidTr="00510DBF">
        <w:trPr>
          <w:trHeight w:val="433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3F6F2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50 x 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57275" w14:textId="77777777" w:rsidR="00510DBF" w:rsidRPr="00510DBF" w:rsidRDefault="00510DBF" w:rsidP="006659C3">
            <w:pPr>
              <w:jc w:val="left"/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-80°C à +</w:t>
            </w:r>
            <w:smartTag w:uri="urn:schemas-microsoft-com:office:smarttags" w:element="metricconverter">
              <w:smartTagPr>
                <w:attr w:name="ProductID" w:val="56ﾰC"/>
              </w:smartTagPr>
              <w:r w:rsidRPr="00510DBF">
                <w:rPr>
                  <w:rFonts w:ascii="Open Sans" w:hAnsi="Open Sans" w:cs="Open Sans"/>
                  <w:sz w:val="18"/>
                  <w:szCs w:val="22"/>
                </w:rPr>
                <w:t>56°C</w:t>
              </w:r>
            </w:smartTag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4FCD1" w14:textId="77777777" w:rsidR="00510DBF" w:rsidRPr="00510DBF" w:rsidRDefault="00510DBF" w:rsidP="006659C3">
            <w:pPr>
              <w:jc w:val="left"/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 xml:space="preserve">TOP- Ø int 36 à 76 mm – </w:t>
            </w:r>
          </w:p>
          <w:p w14:paraId="0C53EA1F" w14:textId="77777777" w:rsidR="00510DBF" w:rsidRPr="00510DBF" w:rsidRDefault="00510DBF" w:rsidP="006659C3">
            <w:pPr>
              <w:jc w:val="left"/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Passage en automate</w:t>
            </w:r>
          </w:p>
          <w:p w14:paraId="0A49550C" w14:textId="77777777" w:rsidR="00510DBF" w:rsidRPr="00510DBF" w:rsidRDefault="00510DBF" w:rsidP="006659C3">
            <w:pPr>
              <w:jc w:val="left"/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rouleau de 5000</w:t>
            </w:r>
          </w:p>
        </w:tc>
      </w:tr>
      <w:tr w:rsidR="00510DBF" w:rsidRPr="00510DBF" w14:paraId="79C6B8B0" w14:textId="77777777" w:rsidTr="00510DBF">
        <w:trPr>
          <w:trHeight w:val="433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D9E3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50 x 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97DF6" w14:textId="77777777" w:rsidR="00510DBF" w:rsidRPr="00510DBF" w:rsidRDefault="00510DBF" w:rsidP="006659C3">
            <w:pPr>
              <w:jc w:val="left"/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-80°C à +</w:t>
            </w:r>
            <w:smartTag w:uri="urn:schemas-microsoft-com:office:smarttags" w:element="metricconverter">
              <w:smartTagPr>
                <w:attr w:name="ProductID" w:val="56ﾰC"/>
              </w:smartTagPr>
              <w:r w:rsidRPr="00510DBF">
                <w:rPr>
                  <w:rFonts w:ascii="Open Sans" w:hAnsi="Open Sans" w:cs="Open Sans"/>
                  <w:sz w:val="18"/>
                  <w:szCs w:val="22"/>
                </w:rPr>
                <w:t>56°C</w:t>
              </w:r>
            </w:smartTag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1E516" w14:textId="77777777" w:rsidR="00510DBF" w:rsidRPr="00510DBF" w:rsidRDefault="00510DBF" w:rsidP="006659C3">
            <w:pPr>
              <w:jc w:val="left"/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TOP- Ø int 36 à 76 mm – ORANGE</w:t>
            </w:r>
          </w:p>
          <w:p w14:paraId="7CBE68F6" w14:textId="77777777" w:rsidR="00510DBF" w:rsidRPr="00510DBF" w:rsidRDefault="00510DBF" w:rsidP="006659C3">
            <w:pPr>
              <w:jc w:val="left"/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Passage en automate</w:t>
            </w:r>
          </w:p>
          <w:p w14:paraId="2FCDA978" w14:textId="77777777" w:rsidR="00510DBF" w:rsidRPr="00510DBF" w:rsidRDefault="00510DBF" w:rsidP="006659C3">
            <w:pPr>
              <w:jc w:val="left"/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rouleau de 5000</w:t>
            </w:r>
          </w:p>
        </w:tc>
      </w:tr>
      <w:tr w:rsidR="00510DBF" w:rsidRPr="00510DBF" w14:paraId="31BE6F39" w14:textId="77777777" w:rsidTr="00510DBF">
        <w:trPr>
          <w:trHeight w:val="433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83C09" w14:textId="77777777" w:rsidR="00510DBF" w:rsidRPr="00510DBF" w:rsidRDefault="00510DBF" w:rsidP="006659C3">
            <w:pPr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102 x 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40819" w14:textId="77777777" w:rsidR="00510DBF" w:rsidRPr="00510DBF" w:rsidRDefault="00510DBF" w:rsidP="006659C3">
            <w:pPr>
              <w:jc w:val="left"/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-2°C à +25°C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79753" w14:textId="77777777" w:rsidR="00510DBF" w:rsidRPr="00510DBF" w:rsidRDefault="00510DBF" w:rsidP="006659C3">
            <w:pPr>
              <w:jc w:val="left"/>
              <w:rPr>
                <w:rFonts w:ascii="Open Sans" w:hAnsi="Open Sans" w:cs="Open Sans"/>
                <w:sz w:val="18"/>
                <w:szCs w:val="22"/>
              </w:rPr>
            </w:pPr>
            <w:r w:rsidRPr="00510DBF">
              <w:rPr>
                <w:rFonts w:ascii="Open Sans" w:hAnsi="Open Sans" w:cs="Open Sans"/>
                <w:sz w:val="18"/>
                <w:szCs w:val="22"/>
              </w:rPr>
              <w:t>Thermique protégé, adhésif permanent –rouleau de 1000</w:t>
            </w:r>
          </w:p>
        </w:tc>
      </w:tr>
    </w:tbl>
    <w:p w14:paraId="51DF3F14" w14:textId="46EAE573" w:rsidR="00BD1D4D" w:rsidRPr="00510DBF" w:rsidRDefault="00BD1D4D">
      <w:pPr>
        <w:jc w:val="left"/>
        <w:rPr>
          <w:rFonts w:ascii="Open Sans" w:hAnsi="Open Sans" w:cs="Open Sans"/>
          <w:b/>
          <w:caps/>
          <w:color w:val="auto"/>
          <w:sz w:val="14"/>
          <w:szCs w:val="18"/>
          <w:u w:val="single"/>
        </w:rPr>
      </w:pPr>
      <w:r w:rsidRPr="00510DBF">
        <w:rPr>
          <w:rFonts w:ascii="Open Sans" w:hAnsi="Open Sans" w:cs="Open Sans"/>
          <w:b/>
          <w:color w:val="auto"/>
          <w:sz w:val="14"/>
          <w:szCs w:val="18"/>
          <w:u w:val="single"/>
        </w:rPr>
        <w:br w:type="page"/>
      </w:r>
    </w:p>
    <w:p w14:paraId="3E33605A" w14:textId="128D4527" w:rsidR="000200DD" w:rsidRPr="006D0CC7" w:rsidRDefault="00227BDB" w:rsidP="000200DD">
      <w:pPr>
        <w:pStyle w:val="Titre2"/>
        <w:rPr>
          <w:rFonts w:ascii="Open Sans" w:hAnsi="Open Sans" w:cs="Open Sans"/>
          <w:color w:val="auto"/>
          <w:sz w:val="18"/>
          <w:szCs w:val="18"/>
        </w:rPr>
      </w:pPr>
      <w:bookmarkStart w:id="20" w:name="_Toc532477972"/>
      <w:bookmarkStart w:id="21" w:name="_Toc532477973"/>
      <w:bookmarkStart w:id="22" w:name="_Toc128193585"/>
      <w:bookmarkStart w:id="23" w:name="_Toc130915643"/>
      <w:bookmarkStart w:id="24" w:name="_Toc133328205"/>
      <w:bookmarkEnd w:id="20"/>
      <w:bookmarkEnd w:id="21"/>
      <w:r w:rsidRPr="006D0CC7">
        <w:rPr>
          <w:rFonts w:ascii="Open Sans" w:hAnsi="Open Sans" w:cs="Open Sans"/>
          <w:color w:val="auto"/>
          <w:sz w:val="18"/>
          <w:szCs w:val="18"/>
        </w:rPr>
        <w:lastRenderedPageBreak/>
        <w:t>REGLEMENTATION ET SPECIFICATIONS GENERALES</w:t>
      </w:r>
      <w:bookmarkEnd w:id="22"/>
      <w:bookmarkEnd w:id="23"/>
      <w:bookmarkEnd w:id="24"/>
    </w:p>
    <w:p w14:paraId="0FBFB791" w14:textId="77777777" w:rsidR="009B7710" w:rsidRPr="006D0CC7" w:rsidRDefault="009B7710" w:rsidP="000200DD">
      <w:pPr>
        <w:rPr>
          <w:rFonts w:ascii="Open Sans" w:hAnsi="Open Sans" w:cs="Open Sans"/>
          <w:sz w:val="18"/>
          <w:szCs w:val="18"/>
        </w:rPr>
      </w:pPr>
    </w:p>
    <w:p w14:paraId="5A193F78" w14:textId="77777777" w:rsidR="009B7710" w:rsidRPr="006D0CC7" w:rsidRDefault="009B7710" w:rsidP="009B7710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 w:rsidRPr="006D0CC7">
        <w:rPr>
          <w:rFonts w:ascii="Open Sans" w:hAnsi="Open Sans" w:cs="Open Sans"/>
          <w:b/>
          <w:color w:val="auto"/>
          <w:sz w:val="18"/>
          <w:szCs w:val="18"/>
          <w:u w:val="single"/>
        </w:rPr>
        <w:t>Dossier technique du marché : Etiquettes laser sur mesure en planches A4</w:t>
      </w:r>
    </w:p>
    <w:p w14:paraId="15A4BD75" w14:textId="77777777" w:rsidR="009B7710" w:rsidRPr="006D0CC7" w:rsidRDefault="009B7710" w:rsidP="009B7710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6C04E354" w14:textId="77777777" w:rsidR="009B7710" w:rsidRPr="006D0CC7" w:rsidRDefault="009B7710" w:rsidP="009B7710">
      <w:pPr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>Les candidats devront fournir dans leur offre technique :</w:t>
      </w:r>
    </w:p>
    <w:p w14:paraId="129205B4" w14:textId="77777777" w:rsidR="009B7710" w:rsidRPr="006D0CC7" w:rsidRDefault="009B7710" w:rsidP="009B7710">
      <w:pPr>
        <w:pStyle w:val="Paragraphedeliste"/>
        <w:numPr>
          <w:ilvl w:val="0"/>
          <w:numId w:val="2"/>
        </w:numPr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>Le cadre de réponse technique obligatoire (annexe 2 du CCTP)</w:t>
      </w:r>
    </w:p>
    <w:p w14:paraId="5B81BA7F" w14:textId="08E6EEFE" w:rsidR="009B7710" w:rsidRDefault="009B7710" w:rsidP="009B7710">
      <w:pPr>
        <w:pStyle w:val="Paragraphedeliste"/>
        <w:numPr>
          <w:ilvl w:val="0"/>
          <w:numId w:val="2"/>
        </w:numPr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>Les fiches techniques pour tous les articles listés du</w:t>
      </w:r>
      <w:r w:rsidR="004A6624" w:rsidRPr="006D0CC7">
        <w:rPr>
          <w:rFonts w:ascii="Open Sans" w:hAnsi="Open Sans" w:cs="Open Sans"/>
          <w:color w:val="auto"/>
          <w:sz w:val="18"/>
          <w:szCs w:val="18"/>
        </w:rPr>
        <w:t xml:space="preserve"> marché, </w:t>
      </w:r>
      <w:r w:rsidRPr="006D0CC7">
        <w:rPr>
          <w:rFonts w:ascii="Open Sans" w:hAnsi="Open Sans" w:cs="Open Sans"/>
          <w:color w:val="auto"/>
          <w:sz w:val="18"/>
          <w:szCs w:val="18"/>
        </w:rPr>
        <w:t>sur la base desquelles sera jugée la conformité technique des produits au regard des caractéristiques techniques et des spécifications précitées.</w:t>
      </w:r>
    </w:p>
    <w:p w14:paraId="1E6B4331" w14:textId="274BD4BA" w:rsidR="00253CA1" w:rsidRDefault="00253CA1" w:rsidP="009B7710">
      <w:pPr>
        <w:pStyle w:val="Paragraphedeliste"/>
        <w:numPr>
          <w:ilvl w:val="0"/>
          <w:numId w:val="2"/>
        </w:numPr>
        <w:rPr>
          <w:rFonts w:ascii="Open Sans" w:hAnsi="Open Sans" w:cs="Open Sans"/>
          <w:color w:val="auto"/>
          <w:sz w:val="18"/>
          <w:szCs w:val="18"/>
        </w:rPr>
      </w:pPr>
      <w:r>
        <w:rPr>
          <w:rFonts w:ascii="Open Sans" w:hAnsi="Open Sans" w:cs="Open Sans"/>
          <w:color w:val="auto"/>
          <w:sz w:val="18"/>
          <w:szCs w:val="18"/>
        </w:rPr>
        <w:t>Catalogue fournisseur (uniquement pour le lot 1)</w:t>
      </w:r>
    </w:p>
    <w:p w14:paraId="14A97516" w14:textId="77777777" w:rsidR="003E102F" w:rsidRPr="003E102F" w:rsidRDefault="003E102F" w:rsidP="003E102F">
      <w:pPr>
        <w:rPr>
          <w:rFonts w:ascii="Open Sans" w:hAnsi="Open Sans" w:cs="Open Sans"/>
          <w:color w:val="auto"/>
          <w:sz w:val="18"/>
          <w:szCs w:val="18"/>
        </w:rPr>
      </w:pPr>
    </w:p>
    <w:p w14:paraId="1ADC8583" w14:textId="77777777" w:rsidR="009B7710" w:rsidRPr="006D0CC7" w:rsidRDefault="009B7710" w:rsidP="009B7710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 w:rsidRPr="006D0CC7">
        <w:rPr>
          <w:rFonts w:ascii="Open Sans" w:hAnsi="Open Sans" w:cs="Open Sans"/>
          <w:b/>
          <w:color w:val="auto"/>
          <w:sz w:val="18"/>
          <w:szCs w:val="18"/>
          <w:u w:val="single"/>
        </w:rPr>
        <w:t>Délai de livraison du marché : Etiquettes laser sur mesure en planches A4</w:t>
      </w:r>
    </w:p>
    <w:p w14:paraId="18FAB13C" w14:textId="77777777" w:rsidR="009B7710" w:rsidRPr="006D0CC7" w:rsidRDefault="009B7710" w:rsidP="009B7710">
      <w:pPr>
        <w:rPr>
          <w:rFonts w:ascii="Open Sans" w:hAnsi="Open Sans" w:cs="Open Sans"/>
          <w:color w:val="auto"/>
          <w:sz w:val="18"/>
          <w:szCs w:val="18"/>
        </w:rPr>
      </w:pPr>
    </w:p>
    <w:p w14:paraId="69E61EEE" w14:textId="4B76E44A" w:rsidR="009B7710" w:rsidRPr="006D0CC7" w:rsidRDefault="009B7710" w:rsidP="009B7710">
      <w:pPr>
        <w:pStyle w:val="Pieddepage"/>
        <w:jc w:val="both"/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 xml:space="preserve">Le délai de livraison des articles devra être conforme à celui auquel s’est engagé le fournisseur lors de la présentation de son offre ; en tout état de cause, il ne pourra pas être : </w:t>
      </w:r>
    </w:p>
    <w:p w14:paraId="3C3D7025" w14:textId="24EB0A94" w:rsidR="009B7710" w:rsidRPr="006D0CC7" w:rsidRDefault="009B7710" w:rsidP="00D918B2">
      <w:pPr>
        <w:pStyle w:val="Pieddepage"/>
        <w:numPr>
          <w:ilvl w:val="0"/>
          <w:numId w:val="2"/>
        </w:numPr>
        <w:jc w:val="both"/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 xml:space="preserve">supérieur à 3 semaines en ce qui concerne le délai à réception du 1er bon à tirer </w:t>
      </w:r>
    </w:p>
    <w:p w14:paraId="1C04138F" w14:textId="1DC9CB0D" w:rsidR="009B7710" w:rsidRPr="006D0CC7" w:rsidRDefault="009B7710" w:rsidP="00D918B2">
      <w:pPr>
        <w:pStyle w:val="Pieddepage"/>
        <w:numPr>
          <w:ilvl w:val="0"/>
          <w:numId w:val="2"/>
        </w:numPr>
        <w:jc w:val="both"/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>supérieur à 72 h pour le délai de livraison pendant le marché, à compter de la réception du bon de commande.</w:t>
      </w:r>
    </w:p>
    <w:p w14:paraId="636F1FCD" w14:textId="77777777" w:rsidR="009B7710" w:rsidRPr="006D0CC7" w:rsidRDefault="009B7710" w:rsidP="009B7710">
      <w:pPr>
        <w:pStyle w:val="Pieddepage"/>
        <w:jc w:val="both"/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>Le candidat précisera impérativement, dans l’annexe technique de son offre, le délai de livraison auquel il s’engage.</w:t>
      </w:r>
    </w:p>
    <w:p w14:paraId="3923E6EC" w14:textId="77777777" w:rsidR="009B7710" w:rsidRPr="006D0CC7" w:rsidRDefault="009B7710" w:rsidP="009B7710">
      <w:pPr>
        <w:pStyle w:val="Pieddepage"/>
        <w:jc w:val="both"/>
        <w:rPr>
          <w:rFonts w:ascii="Open Sans" w:hAnsi="Open Sans" w:cs="Open Sans"/>
          <w:color w:val="auto"/>
          <w:sz w:val="18"/>
          <w:szCs w:val="18"/>
        </w:rPr>
      </w:pPr>
    </w:p>
    <w:p w14:paraId="315EB158" w14:textId="355ECB50" w:rsidR="009B7710" w:rsidRPr="006D0CC7" w:rsidRDefault="009B7710" w:rsidP="009B7710">
      <w:pPr>
        <w:pStyle w:val="Pieddepage"/>
        <w:jc w:val="both"/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>En cas de non-respect des délais, le titulaire se verra appliquer des pénalités de retard (cf. article 11</w:t>
      </w:r>
      <w:r w:rsidR="009523E0" w:rsidRPr="006D0CC7">
        <w:rPr>
          <w:rFonts w:ascii="Open Sans" w:hAnsi="Open Sans" w:cs="Open Sans"/>
          <w:color w:val="auto"/>
          <w:sz w:val="18"/>
          <w:szCs w:val="18"/>
        </w:rPr>
        <w:t>.1</w:t>
      </w:r>
      <w:r w:rsidRPr="006D0CC7">
        <w:rPr>
          <w:rFonts w:ascii="Open Sans" w:hAnsi="Open Sans" w:cs="Open Sans"/>
          <w:color w:val="auto"/>
          <w:sz w:val="18"/>
          <w:szCs w:val="18"/>
        </w:rPr>
        <w:t xml:space="preserve"> du CCAP).</w:t>
      </w:r>
    </w:p>
    <w:p w14:paraId="0A8485D1" w14:textId="77777777" w:rsidR="009B7710" w:rsidRPr="006D0CC7" w:rsidRDefault="009B7710" w:rsidP="009B7710">
      <w:pPr>
        <w:pStyle w:val="Pieddepage"/>
        <w:jc w:val="both"/>
        <w:rPr>
          <w:rFonts w:ascii="Open Sans" w:hAnsi="Open Sans" w:cs="Open Sans"/>
          <w:color w:val="auto"/>
          <w:sz w:val="18"/>
          <w:szCs w:val="18"/>
        </w:rPr>
      </w:pPr>
    </w:p>
    <w:p w14:paraId="10D8A0F3" w14:textId="3DE1BC0D" w:rsidR="00551DBE" w:rsidRPr="006D0CC7" w:rsidRDefault="00551DBE" w:rsidP="009B7710">
      <w:pPr>
        <w:pStyle w:val="Pieddepage"/>
        <w:jc w:val="both"/>
        <w:rPr>
          <w:rFonts w:ascii="Open Sans" w:hAnsi="Open Sans" w:cs="Open Sans"/>
          <w:color w:val="auto"/>
          <w:sz w:val="18"/>
          <w:szCs w:val="18"/>
        </w:rPr>
      </w:pPr>
    </w:p>
    <w:p w14:paraId="190E58BA" w14:textId="468B88DC" w:rsidR="009B7710" w:rsidRPr="003E102F" w:rsidRDefault="009B7710" w:rsidP="003E102F">
      <w:pPr>
        <w:jc w:val="center"/>
        <w:rPr>
          <w:rFonts w:ascii="Open Sans" w:hAnsi="Open Sans" w:cs="Open Sans"/>
          <w:b/>
          <w:color w:val="auto"/>
          <w:szCs w:val="18"/>
          <w:u w:val="single"/>
        </w:rPr>
      </w:pPr>
      <w:r w:rsidRPr="003E102F">
        <w:rPr>
          <w:rFonts w:ascii="Open Sans" w:hAnsi="Open Sans" w:cs="Open Sans"/>
          <w:b/>
          <w:color w:val="auto"/>
          <w:szCs w:val="18"/>
          <w:u w:val="single"/>
        </w:rPr>
        <w:t>Test d’échantillons</w:t>
      </w:r>
      <w:r w:rsidR="003E102F" w:rsidRPr="003E102F">
        <w:rPr>
          <w:rFonts w:ascii="Open Sans" w:hAnsi="Open Sans" w:cs="Open Sans"/>
          <w:b/>
          <w:color w:val="auto"/>
          <w:szCs w:val="18"/>
          <w:u w:val="single"/>
        </w:rPr>
        <w:t xml:space="preserve"> </w:t>
      </w:r>
      <w:r w:rsidRPr="003E102F">
        <w:rPr>
          <w:rFonts w:ascii="Open Sans" w:hAnsi="Open Sans" w:cs="Open Sans"/>
          <w:b/>
          <w:color w:val="auto"/>
          <w:szCs w:val="18"/>
          <w:u w:val="single"/>
        </w:rPr>
        <w:t>:</w:t>
      </w:r>
    </w:p>
    <w:p w14:paraId="25CFF35A" w14:textId="77777777" w:rsidR="003E102F" w:rsidRDefault="003E102F" w:rsidP="009B7710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2DC2E52B" w14:textId="3C661C7B" w:rsidR="003E102F" w:rsidRDefault="003E102F" w:rsidP="009B7710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 w:rsidRPr="003E102F">
        <w:rPr>
          <w:rFonts w:ascii="Open Sans" w:hAnsi="Open Sans" w:cs="Open Sans"/>
          <w:b/>
          <w:color w:val="auto"/>
          <w:sz w:val="18"/>
          <w:szCs w:val="18"/>
          <w:u w:val="single"/>
        </w:rPr>
        <w:t>Pour les Etiquettes laser sur mesure en planches A4</w:t>
      </w:r>
    </w:p>
    <w:p w14:paraId="345F6B75" w14:textId="77777777" w:rsidR="003E102F" w:rsidRPr="003E102F" w:rsidRDefault="003E102F" w:rsidP="009B7710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6C40415A" w14:textId="77777777" w:rsidR="009B7710" w:rsidRPr="006D0CC7" w:rsidRDefault="009B7710" w:rsidP="009B7710">
      <w:pPr>
        <w:rPr>
          <w:rFonts w:ascii="Open Sans" w:hAnsi="Open Sans" w:cs="Open Sans"/>
          <w:color w:val="auto"/>
          <w:sz w:val="18"/>
          <w:szCs w:val="18"/>
        </w:rPr>
      </w:pPr>
      <w:r w:rsidRPr="006D0CC7">
        <w:rPr>
          <w:rFonts w:ascii="Open Sans" w:hAnsi="Open Sans" w:cs="Open Sans"/>
          <w:color w:val="auto"/>
          <w:sz w:val="18"/>
          <w:szCs w:val="18"/>
        </w:rPr>
        <w:t xml:space="preserve">Les échantillons d’étiquettes laser sur mesure en planche A4 seront testés afin d’apprécier leurs caractéristiques techniques au regard des critères énoncés à l’article 6.2 du règlement de la consultation. Des tests en laboratoires seront également réalisés. Les manipulations susceptibles d’être subies par les étiquettes sont listées ci-après. La liste n’est pas exhaustive et est susceptible d’évoluer. </w:t>
      </w:r>
    </w:p>
    <w:p w14:paraId="781819E5" w14:textId="5B37E466" w:rsidR="009B7710" w:rsidRPr="006D0CC7" w:rsidRDefault="009B7710" w:rsidP="009B7710">
      <w:pPr>
        <w:rPr>
          <w:rFonts w:ascii="Open Sans" w:hAnsi="Open Sans" w:cs="Open Sans"/>
          <w:b/>
          <w:color w:val="auto"/>
          <w:sz w:val="18"/>
          <w:szCs w:val="18"/>
        </w:rPr>
      </w:pPr>
      <w:r w:rsidRPr="006D0CC7">
        <w:rPr>
          <w:rFonts w:ascii="Open Sans" w:hAnsi="Open Sans" w:cs="Open Sans"/>
          <w:b/>
          <w:color w:val="auto"/>
          <w:sz w:val="18"/>
          <w:szCs w:val="18"/>
        </w:rPr>
        <w:t>-</w:t>
      </w:r>
      <w:r w:rsidRPr="006D0CC7">
        <w:rPr>
          <w:rFonts w:ascii="Open Sans" w:hAnsi="Open Sans" w:cs="Open Sans"/>
          <w:color w:val="auto"/>
          <w:sz w:val="18"/>
          <w:szCs w:val="18"/>
        </w:rPr>
        <w:t xml:space="preserve"> </w:t>
      </w:r>
      <w:r w:rsidRPr="006D0CC7">
        <w:rPr>
          <w:rFonts w:ascii="Open Sans" w:hAnsi="Open Sans" w:cs="Open Sans"/>
          <w:b/>
          <w:color w:val="auto"/>
          <w:sz w:val="18"/>
          <w:szCs w:val="18"/>
        </w:rPr>
        <w:t>Centrifugation : température ambiante et + 4°</w:t>
      </w:r>
      <w:r w:rsidR="000E2A13" w:rsidRPr="006D0CC7">
        <w:rPr>
          <w:rFonts w:ascii="Open Sans" w:hAnsi="Open Sans" w:cs="Open Sans"/>
          <w:b/>
          <w:color w:val="auto"/>
          <w:sz w:val="18"/>
          <w:szCs w:val="18"/>
        </w:rPr>
        <w:t>c</w:t>
      </w:r>
      <w:r w:rsidRPr="006D0CC7">
        <w:rPr>
          <w:rFonts w:ascii="Open Sans" w:hAnsi="Open Sans" w:cs="Open Sans"/>
          <w:b/>
          <w:color w:val="auto"/>
          <w:sz w:val="18"/>
          <w:szCs w:val="18"/>
        </w:rPr>
        <w:t xml:space="preserve"> </w:t>
      </w:r>
    </w:p>
    <w:p w14:paraId="4FA65E4D" w14:textId="7D4F0320" w:rsidR="009B7710" w:rsidRPr="006D0CC7" w:rsidRDefault="009B7710" w:rsidP="009B7710">
      <w:pPr>
        <w:rPr>
          <w:rFonts w:ascii="Open Sans" w:hAnsi="Open Sans" w:cs="Open Sans"/>
          <w:b/>
          <w:color w:val="auto"/>
          <w:sz w:val="18"/>
          <w:szCs w:val="18"/>
        </w:rPr>
      </w:pPr>
      <w:r w:rsidRPr="006D0CC7">
        <w:rPr>
          <w:rFonts w:ascii="Open Sans" w:hAnsi="Open Sans" w:cs="Open Sans"/>
          <w:b/>
          <w:color w:val="auto"/>
          <w:sz w:val="18"/>
          <w:szCs w:val="18"/>
        </w:rPr>
        <w:t>- Bain marie à 37°</w:t>
      </w:r>
      <w:r w:rsidR="000E2A13" w:rsidRPr="006D0CC7">
        <w:rPr>
          <w:rFonts w:ascii="Open Sans" w:hAnsi="Open Sans" w:cs="Open Sans"/>
          <w:b/>
          <w:color w:val="auto"/>
          <w:sz w:val="18"/>
          <w:szCs w:val="18"/>
        </w:rPr>
        <w:t>c</w:t>
      </w:r>
      <w:r w:rsidRPr="006D0CC7">
        <w:rPr>
          <w:rFonts w:ascii="Open Sans" w:hAnsi="Open Sans" w:cs="Open Sans"/>
          <w:b/>
          <w:color w:val="auto"/>
          <w:sz w:val="18"/>
          <w:szCs w:val="18"/>
        </w:rPr>
        <w:t xml:space="preserve"> voire 60°</w:t>
      </w:r>
      <w:r w:rsidR="000E2A13" w:rsidRPr="006D0CC7">
        <w:rPr>
          <w:rFonts w:ascii="Open Sans" w:hAnsi="Open Sans" w:cs="Open Sans"/>
          <w:b/>
          <w:color w:val="auto"/>
          <w:sz w:val="18"/>
          <w:szCs w:val="18"/>
        </w:rPr>
        <w:t>c</w:t>
      </w:r>
    </w:p>
    <w:p w14:paraId="3C7C9068" w14:textId="7178DDFF" w:rsidR="009B7710" w:rsidRPr="006D0CC7" w:rsidRDefault="009B7710" w:rsidP="009B7710">
      <w:pPr>
        <w:rPr>
          <w:rFonts w:ascii="Open Sans" w:hAnsi="Open Sans" w:cs="Open Sans"/>
          <w:b/>
          <w:color w:val="auto"/>
          <w:sz w:val="18"/>
          <w:szCs w:val="18"/>
        </w:rPr>
      </w:pPr>
      <w:r w:rsidRPr="006D0CC7">
        <w:rPr>
          <w:rFonts w:ascii="Open Sans" w:hAnsi="Open Sans" w:cs="Open Sans"/>
          <w:b/>
          <w:color w:val="auto"/>
          <w:sz w:val="18"/>
          <w:szCs w:val="18"/>
        </w:rPr>
        <w:t>- Congélation- Conservation -20°</w:t>
      </w:r>
      <w:r w:rsidR="000E2A13" w:rsidRPr="006D0CC7">
        <w:rPr>
          <w:rFonts w:ascii="Open Sans" w:hAnsi="Open Sans" w:cs="Open Sans"/>
          <w:b/>
          <w:color w:val="auto"/>
          <w:sz w:val="18"/>
          <w:szCs w:val="18"/>
        </w:rPr>
        <w:t>c</w:t>
      </w:r>
      <w:r w:rsidRPr="006D0CC7">
        <w:rPr>
          <w:rFonts w:ascii="Open Sans" w:hAnsi="Open Sans" w:cs="Open Sans"/>
          <w:b/>
          <w:color w:val="auto"/>
          <w:sz w:val="18"/>
          <w:szCs w:val="18"/>
        </w:rPr>
        <w:t>, -40°</w:t>
      </w:r>
      <w:r w:rsidR="000E2A13" w:rsidRPr="006D0CC7">
        <w:rPr>
          <w:rFonts w:ascii="Open Sans" w:hAnsi="Open Sans" w:cs="Open Sans"/>
          <w:b/>
          <w:color w:val="auto"/>
          <w:sz w:val="18"/>
          <w:szCs w:val="18"/>
        </w:rPr>
        <w:t>c</w:t>
      </w:r>
      <w:r w:rsidRPr="006D0CC7">
        <w:rPr>
          <w:rFonts w:ascii="Open Sans" w:hAnsi="Open Sans" w:cs="Open Sans"/>
          <w:b/>
          <w:color w:val="auto"/>
          <w:sz w:val="18"/>
          <w:szCs w:val="18"/>
        </w:rPr>
        <w:t>, -80°</w:t>
      </w:r>
      <w:r w:rsidR="000E2A13" w:rsidRPr="006D0CC7">
        <w:rPr>
          <w:rFonts w:ascii="Open Sans" w:hAnsi="Open Sans" w:cs="Open Sans"/>
          <w:b/>
          <w:color w:val="auto"/>
          <w:sz w:val="18"/>
          <w:szCs w:val="18"/>
        </w:rPr>
        <w:t>c</w:t>
      </w:r>
      <w:r w:rsidRPr="006D0CC7">
        <w:rPr>
          <w:rFonts w:ascii="Open Sans" w:hAnsi="Open Sans" w:cs="Open Sans"/>
          <w:b/>
          <w:color w:val="auto"/>
          <w:sz w:val="18"/>
          <w:szCs w:val="18"/>
        </w:rPr>
        <w:t xml:space="preserve">, Glace pilé, Azote liquide </w:t>
      </w:r>
    </w:p>
    <w:p w14:paraId="11BCB6DB" w14:textId="77777777" w:rsidR="009B7710" w:rsidRPr="006D0CC7" w:rsidRDefault="009B7710" w:rsidP="009B7710">
      <w:pPr>
        <w:rPr>
          <w:rFonts w:ascii="Open Sans" w:hAnsi="Open Sans" w:cs="Open Sans"/>
          <w:b/>
          <w:color w:val="auto"/>
          <w:sz w:val="18"/>
          <w:szCs w:val="18"/>
        </w:rPr>
      </w:pPr>
      <w:r w:rsidRPr="006D0CC7">
        <w:rPr>
          <w:rFonts w:ascii="Open Sans" w:hAnsi="Open Sans" w:cs="Open Sans"/>
          <w:b/>
          <w:color w:val="auto"/>
          <w:sz w:val="18"/>
          <w:szCs w:val="18"/>
        </w:rPr>
        <w:t>- Supports : verre, polycarbonate, pvc et divers plastiques.</w:t>
      </w:r>
    </w:p>
    <w:p w14:paraId="54041F88" w14:textId="77777777" w:rsidR="000200DD" w:rsidRPr="006D0CC7" w:rsidRDefault="000200DD" w:rsidP="000200DD">
      <w:pPr>
        <w:rPr>
          <w:rFonts w:ascii="Open Sans" w:hAnsi="Open Sans" w:cs="Open Sans"/>
          <w:sz w:val="18"/>
          <w:szCs w:val="18"/>
        </w:rPr>
      </w:pPr>
    </w:p>
    <w:p w14:paraId="082C8703" w14:textId="75D1E34F" w:rsidR="00084BD4" w:rsidRPr="006D0CC7" w:rsidRDefault="00084BD4">
      <w:pPr>
        <w:rPr>
          <w:rFonts w:ascii="Open Sans" w:hAnsi="Open Sans" w:cs="Open Sans"/>
          <w:sz w:val="18"/>
          <w:szCs w:val="18"/>
        </w:rPr>
        <w:sectPr w:rsidR="00084BD4" w:rsidRPr="006D0CC7">
          <w:footerReference w:type="default" r:id="rId11"/>
          <w:pgSz w:w="11907" w:h="16840" w:code="9"/>
          <w:pgMar w:top="1418" w:right="1418" w:bottom="1418" w:left="1418" w:header="720" w:footer="720" w:gutter="0"/>
          <w:cols w:space="720"/>
        </w:sectPr>
      </w:pPr>
    </w:p>
    <w:p w14:paraId="237BC67A" w14:textId="20B8A2C4" w:rsidR="00931F8D" w:rsidRPr="00EC4E1E" w:rsidRDefault="00CC4972" w:rsidP="00EC4E1E">
      <w:pPr>
        <w:pStyle w:val="Titre1"/>
        <w:rPr>
          <w:rFonts w:ascii="Open Sans" w:hAnsi="Open Sans" w:cs="Open Sans"/>
          <w:caps/>
          <w:color w:val="auto"/>
          <w:sz w:val="18"/>
          <w:szCs w:val="18"/>
        </w:rPr>
      </w:pPr>
      <w:bookmarkStart w:id="25" w:name="_Toc417547267"/>
      <w:bookmarkStart w:id="26" w:name="_Toc133328206"/>
      <w:bookmarkStart w:id="27" w:name="_Toc144198345"/>
      <w:bookmarkStart w:id="28" w:name="_Toc185313264"/>
      <w:r w:rsidRPr="006D0CC7">
        <w:rPr>
          <w:rFonts w:ascii="Open Sans" w:hAnsi="Open Sans" w:cs="Open Sans"/>
          <w:caps/>
          <w:color w:val="auto"/>
          <w:sz w:val="18"/>
          <w:szCs w:val="18"/>
        </w:rPr>
        <w:lastRenderedPageBreak/>
        <w:t>Annexe n° 1 : Liste des échantillons demandés</w:t>
      </w:r>
      <w:bookmarkEnd w:id="25"/>
      <w:bookmarkEnd w:id="26"/>
    </w:p>
    <w:p w14:paraId="1D4FB706" w14:textId="77777777" w:rsidR="00CC4972" w:rsidRPr="006D0CC7" w:rsidRDefault="00CC4972" w:rsidP="00CC4972">
      <w:pPr>
        <w:pStyle w:val="Titre1"/>
        <w:rPr>
          <w:rFonts w:ascii="Open Sans" w:hAnsi="Open Sans" w:cs="Open Sans"/>
          <w:sz w:val="18"/>
          <w:szCs w:val="18"/>
        </w:rPr>
      </w:pPr>
    </w:p>
    <w:p w14:paraId="162D35DA" w14:textId="19FD0EC8" w:rsidR="00CC4972" w:rsidRPr="006D0CC7" w:rsidRDefault="00931F8D" w:rsidP="00CC4972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 w:rsidRPr="006D0CC7"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LOT 1 : </w:t>
      </w:r>
      <w:r w:rsidR="00CC4972" w:rsidRPr="006D0CC7">
        <w:rPr>
          <w:rFonts w:ascii="Open Sans" w:hAnsi="Open Sans" w:cs="Open Sans"/>
          <w:b/>
          <w:color w:val="auto"/>
          <w:sz w:val="18"/>
          <w:szCs w:val="18"/>
          <w:u w:val="single"/>
        </w:rPr>
        <w:t>Etiquettes laser sur mesure en planche A4</w:t>
      </w:r>
    </w:p>
    <w:p w14:paraId="5F77A969" w14:textId="77777777" w:rsidR="00CC4972" w:rsidRPr="006D0CC7" w:rsidRDefault="00CC4972" w:rsidP="00CC4972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9"/>
        <w:gridCol w:w="5954"/>
        <w:gridCol w:w="2343"/>
      </w:tblGrid>
      <w:tr w:rsidR="00CC4972" w:rsidRPr="006D0CC7" w14:paraId="7B693C16" w14:textId="77777777" w:rsidTr="00D918B2">
        <w:tc>
          <w:tcPr>
            <w:tcW w:w="1129" w:type="dxa"/>
            <w:shd w:val="clear" w:color="auto" w:fill="BFBFBF" w:themeFill="background1" w:themeFillShade="BF"/>
          </w:tcPr>
          <w:p w14:paraId="0CAB0A59" w14:textId="3FE533CB" w:rsidR="00CC4972" w:rsidRPr="006D0CC7" w:rsidRDefault="00CC4972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N</w:t>
            </w: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°</w:t>
            </w:r>
          </w:p>
        </w:tc>
        <w:tc>
          <w:tcPr>
            <w:tcW w:w="5954" w:type="dxa"/>
            <w:shd w:val="clear" w:color="auto" w:fill="BFBFBF" w:themeFill="background1" w:themeFillShade="BF"/>
          </w:tcPr>
          <w:p w14:paraId="18B8ACB6" w14:textId="77777777" w:rsidR="00CC4972" w:rsidRPr="006D0CC7" w:rsidRDefault="00CC4972" w:rsidP="00CC4972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Produits</w:t>
            </w:r>
          </w:p>
        </w:tc>
        <w:tc>
          <w:tcPr>
            <w:tcW w:w="2343" w:type="dxa"/>
            <w:shd w:val="clear" w:color="auto" w:fill="BFBFBF" w:themeFill="background1" w:themeFillShade="BF"/>
          </w:tcPr>
          <w:p w14:paraId="7FC67451" w14:textId="77777777" w:rsidR="00CC4972" w:rsidRPr="006D0CC7" w:rsidRDefault="00CC4972" w:rsidP="00CC4972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Nombre d’unités de conditionnement</w:t>
            </w:r>
          </w:p>
        </w:tc>
      </w:tr>
      <w:tr w:rsidR="00CC4972" w:rsidRPr="006D0CC7" w14:paraId="0E8ABB69" w14:textId="77777777" w:rsidTr="00D918B2">
        <w:tc>
          <w:tcPr>
            <w:tcW w:w="1129" w:type="dxa"/>
          </w:tcPr>
          <w:p w14:paraId="0F331128" w14:textId="510C8443" w:rsidR="00CC4972" w:rsidRPr="006D0CC7" w:rsidRDefault="00CC4972" w:rsidP="00CC4972">
            <w:pPr>
              <w:pStyle w:val="Pieddepag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1</w:t>
            </w:r>
          </w:p>
        </w:tc>
        <w:tc>
          <w:tcPr>
            <w:tcW w:w="5954" w:type="dxa"/>
          </w:tcPr>
          <w:p w14:paraId="3525D412" w14:textId="133C2056" w:rsidR="00CC4972" w:rsidRPr="006D0CC7" w:rsidRDefault="00CC4972" w:rsidP="00445975">
            <w:pPr>
              <w:pStyle w:val="Pieddepage"/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Etiquettes P1 blanches Admission </w:t>
            </w:r>
          </w:p>
        </w:tc>
        <w:tc>
          <w:tcPr>
            <w:tcW w:w="2343" w:type="dxa"/>
          </w:tcPr>
          <w:p w14:paraId="07457449" w14:textId="3A683FAC" w:rsidR="00CC4972" w:rsidRPr="006D0CC7" w:rsidRDefault="00D57DBE" w:rsidP="00CC4972">
            <w:pPr>
              <w:pStyle w:val="Pieddepag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5</w:t>
            </w:r>
            <w:r w:rsidR="00714CED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0</w:t>
            </w:r>
            <w:r w:rsidR="00CC4972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planches</w:t>
            </w:r>
            <w:r w:rsidR="003739FC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minimum</w:t>
            </w:r>
          </w:p>
        </w:tc>
      </w:tr>
      <w:tr w:rsidR="00CC4972" w:rsidRPr="006D0CC7" w14:paraId="63EEB8C2" w14:textId="77777777" w:rsidTr="00D918B2">
        <w:tc>
          <w:tcPr>
            <w:tcW w:w="1129" w:type="dxa"/>
          </w:tcPr>
          <w:p w14:paraId="7B446908" w14:textId="55AFB723" w:rsidR="00CC4972" w:rsidRPr="006D0CC7" w:rsidRDefault="00445975" w:rsidP="00CC4972">
            <w:pPr>
              <w:pStyle w:val="Pieddepag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2</w:t>
            </w:r>
          </w:p>
        </w:tc>
        <w:tc>
          <w:tcPr>
            <w:tcW w:w="5954" w:type="dxa"/>
          </w:tcPr>
          <w:p w14:paraId="0A7E5976" w14:textId="7568D6D3" w:rsidR="00CC4972" w:rsidRPr="00445975" w:rsidRDefault="00445975" w:rsidP="00445975">
            <w:pPr>
              <w:pStyle w:val="Pieddepage"/>
              <w:jc w:val="left"/>
              <w:rPr>
                <w:rFonts w:ascii="Open Sans" w:hAnsi="Open Sans" w:cs="Open Sans"/>
                <w:bCs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bCs/>
                <w:color w:val="auto"/>
                <w:sz w:val="18"/>
                <w:szCs w:val="18"/>
              </w:rPr>
              <w:t>E</w:t>
            </w:r>
            <w:r w:rsidRPr="00445975">
              <w:rPr>
                <w:rFonts w:ascii="Open Sans" w:hAnsi="Open Sans" w:cs="Open Sans"/>
                <w:bCs/>
                <w:color w:val="auto"/>
                <w:sz w:val="18"/>
                <w:szCs w:val="18"/>
              </w:rPr>
              <w:t>tiquettes P1 admission blanche adhésive renforcée SPECIAL LABO</w:t>
            </w:r>
          </w:p>
        </w:tc>
        <w:tc>
          <w:tcPr>
            <w:tcW w:w="2343" w:type="dxa"/>
          </w:tcPr>
          <w:p w14:paraId="2C3AB998" w14:textId="0E497971" w:rsidR="00CC4972" w:rsidRPr="006D0CC7" w:rsidRDefault="00D57DBE" w:rsidP="00CC4972">
            <w:pPr>
              <w:pStyle w:val="Pieddepag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5</w:t>
            </w:r>
            <w:r w:rsidR="00714CED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0</w:t>
            </w:r>
            <w:r w:rsidR="00CC4972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planches</w:t>
            </w:r>
            <w:r w:rsidR="003739FC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minimum</w:t>
            </w:r>
          </w:p>
        </w:tc>
      </w:tr>
      <w:tr w:rsidR="00253CA1" w:rsidRPr="006D0CC7" w14:paraId="6F4AFC3C" w14:textId="77777777" w:rsidTr="00D918B2">
        <w:tc>
          <w:tcPr>
            <w:tcW w:w="1129" w:type="dxa"/>
          </w:tcPr>
          <w:p w14:paraId="3BCE82C3" w14:textId="3C7C494F" w:rsidR="00253CA1" w:rsidRDefault="00253CA1" w:rsidP="00CC4972">
            <w:pPr>
              <w:pStyle w:val="Pieddepag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3</w:t>
            </w:r>
          </w:p>
        </w:tc>
        <w:tc>
          <w:tcPr>
            <w:tcW w:w="5954" w:type="dxa"/>
          </w:tcPr>
          <w:p w14:paraId="7C7B481B" w14:textId="524A3D6F" w:rsidR="00253CA1" w:rsidRDefault="00253CA1" w:rsidP="00445975">
            <w:pPr>
              <w:pStyle w:val="Pieddepage"/>
              <w:jc w:val="left"/>
              <w:rPr>
                <w:rFonts w:ascii="Open Sans" w:hAnsi="Open Sans" w:cs="Open Sans"/>
                <w:bCs/>
                <w:color w:val="auto"/>
                <w:sz w:val="18"/>
                <w:szCs w:val="18"/>
              </w:rPr>
            </w:pPr>
            <w:r w:rsidRPr="00253CA1">
              <w:rPr>
                <w:rFonts w:ascii="Open Sans" w:hAnsi="Open Sans" w:cs="Open Sans"/>
                <w:bCs/>
                <w:color w:val="auto"/>
                <w:sz w:val="18"/>
                <w:szCs w:val="18"/>
              </w:rPr>
              <w:t>Etiquettes blanches Gestion Dossier Médical</w:t>
            </w:r>
          </w:p>
        </w:tc>
        <w:tc>
          <w:tcPr>
            <w:tcW w:w="2343" w:type="dxa"/>
          </w:tcPr>
          <w:p w14:paraId="208A28C6" w14:textId="42A997C2" w:rsidR="00253CA1" w:rsidRDefault="00253CA1" w:rsidP="00CC4972">
            <w:pPr>
              <w:pStyle w:val="Pieddepag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5</w:t>
            </w: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0 planches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minimum</w:t>
            </w:r>
          </w:p>
        </w:tc>
      </w:tr>
      <w:tr w:rsidR="00253CA1" w:rsidRPr="006D0CC7" w14:paraId="7E1CA9F6" w14:textId="77777777" w:rsidTr="00D918B2">
        <w:tc>
          <w:tcPr>
            <w:tcW w:w="1129" w:type="dxa"/>
          </w:tcPr>
          <w:p w14:paraId="333FF356" w14:textId="07153C83" w:rsidR="00253CA1" w:rsidRDefault="00253CA1" w:rsidP="00CC4972">
            <w:pPr>
              <w:pStyle w:val="Pieddepag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4</w:t>
            </w:r>
          </w:p>
        </w:tc>
        <w:tc>
          <w:tcPr>
            <w:tcW w:w="5954" w:type="dxa"/>
          </w:tcPr>
          <w:p w14:paraId="3766F805" w14:textId="313E27FC" w:rsidR="00253CA1" w:rsidRDefault="00253CA1" w:rsidP="00445975">
            <w:pPr>
              <w:pStyle w:val="Pieddepage"/>
              <w:jc w:val="left"/>
              <w:rPr>
                <w:rFonts w:ascii="Open Sans" w:hAnsi="Open Sans" w:cs="Open Sans"/>
                <w:bCs/>
                <w:color w:val="auto"/>
                <w:sz w:val="18"/>
                <w:szCs w:val="18"/>
              </w:rPr>
            </w:pPr>
            <w:r w:rsidRPr="00253CA1">
              <w:rPr>
                <w:rFonts w:ascii="Open Sans" w:hAnsi="Open Sans" w:cs="Open Sans"/>
                <w:bCs/>
                <w:color w:val="auto"/>
                <w:sz w:val="18"/>
                <w:szCs w:val="18"/>
              </w:rPr>
              <w:t>Etiquettes P2 jaunes Urgence</w:t>
            </w:r>
          </w:p>
        </w:tc>
        <w:tc>
          <w:tcPr>
            <w:tcW w:w="2343" w:type="dxa"/>
          </w:tcPr>
          <w:p w14:paraId="0445A020" w14:textId="7F2FCD28" w:rsidR="00253CA1" w:rsidRDefault="00253CA1" w:rsidP="00CC4972">
            <w:pPr>
              <w:pStyle w:val="Pieddepage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5</w:t>
            </w: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0 planches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minimum</w:t>
            </w:r>
          </w:p>
        </w:tc>
      </w:tr>
    </w:tbl>
    <w:p w14:paraId="05EFE423" w14:textId="4AA0DBBE" w:rsidR="00CC4972" w:rsidRPr="006D0CC7" w:rsidRDefault="00CC4972" w:rsidP="00CC4972">
      <w:pPr>
        <w:rPr>
          <w:rFonts w:ascii="Open Sans" w:hAnsi="Open Sans" w:cs="Open Sans"/>
          <w:color w:val="auto"/>
          <w:sz w:val="18"/>
          <w:szCs w:val="18"/>
        </w:rPr>
      </w:pPr>
    </w:p>
    <w:p w14:paraId="6A4F1BEB" w14:textId="0E0945D9" w:rsidR="006D0CC7" w:rsidRPr="006D0CC7" w:rsidRDefault="00931F8D" w:rsidP="006D0CC7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 w:rsidRPr="006D0CC7">
        <w:rPr>
          <w:rFonts w:ascii="Open Sans" w:hAnsi="Open Sans" w:cs="Open Sans"/>
          <w:b/>
          <w:color w:val="auto"/>
          <w:sz w:val="18"/>
          <w:szCs w:val="18"/>
          <w:u w:val="single"/>
        </w:rPr>
        <w:t>Lot 2</w:t>
      </w:r>
      <w:r w:rsidR="006D0CC7" w:rsidRPr="006D0CC7">
        <w:rPr>
          <w:rFonts w:ascii="Open Sans" w:hAnsi="Open Sans" w:cs="Open Sans"/>
          <w:b/>
          <w:color w:val="auto"/>
          <w:sz w:val="18"/>
          <w:szCs w:val="18"/>
          <w:u w:val="single"/>
        </w:rPr>
        <w:t> : Fourniture et livraison d’étiquettes autocollantes et d’étiquettes thermiques et non thermiques</w:t>
      </w:r>
    </w:p>
    <w:p w14:paraId="65437439" w14:textId="09A0D675" w:rsidR="006D0CC7" w:rsidRPr="006D0CC7" w:rsidRDefault="006D0CC7" w:rsidP="00D918B2">
      <w:pPr>
        <w:jc w:val="left"/>
        <w:rPr>
          <w:rFonts w:ascii="Open Sans" w:hAnsi="Open Sans" w:cs="Open Sans"/>
          <w:bCs/>
          <w:color w:val="auto"/>
          <w:sz w:val="18"/>
          <w:szCs w:val="18"/>
        </w:rPr>
      </w:pPr>
      <w:r w:rsidRPr="006D0CC7">
        <w:rPr>
          <w:rFonts w:ascii="Open Sans" w:hAnsi="Open Sans" w:cs="Open Sans"/>
          <w:bCs/>
          <w:color w:val="auto"/>
          <w:sz w:val="18"/>
          <w:szCs w:val="18"/>
        </w:rPr>
        <w:t>*Quantité minimum requise : 30 étiquettes par rouleau</w:t>
      </w:r>
    </w:p>
    <w:p w14:paraId="47B6A8A3" w14:textId="77777777" w:rsidR="006D0CC7" w:rsidRPr="006D0CC7" w:rsidRDefault="006D0CC7" w:rsidP="00D918B2">
      <w:pPr>
        <w:jc w:val="left"/>
        <w:rPr>
          <w:rFonts w:ascii="Open Sans" w:hAnsi="Open Sans" w:cs="Open Sans"/>
          <w:color w:val="auto"/>
          <w:sz w:val="18"/>
          <w:szCs w:val="18"/>
        </w:rPr>
      </w:pPr>
    </w:p>
    <w:tbl>
      <w:tblPr>
        <w:tblW w:w="9709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0"/>
        <w:gridCol w:w="2133"/>
        <w:gridCol w:w="4649"/>
        <w:gridCol w:w="1417"/>
      </w:tblGrid>
      <w:tr w:rsidR="006D0CC7" w:rsidRPr="006D0CC7" w14:paraId="2F619C22" w14:textId="77777777" w:rsidTr="006D0CC7">
        <w:trPr>
          <w:trHeight w:val="322"/>
        </w:trPr>
        <w:tc>
          <w:tcPr>
            <w:tcW w:w="1510" w:type="dxa"/>
            <w:shd w:val="clear" w:color="auto" w:fill="auto"/>
          </w:tcPr>
          <w:p w14:paraId="36087F31" w14:textId="77777777" w:rsidR="006D0CC7" w:rsidRPr="006D0CC7" w:rsidRDefault="006D0CC7" w:rsidP="006D0CC7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Dimensions</w:t>
            </w:r>
          </w:p>
        </w:tc>
        <w:tc>
          <w:tcPr>
            <w:tcW w:w="2133" w:type="dxa"/>
            <w:shd w:val="clear" w:color="auto" w:fill="auto"/>
          </w:tcPr>
          <w:p w14:paraId="7F04407B" w14:textId="77777777" w:rsidR="006D0CC7" w:rsidRPr="006D0CC7" w:rsidRDefault="006D0CC7" w:rsidP="006D0CC7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Utilisation</w:t>
            </w:r>
          </w:p>
        </w:tc>
        <w:tc>
          <w:tcPr>
            <w:tcW w:w="4649" w:type="dxa"/>
            <w:shd w:val="clear" w:color="auto" w:fill="auto"/>
          </w:tcPr>
          <w:p w14:paraId="612AAC09" w14:textId="77777777" w:rsidR="006D0CC7" w:rsidRPr="006D0CC7" w:rsidRDefault="006D0CC7" w:rsidP="006D0CC7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Spécificité</w:t>
            </w:r>
          </w:p>
        </w:tc>
        <w:tc>
          <w:tcPr>
            <w:tcW w:w="1417" w:type="dxa"/>
            <w:shd w:val="clear" w:color="auto" w:fill="auto"/>
          </w:tcPr>
          <w:p w14:paraId="3D16D120" w14:textId="77777777" w:rsidR="006D0CC7" w:rsidRPr="006D0CC7" w:rsidRDefault="006D0CC7" w:rsidP="006D0CC7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Quantité </w:t>
            </w:r>
            <w:r w:rsidRPr="006D0CC7">
              <w:rPr>
                <w:rFonts w:ascii="Open Sans" w:hAnsi="Open Sans" w:cs="Open Sans"/>
                <w:bCs/>
                <w:color w:val="auto"/>
                <w:sz w:val="18"/>
                <w:szCs w:val="18"/>
              </w:rPr>
              <w:t>*</w:t>
            </w:r>
          </w:p>
        </w:tc>
      </w:tr>
      <w:tr w:rsidR="006D0CC7" w:rsidRPr="006D0CC7" w14:paraId="32372C70" w14:textId="77777777" w:rsidTr="006D0CC7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D9CC" w14:textId="77777777" w:rsidR="006D0CC7" w:rsidRPr="006D0CC7" w:rsidRDefault="006D0CC7" w:rsidP="006D0CC7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50 x 27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A0D3F" w14:textId="77777777" w:rsidR="006D0CC7" w:rsidRPr="006D0CC7" w:rsidRDefault="006D0CC7" w:rsidP="006D0CC7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-80ﾰC"/>
              </w:smartTagPr>
              <w:r w:rsidRPr="006D0CC7">
                <w:rPr>
                  <w:rFonts w:ascii="Open Sans" w:hAnsi="Open Sans" w:cs="Open Sans"/>
                  <w:color w:val="auto"/>
                  <w:sz w:val="18"/>
                  <w:szCs w:val="18"/>
                </w:rPr>
                <w:t>-80°C</w:t>
              </w:r>
            </w:smartTag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+</w:t>
            </w:r>
            <w:smartTag w:uri="urn:schemas-microsoft-com:office:smarttags" w:element="metricconverter">
              <w:smartTagPr>
                <w:attr w:name="ProductID" w:val="56ﾰC"/>
              </w:smartTagPr>
              <w:r w:rsidRPr="006D0CC7">
                <w:rPr>
                  <w:rFonts w:ascii="Open Sans" w:hAnsi="Open Sans" w:cs="Open Sans"/>
                  <w:color w:val="auto"/>
                  <w:sz w:val="18"/>
                  <w:szCs w:val="18"/>
                </w:rPr>
                <w:t>56°C</w:t>
              </w:r>
            </w:smartTag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B1530" w14:textId="77777777" w:rsidR="006D0CC7" w:rsidRPr="006D0CC7" w:rsidRDefault="006D0CC7" w:rsidP="006D0CC7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  <w:lang w:val="en-US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  <w:lang w:val="en-US"/>
              </w:rPr>
              <w:t>TH TOP passage en automate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88A1B" w14:textId="41761BFE" w:rsidR="006D0CC7" w:rsidRPr="006D0CC7" w:rsidRDefault="008E730D" w:rsidP="006D0CC7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3</w:t>
            </w:r>
            <w:r w:rsidR="006D0CC7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rouleau</w:t>
            </w:r>
            <w:r w:rsidR="00B50C3D">
              <w:rPr>
                <w:rFonts w:ascii="Open Sans" w:hAnsi="Open Sans" w:cs="Open Sans"/>
                <w:color w:val="auto"/>
                <w:sz w:val="18"/>
                <w:szCs w:val="18"/>
              </w:rPr>
              <w:t>x</w:t>
            </w:r>
          </w:p>
        </w:tc>
      </w:tr>
      <w:tr w:rsidR="006D0CC7" w:rsidRPr="006D0CC7" w14:paraId="0623F37D" w14:textId="77777777" w:rsidTr="006D0CC7"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09DA2" w14:textId="77777777" w:rsidR="006D0CC7" w:rsidRPr="006D0CC7" w:rsidRDefault="006D0CC7" w:rsidP="006D0CC7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38x28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F444" w14:textId="77777777" w:rsidR="006D0CC7" w:rsidRPr="006D0CC7" w:rsidRDefault="006D0CC7" w:rsidP="006D0CC7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-80ﾰC"/>
              </w:smartTagPr>
              <w:r w:rsidRPr="006D0CC7">
                <w:rPr>
                  <w:rFonts w:ascii="Open Sans" w:hAnsi="Open Sans" w:cs="Open Sans"/>
                  <w:color w:val="auto"/>
                  <w:sz w:val="18"/>
                  <w:szCs w:val="18"/>
                </w:rPr>
                <w:t>-80°C</w:t>
              </w:r>
            </w:smartTag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+</w:t>
            </w:r>
            <w:smartTag w:uri="urn:schemas-microsoft-com:office:smarttags" w:element="metricconverter">
              <w:smartTagPr>
                <w:attr w:name="ProductID" w:val="56ﾰC"/>
              </w:smartTagPr>
              <w:r w:rsidRPr="006D0CC7">
                <w:rPr>
                  <w:rFonts w:ascii="Open Sans" w:hAnsi="Open Sans" w:cs="Open Sans"/>
                  <w:color w:val="auto"/>
                  <w:sz w:val="18"/>
                  <w:szCs w:val="18"/>
                </w:rPr>
                <w:t>56°C</w:t>
              </w:r>
            </w:smartTag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6B92F" w14:textId="77777777" w:rsidR="006D0CC7" w:rsidRPr="006D0CC7" w:rsidRDefault="006D0CC7" w:rsidP="006D0CC7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TOP, passage en automate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B09CD" w14:textId="481E9D65" w:rsidR="006D0CC7" w:rsidRPr="006D0CC7" w:rsidRDefault="008E730D" w:rsidP="006D0CC7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3</w:t>
            </w:r>
            <w:r w:rsidR="006D0CC7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rouleau</w:t>
            </w:r>
            <w:r w:rsidR="00B50C3D">
              <w:rPr>
                <w:rFonts w:ascii="Open Sans" w:hAnsi="Open Sans" w:cs="Open Sans"/>
                <w:color w:val="auto"/>
                <w:sz w:val="18"/>
                <w:szCs w:val="18"/>
              </w:rPr>
              <w:t>x</w:t>
            </w:r>
          </w:p>
        </w:tc>
      </w:tr>
      <w:tr w:rsidR="006D0CC7" w:rsidRPr="006D0CC7" w14:paraId="5D3B4EE3" w14:textId="77777777" w:rsidTr="006D0CC7">
        <w:trPr>
          <w:trHeight w:val="259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B91C" w14:textId="77777777" w:rsidR="006D0CC7" w:rsidRPr="006D0CC7" w:rsidRDefault="006D0CC7" w:rsidP="006D0CC7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102x51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A3193" w14:textId="0652EE64" w:rsidR="006D0CC7" w:rsidRPr="006D0CC7" w:rsidRDefault="006D0CC7" w:rsidP="006D0CC7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-2ﾰC"/>
              </w:smartTagPr>
              <w:r w:rsidRPr="006D0CC7">
                <w:rPr>
                  <w:rFonts w:ascii="Open Sans" w:hAnsi="Open Sans" w:cs="Open Sans"/>
                  <w:color w:val="auto"/>
                  <w:sz w:val="18"/>
                  <w:szCs w:val="18"/>
                </w:rPr>
                <w:t>-2°C</w:t>
              </w:r>
            </w:smartTag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à Température ambiante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BC68" w14:textId="77777777" w:rsidR="006D0CC7" w:rsidRPr="006D0CC7" w:rsidRDefault="006D0CC7" w:rsidP="006D0CC7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TOP, pas de perforation, mandrin 40, colle permanente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499C0" w14:textId="7B6EE401" w:rsidR="006D0CC7" w:rsidRPr="006D0CC7" w:rsidRDefault="008E730D" w:rsidP="006D0CC7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3</w:t>
            </w:r>
            <w:r w:rsidR="006D0CC7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rouleau</w:t>
            </w:r>
            <w:r w:rsidR="00B50C3D">
              <w:rPr>
                <w:rFonts w:ascii="Open Sans" w:hAnsi="Open Sans" w:cs="Open Sans"/>
                <w:color w:val="auto"/>
                <w:sz w:val="18"/>
                <w:szCs w:val="18"/>
              </w:rPr>
              <w:t>x</w:t>
            </w:r>
          </w:p>
        </w:tc>
      </w:tr>
    </w:tbl>
    <w:p w14:paraId="28AAE213" w14:textId="58931F82" w:rsidR="00282A4E" w:rsidRDefault="00282A4E" w:rsidP="00D918B2">
      <w:pPr>
        <w:jc w:val="left"/>
        <w:rPr>
          <w:rFonts w:ascii="Open Sans" w:hAnsi="Open Sans" w:cs="Open Sans"/>
          <w:color w:val="auto"/>
          <w:sz w:val="18"/>
          <w:szCs w:val="18"/>
        </w:rPr>
      </w:pPr>
    </w:p>
    <w:p w14:paraId="229E4F95" w14:textId="77777777" w:rsidR="00253CA1" w:rsidRDefault="00253CA1" w:rsidP="00D63C89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0CAA57A9" w14:textId="2E5FCE9D" w:rsidR="00D63C89" w:rsidRPr="006D0CC7" w:rsidRDefault="00D63C89" w:rsidP="00D63C89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 w:rsidRPr="006D0CC7">
        <w:rPr>
          <w:rFonts w:ascii="Open Sans" w:hAnsi="Open Sans" w:cs="Open Sans"/>
          <w:b/>
          <w:color w:val="auto"/>
          <w:sz w:val="18"/>
          <w:szCs w:val="18"/>
          <w:u w:val="single"/>
        </w:rPr>
        <w:t>LOT</w:t>
      </w:r>
      <w:r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 3</w:t>
      </w:r>
      <w:r w:rsidRPr="006D0CC7"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 : </w:t>
      </w:r>
      <w:r w:rsidRPr="00D63C89">
        <w:rPr>
          <w:rFonts w:ascii="Open Sans" w:hAnsi="Open Sans" w:cs="Open Sans"/>
          <w:b/>
          <w:color w:val="auto"/>
          <w:sz w:val="18"/>
          <w:szCs w:val="18"/>
          <w:u w:val="single"/>
        </w:rPr>
        <w:t>Fourniture et livraison d’étiquettes autocollantes personnalisées</w:t>
      </w:r>
    </w:p>
    <w:p w14:paraId="2AD22559" w14:textId="77777777" w:rsidR="00E24F19" w:rsidRDefault="00E24F19" w:rsidP="00282A4E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bookmarkStart w:id="29" w:name="_Toc535596016"/>
    </w:p>
    <w:p w14:paraId="24C2F9EC" w14:textId="77777777" w:rsidR="00D63C89" w:rsidRDefault="00375E89" w:rsidP="00282A4E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Référence </w:t>
      </w:r>
      <w:r w:rsidR="00E24F19">
        <w:rPr>
          <w:rFonts w:ascii="Open Sans" w:hAnsi="Open Sans" w:cs="Open Sans"/>
          <w:b/>
          <w:color w:val="auto"/>
          <w:sz w:val="18"/>
          <w:szCs w:val="18"/>
          <w:u w:val="single"/>
        </w:rPr>
        <w:t>1</w:t>
      </w:r>
      <w:r w:rsidR="00E24F19" w:rsidRPr="00282A4E"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 :</w:t>
      </w:r>
      <w:r w:rsidR="00282A4E" w:rsidRPr="00282A4E"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 </w:t>
      </w:r>
    </w:p>
    <w:bookmarkEnd w:id="29"/>
    <w:p w14:paraId="64D4B3E3" w14:textId="04ECA98F" w:rsidR="00D57DBE" w:rsidRPr="008A272D" w:rsidRDefault="00D63C89" w:rsidP="00282A4E">
      <w:pPr>
        <w:jc w:val="left"/>
        <w:rPr>
          <w:rFonts w:ascii="Open Sans" w:hAnsi="Open Sans" w:cs="Open Sans"/>
          <w:color w:val="auto"/>
          <w:sz w:val="18"/>
          <w:szCs w:val="18"/>
        </w:rPr>
      </w:pPr>
      <w:r w:rsidRPr="00D63C89">
        <w:rPr>
          <w:rFonts w:ascii="Open Sans" w:hAnsi="Open Sans" w:cs="Open Sans"/>
          <w:color w:val="auto"/>
          <w:sz w:val="18"/>
          <w:szCs w:val="18"/>
        </w:rPr>
        <w:t>Etiquettes autocollantes blanches pré imprimées Recto-Verso au format 40 x 90 mm pour les seringues électriques (cf. annexe 1 CCTP)</w:t>
      </w:r>
      <w:r w:rsidRPr="008A272D">
        <w:rPr>
          <w:rFonts w:ascii="Open Sans" w:hAnsi="Open Sans" w:cs="Open Sans"/>
          <w:color w:val="auto"/>
          <w:sz w:val="18"/>
          <w:szCs w:val="18"/>
        </w:rPr>
        <w:t>.</w:t>
      </w:r>
    </w:p>
    <w:p w14:paraId="330CBEA1" w14:textId="18E43D53" w:rsidR="00282A4E" w:rsidRDefault="00282A4E" w:rsidP="00282A4E">
      <w:pPr>
        <w:jc w:val="left"/>
        <w:rPr>
          <w:rFonts w:ascii="Open Sans" w:hAnsi="Open Sans" w:cs="Open Sans"/>
          <w:color w:val="auto"/>
          <w:sz w:val="18"/>
          <w:szCs w:val="18"/>
        </w:rPr>
      </w:pPr>
    </w:p>
    <w:p w14:paraId="1E552D03" w14:textId="77777777" w:rsidR="00D63C89" w:rsidRPr="00282A4E" w:rsidRDefault="00D63C89" w:rsidP="00D63C89">
      <w:pPr>
        <w:jc w:val="right"/>
        <w:rPr>
          <w:rFonts w:ascii="Open Sans" w:hAnsi="Open Sans" w:cs="Open Sans"/>
          <w:color w:val="auto"/>
          <w:sz w:val="18"/>
          <w:szCs w:val="18"/>
        </w:rPr>
      </w:pPr>
      <w:r w:rsidRPr="00282A4E">
        <w:rPr>
          <w:rFonts w:ascii="Open Sans" w:hAnsi="Open Sans" w:cs="Open Sans"/>
          <w:color w:val="auto"/>
          <w:sz w:val="18"/>
          <w:szCs w:val="18"/>
        </w:rPr>
        <w:t>Découpe + impression noire</w:t>
      </w:r>
    </w:p>
    <w:p w14:paraId="44AC7E38" w14:textId="77777777" w:rsidR="00D63C89" w:rsidRPr="00282A4E" w:rsidRDefault="00D63C89" w:rsidP="00D63C89">
      <w:pPr>
        <w:jc w:val="left"/>
        <w:rPr>
          <w:rFonts w:ascii="Open Sans" w:hAnsi="Open Sans" w:cs="Open Sans"/>
          <w:b/>
          <w:color w:val="auto"/>
          <w:sz w:val="18"/>
          <w:szCs w:val="18"/>
        </w:rPr>
      </w:pPr>
      <w:r w:rsidRPr="00282A4E">
        <w:rPr>
          <w:rFonts w:ascii="Open Sans" w:hAnsi="Open Sans" w:cs="Open Sans"/>
          <w:b/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5D0D8118" wp14:editId="6A1E51F4">
                <wp:simplePos x="0" y="0"/>
                <wp:positionH relativeFrom="column">
                  <wp:posOffset>4381500</wp:posOffset>
                </wp:positionH>
                <wp:positionV relativeFrom="paragraph">
                  <wp:posOffset>19050</wp:posOffset>
                </wp:positionV>
                <wp:extent cx="723265" cy="564515"/>
                <wp:effectExtent l="38100" t="0" r="19685" b="64135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265" cy="5645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0474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" o:spid="_x0000_s1026" type="#_x0000_t32" style="position:absolute;margin-left:345pt;margin-top:1.5pt;width:56.95pt;height:44.45pt;flip:x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" strokecolor="black [3040]">
                <v:stroke endarrow="open"/>
              </v:shape>
            </w:pict>
          </mc:Fallback>
        </mc:AlternateContent>
      </w:r>
      <w:r w:rsidRPr="00282A4E">
        <w:rPr>
          <w:rFonts w:ascii="Open Sans" w:hAnsi="Open Sans" w:cs="Open Sans"/>
          <w:b/>
          <w:color w:val="auto"/>
          <w:sz w:val="18"/>
          <w:szCs w:val="18"/>
        </w:rPr>
        <w:t>RECTO</w:t>
      </w:r>
    </w:p>
    <w:tbl>
      <w:tblPr>
        <w:tblStyle w:val="Grilledutableau"/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1101"/>
        <w:gridCol w:w="818"/>
        <w:gridCol w:w="284"/>
        <w:gridCol w:w="850"/>
        <w:gridCol w:w="1418"/>
        <w:gridCol w:w="426"/>
        <w:gridCol w:w="708"/>
        <w:gridCol w:w="1276"/>
        <w:gridCol w:w="567"/>
      </w:tblGrid>
      <w:tr w:rsidR="00D63C89" w:rsidRPr="00282A4E" w14:paraId="0D19D5EE" w14:textId="77777777" w:rsidTr="00F46859"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872F1AD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  <w:tc>
          <w:tcPr>
            <w:tcW w:w="5780" w:type="dxa"/>
            <w:gridSpan w:val="7"/>
            <w:tcBorders>
              <w:top w:val="single" w:sz="4" w:space="0" w:color="D9D9D9" w:themeColor="background1" w:themeShade="D9"/>
              <w:left w:val="single" w:sz="8" w:space="0" w:color="auto"/>
              <w:bottom w:val="dashed" w:sz="4" w:space="0" w:color="auto"/>
              <w:right w:val="single" w:sz="4" w:space="0" w:color="D9D9D9" w:themeColor="background1" w:themeShade="D9"/>
            </w:tcBorders>
          </w:tcPr>
          <w:p w14:paraId="5CAE50B0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Zone transparente pour voir les graduations</w:t>
            </w:r>
          </w:p>
          <w:p w14:paraId="265A5DC9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D9D9D9" w:themeColor="background1" w:themeShade="D9"/>
              <w:bottom w:val="nil"/>
              <w:right w:val="nil"/>
            </w:tcBorders>
          </w:tcPr>
          <w:p w14:paraId="73CCA66F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</w:tr>
      <w:tr w:rsidR="00D63C89" w:rsidRPr="00282A4E" w14:paraId="3D5A15FB" w14:textId="77777777" w:rsidTr="00F46859"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330CAA0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  <w:tc>
          <w:tcPr>
            <w:tcW w:w="5780" w:type="dxa"/>
            <w:gridSpan w:val="7"/>
            <w:tcBorders>
              <w:top w:val="dashed" w:sz="4" w:space="0" w:color="auto"/>
              <w:right w:val="single" w:sz="8" w:space="0" w:color="auto"/>
            </w:tcBorders>
          </w:tcPr>
          <w:p w14:paraId="71DA3AAF" w14:textId="77777777" w:rsidR="00D63C89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NOM DU MEDICAM</w:t>
            </w:r>
            <w:r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E</w:t>
            </w:r>
            <w:r w:rsidRPr="00282A4E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NT / DOSAGE / VOLUME TOTAL</w:t>
            </w:r>
          </w:p>
          <w:p w14:paraId="5C0A2E41" w14:textId="77777777" w:rsidR="00D63C89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  <w:p w14:paraId="0D9D55FF" w14:textId="77777777" w:rsidR="00D63C89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  <w:p w14:paraId="67F8DE11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14:paraId="516C287D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</w:tr>
      <w:tr w:rsidR="00D63C89" w:rsidRPr="00282A4E" w14:paraId="15B10E1B" w14:textId="77777777" w:rsidTr="00F46859">
        <w:tc>
          <w:tcPr>
            <w:tcW w:w="11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40A1E77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818" w:type="dxa"/>
            <w:tcBorders>
              <w:left w:val="single" w:sz="8" w:space="0" w:color="auto"/>
              <w:bottom w:val="single" w:sz="8" w:space="0" w:color="auto"/>
            </w:tcBorders>
          </w:tcPr>
          <w:p w14:paraId="533FA4BB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Voie</w:t>
            </w:r>
          </w:p>
          <w:p w14:paraId="4B9F6A2E" w14:textId="77777777" w:rsidR="00D63C89" w:rsidRPr="00282A4E" w:rsidRDefault="00253CA1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color w:val="auto"/>
                  <w:sz w:val="18"/>
                  <w:szCs w:val="18"/>
                </w:rPr>
                <w:id w:val="-1263151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C89" w:rsidRPr="00282A4E">
                  <w:rPr>
                    <w:rFonts w:ascii="Segoe UI Symbol" w:hAnsi="Segoe UI Symbol" w:cs="Segoe UI Symbol"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="00D63C89"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 IV</w:t>
            </w:r>
          </w:p>
          <w:p w14:paraId="3DB95528" w14:textId="77777777" w:rsidR="00D63C89" w:rsidRPr="00282A4E" w:rsidRDefault="00253CA1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color w:val="auto"/>
                  <w:sz w:val="18"/>
                  <w:szCs w:val="18"/>
                </w:rPr>
                <w:id w:val="746999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C89" w:rsidRPr="00282A4E">
                  <w:rPr>
                    <w:rFonts w:ascii="Segoe UI Symbol" w:hAnsi="Segoe UI Symbol" w:cs="Segoe UI Symbol"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="00D63C89"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 SC</w:t>
            </w:r>
          </w:p>
        </w:tc>
        <w:tc>
          <w:tcPr>
            <w:tcW w:w="1134" w:type="dxa"/>
            <w:gridSpan w:val="2"/>
            <w:tcBorders>
              <w:bottom w:val="single" w:sz="8" w:space="0" w:color="auto"/>
              <w:right w:val="single" w:sz="12" w:space="0" w:color="auto"/>
            </w:tcBorders>
          </w:tcPr>
          <w:p w14:paraId="0A04AF55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DILUANT</w:t>
            </w:r>
          </w:p>
        </w:tc>
        <w:tc>
          <w:tcPr>
            <w:tcW w:w="1418" w:type="dxa"/>
            <w:tcBorders>
              <w:left w:val="single" w:sz="12" w:space="0" w:color="auto"/>
              <w:bottom w:val="single" w:sz="4" w:space="0" w:color="auto"/>
            </w:tcBorders>
          </w:tcPr>
          <w:p w14:paraId="70C71483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Heure Début</w:t>
            </w:r>
          </w:p>
        </w:tc>
        <w:tc>
          <w:tcPr>
            <w:tcW w:w="1134" w:type="dxa"/>
            <w:gridSpan w:val="2"/>
            <w:tcBorders>
              <w:right w:val="single" w:sz="12" w:space="0" w:color="auto"/>
            </w:tcBorders>
          </w:tcPr>
          <w:p w14:paraId="206ACE1E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Heure Fin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</w:tcPr>
          <w:p w14:paraId="3C72175C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DEBIT</w:t>
            </w:r>
          </w:p>
          <w:p w14:paraId="7FF702AE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_______</w:t>
            </w: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m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L</w:t>
            </w: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/h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22EBA62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</w:tr>
      <w:tr w:rsidR="00D63C89" w:rsidRPr="00282A4E" w14:paraId="4A45AD7B" w14:textId="77777777" w:rsidTr="00F46859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4476E6BE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11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207EE510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DATE :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</w:tcPr>
          <w:p w14:paraId="3F2648B7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1844" w:type="dxa"/>
            <w:gridSpan w:val="2"/>
            <w:tcBorders>
              <w:left w:val="single" w:sz="12" w:space="0" w:color="auto"/>
              <w:right w:val="nil"/>
            </w:tcBorders>
          </w:tcPr>
          <w:p w14:paraId="3AC06D45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Préparé par :</w:t>
            </w:r>
          </w:p>
        </w:tc>
        <w:tc>
          <w:tcPr>
            <w:tcW w:w="708" w:type="dxa"/>
            <w:tcBorders>
              <w:left w:val="nil"/>
              <w:right w:val="single" w:sz="12" w:space="0" w:color="auto"/>
            </w:tcBorders>
          </w:tcPr>
          <w:p w14:paraId="032CD347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69B1EAC9" w14:textId="77777777" w:rsidR="00D63C89" w:rsidRPr="00282A4E" w:rsidRDefault="00253CA1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sdt>
              <w:sdtPr>
                <w:rPr>
                  <w:rFonts w:ascii="Open Sans" w:hAnsi="Open Sans" w:cs="Open Sans"/>
                  <w:color w:val="auto"/>
                  <w:sz w:val="18"/>
                  <w:szCs w:val="18"/>
                </w:rPr>
                <w:id w:val="776682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C89" w:rsidRPr="00282A4E">
                  <w:rPr>
                    <w:rFonts w:ascii="Segoe UI Symbol" w:hAnsi="Segoe UI Symbol" w:cs="Segoe UI Symbol"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="00D63C89"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 Var.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989105D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</w:tr>
    </w:tbl>
    <w:p w14:paraId="6E1D1E86" w14:textId="77777777" w:rsidR="00D63C89" w:rsidRPr="00282A4E" w:rsidRDefault="00D63C89" w:rsidP="00D63C89">
      <w:pPr>
        <w:jc w:val="left"/>
        <w:rPr>
          <w:rFonts w:ascii="Open Sans" w:hAnsi="Open Sans" w:cs="Open Sans"/>
          <w:color w:val="auto"/>
          <w:sz w:val="18"/>
          <w:szCs w:val="18"/>
        </w:rPr>
      </w:pPr>
    </w:p>
    <w:p w14:paraId="6E28E886" w14:textId="77777777" w:rsidR="00D63C89" w:rsidRPr="00282A4E" w:rsidRDefault="00D63C89" w:rsidP="00D63C89">
      <w:pPr>
        <w:jc w:val="right"/>
        <w:rPr>
          <w:rFonts w:ascii="Open Sans" w:hAnsi="Open Sans" w:cs="Open Sans"/>
          <w:color w:val="auto"/>
          <w:sz w:val="18"/>
          <w:szCs w:val="18"/>
        </w:rPr>
      </w:pPr>
      <w:r w:rsidRPr="00282A4E">
        <w:rPr>
          <w:rFonts w:ascii="Open Sans" w:hAnsi="Open Sans" w:cs="Open Sans"/>
          <w:color w:val="auto"/>
          <w:sz w:val="18"/>
          <w:szCs w:val="18"/>
        </w:rPr>
        <w:t>Découpe + impression noire</w:t>
      </w:r>
    </w:p>
    <w:p w14:paraId="326D419C" w14:textId="77777777" w:rsidR="00D63C89" w:rsidRPr="00282A4E" w:rsidRDefault="00D63C89" w:rsidP="00D63C89">
      <w:pPr>
        <w:jc w:val="left"/>
        <w:rPr>
          <w:rFonts w:ascii="Open Sans" w:hAnsi="Open Sans" w:cs="Open Sans"/>
          <w:b/>
          <w:color w:val="auto"/>
          <w:sz w:val="18"/>
          <w:szCs w:val="18"/>
        </w:rPr>
      </w:pPr>
      <w:r w:rsidRPr="00282A4E">
        <w:rPr>
          <w:rFonts w:ascii="Open Sans" w:hAnsi="Open Sans" w:cs="Open Sans"/>
          <w:b/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83AEE7C" wp14:editId="77DBD3A6">
                <wp:simplePos x="0" y="0"/>
                <wp:positionH relativeFrom="column">
                  <wp:posOffset>4381500</wp:posOffset>
                </wp:positionH>
                <wp:positionV relativeFrom="paragraph">
                  <wp:posOffset>19050</wp:posOffset>
                </wp:positionV>
                <wp:extent cx="723265" cy="564515"/>
                <wp:effectExtent l="38100" t="0" r="19685" b="64135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265" cy="5645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00A86" id="Connecteur droit avec flèche 5" o:spid="_x0000_s1026" type="#_x0000_t32" style="position:absolute;margin-left:345pt;margin-top:1.5pt;width:56.95pt;height:44.45pt;flip:x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" strokecolor="black [3040]">
                <v:stroke endarrow="open"/>
              </v:shape>
            </w:pict>
          </mc:Fallback>
        </mc:AlternateContent>
      </w:r>
      <w:r w:rsidRPr="00282A4E">
        <w:rPr>
          <w:rFonts w:ascii="Open Sans" w:hAnsi="Open Sans" w:cs="Open Sans"/>
          <w:b/>
          <w:color w:val="auto"/>
          <w:sz w:val="18"/>
          <w:szCs w:val="18"/>
        </w:rPr>
        <w:t>VERSO</w:t>
      </w:r>
    </w:p>
    <w:tbl>
      <w:tblPr>
        <w:tblStyle w:val="Grilledutableau"/>
        <w:tblW w:w="8679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1275"/>
        <w:gridCol w:w="1385"/>
        <w:gridCol w:w="850"/>
        <w:gridCol w:w="1844"/>
        <w:gridCol w:w="708"/>
        <w:gridCol w:w="1276"/>
        <w:gridCol w:w="458"/>
        <w:gridCol w:w="883"/>
      </w:tblGrid>
      <w:tr w:rsidR="00D63C89" w:rsidRPr="00282A4E" w14:paraId="205D6A3E" w14:textId="77777777" w:rsidTr="00F46859"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47ACAED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b/>
                <w:noProof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475387E2" wp14:editId="6A90B740">
                      <wp:simplePos x="0" y="0"/>
                      <wp:positionH relativeFrom="column">
                        <wp:posOffset>503997</wp:posOffset>
                      </wp:positionH>
                      <wp:positionV relativeFrom="paragraph">
                        <wp:posOffset>15875</wp:posOffset>
                      </wp:positionV>
                      <wp:extent cx="0" cy="1303628"/>
                      <wp:effectExtent l="95250" t="38100" r="114300" b="49530"/>
                      <wp:wrapNone/>
                      <wp:docPr id="7" name="Connecteur droit avec flèch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03628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A8A85" id="Connecteur droit avec flèche 7" o:spid="_x0000_s1026" type="#_x0000_t32" style="position:absolute;margin-left:39.7pt;margin-top:1.25pt;width:0;height:102.6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" strokecolor="black [3213]" strokeweight="1pt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6063" w:type="dxa"/>
            <w:gridSpan w:val="5"/>
            <w:tcBorders>
              <w:top w:val="single" w:sz="4" w:space="0" w:color="D9D9D9" w:themeColor="background1" w:themeShade="D9"/>
              <w:left w:val="single" w:sz="8" w:space="0" w:color="auto"/>
              <w:bottom w:val="single" w:sz="8" w:space="0" w:color="auto"/>
              <w:right w:val="single" w:sz="4" w:space="0" w:color="D9D9D9" w:themeColor="background1" w:themeShade="D9"/>
            </w:tcBorders>
          </w:tcPr>
          <w:p w14:paraId="15C7A3FE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Zone transparente pour voir les graduations</w:t>
            </w:r>
          </w:p>
          <w:p w14:paraId="26EAFC1A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single" w:sz="4" w:space="0" w:color="D9D9D9" w:themeColor="background1" w:themeShade="D9"/>
              <w:bottom w:val="nil"/>
              <w:right w:val="nil"/>
            </w:tcBorders>
          </w:tcPr>
          <w:p w14:paraId="1FD62719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b/>
                <w:noProof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4CD2FD66" wp14:editId="55500227">
                      <wp:simplePos x="0" y="0"/>
                      <wp:positionH relativeFrom="column">
                        <wp:posOffset>121782</wp:posOffset>
                      </wp:positionH>
                      <wp:positionV relativeFrom="paragraph">
                        <wp:posOffset>13970</wp:posOffset>
                      </wp:positionV>
                      <wp:extent cx="0" cy="405516"/>
                      <wp:effectExtent l="95250" t="38100" r="114300" b="52070"/>
                      <wp:wrapNone/>
                      <wp:docPr id="8" name="Connecteur droit avec flèch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05516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86F16" id="Connecteur droit avec flèche 8" o:spid="_x0000_s1026" type="#_x0000_t32" style="position:absolute;margin-left:9.6pt;margin-top:1.1pt;width:0;height:31.9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" strokecolor="black [3213]" strokeweight="1pt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5A69FA7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  <w:p w14:paraId="1447C501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11 mm</w:t>
            </w:r>
          </w:p>
        </w:tc>
      </w:tr>
      <w:tr w:rsidR="00D63C89" w:rsidRPr="00282A4E" w14:paraId="38D105E1" w14:textId="77777777" w:rsidTr="00F46859"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AC18CD0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  <w:tc>
          <w:tcPr>
            <w:tcW w:w="606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14:paraId="2E43DB8F" w14:textId="77777777" w:rsidR="00D63C89" w:rsidRPr="00282A4E" w:rsidRDefault="00D63C89" w:rsidP="00F46859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7C4AC82D" w14:textId="77777777" w:rsidR="00D63C89" w:rsidRPr="00282A4E" w:rsidRDefault="00D63C89" w:rsidP="00F46859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EE4E46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603DAADF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</w:tr>
      <w:tr w:rsidR="00D63C89" w:rsidRPr="00282A4E" w14:paraId="4CE1FF31" w14:textId="77777777" w:rsidTr="00F46859"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5DB4C8C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40 mm</w:t>
            </w:r>
          </w:p>
        </w:tc>
        <w:tc>
          <w:tcPr>
            <w:tcW w:w="6063" w:type="dxa"/>
            <w:gridSpan w:val="5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09147F77" w14:textId="77777777" w:rsidR="00D63C89" w:rsidRPr="00282A4E" w:rsidRDefault="00D63C89" w:rsidP="00F46859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6A9B38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7ED1ACE0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</w:tr>
      <w:tr w:rsidR="00D63C89" w:rsidRPr="00282A4E" w14:paraId="2C3DE1D5" w14:textId="77777777" w:rsidTr="00F46859">
        <w:trPr>
          <w:trHeight w:val="858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507D159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67F6EEF0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7396274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F82B9E2" w14:textId="77777777" w:rsidR="00D63C89" w:rsidRDefault="00D63C89" w:rsidP="00F46859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ETIQUETTE</w:t>
            </w:r>
          </w:p>
          <w:p w14:paraId="1521E05B" w14:textId="77777777" w:rsidR="00D63C89" w:rsidRDefault="00D63C89" w:rsidP="00F46859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PATIENT</w:t>
            </w:r>
          </w:p>
          <w:p w14:paraId="4FA8C0F3" w14:textId="77777777" w:rsidR="00D63C89" w:rsidRPr="00282A4E" w:rsidRDefault="00D63C89" w:rsidP="00F46859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ORBIS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7FF0578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81823E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45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6E6076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117763D7" w14:textId="77777777" w:rsidR="00D63C89" w:rsidRPr="00282A4E" w:rsidRDefault="00D63C89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</w:tr>
    </w:tbl>
    <w:p w14:paraId="26EC1862" w14:textId="77777777" w:rsidR="00282A4E" w:rsidRDefault="00282A4E" w:rsidP="008A272D">
      <w:pPr>
        <w:pStyle w:val="Retraitnormal"/>
        <w:tabs>
          <w:tab w:val="left" w:pos="2835"/>
        </w:tabs>
        <w:ind w:left="0"/>
        <w:rPr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A702677" wp14:editId="579E4BAE">
                <wp:simplePos x="0" y="0"/>
                <wp:positionH relativeFrom="column">
                  <wp:posOffset>1147445</wp:posOffset>
                </wp:positionH>
                <wp:positionV relativeFrom="paragraph">
                  <wp:posOffset>308610</wp:posOffset>
                </wp:positionV>
                <wp:extent cx="3810000" cy="45719"/>
                <wp:effectExtent l="19050" t="76200" r="95250" b="107315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0" cy="45719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EEEF67" id="Connecteur droit avec flèche 11" o:spid="_x0000_s1026" type="#_x0000_t32" style="position:absolute;margin-left:90.35pt;margin-top:24.3pt;width:300pt;height:3.6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" strokecolor="black [3213]" strokeweight="1.5pt">
                <v:stroke startarrow="open" endarrow="open"/>
              </v:shape>
            </w:pict>
          </mc:Fallback>
        </mc:AlternateContent>
      </w:r>
    </w:p>
    <w:p w14:paraId="7626CCB1" w14:textId="480F7334" w:rsidR="00282A4E" w:rsidRPr="00282A4E" w:rsidRDefault="00282A4E" w:rsidP="00282A4E">
      <w:pPr>
        <w:jc w:val="center"/>
        <w:rPr>
          <w:rFonts w:ascii="Open Sans" w:hAnsi="Open Sans" w:cs="Open Sans"/>
          <w:b/>
          <w:color w:val="auto"/>
          <w:sz w:val="18"/>
          <w:szCs w:val="18"/>
        </w:rPr>
      </w:pPr>
      <w:r>
        <w:rPr>
          <w:rFonts w:ascii="Open Sans" w:hAnsi="Open Sans" w:cs="Open Sans"/>
          <w:b/>
          <w:color w:val="auto"/>
          <w:sz w:val="18"/>
          <w:szCs w:val="18"/>
        </w:rPr>
        <w:t xml:space="preserve">                    </w:t>
      </w:r>
      <w:r w:rsidR="00D63C89">
        <w:rPr>
          <w:rFonts w:ascii="Open Sans" w:hAnsi="Open Sans" w:cs="Open Sans"/>
          <w:b/>
          <w:color w:val="auto"/>
          <w:sz w:val="18"/>
          <w:szCs w:val="18"/>
        </w:rPr>
        <w:t>9</w:t>
      </w:r>
      <w:r>
        <w:rPr>
          <w:rFonts w:ascii="Open Sans" w:hAnsi="Open Sans" w:cs="Open Sans"/>
          <w:b/>
          <w:color w:val="auto"/>
          <w:sz w:val="18"/>
          <w:szCs w:val="18"/>
        </w:rPr>
        <w:t>0 mm</w:t>
      </w:r>
    </w:p>
    <w:p w14:paraId="1575973B" w14:textId="77777777" w:rsidR="00282A4E" w:rsidRPr="00282A4E" w:rsidRDefault="00282A4E" w:rsidP="00282A4E">
      <w:pPr>
        <w:jc w:val="center"/>
        <w:rPr>
          <w:rFonts w:ascii="Open Sans" w:hAnsi="Open Sans" w:cs="Open Sans"/>
          <w:color w:val="auto"/>
          <w:sz w:val="18"/>
          <w:szCs w:val="18"/>
        </w:rPr>
      </w:pPr>
    </w:p>
    <w:p w14:paraId="619417B4" w14:textId="13964E43" w:rsidR="00282A4E" w:rsidRDefault="00282A4E" w:rsidP="00282A4E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bookmarkStart w:id="30" w:name="_Toc535596017"/>
    </w:p>
    <w:p w14:paraId="3826A751" w14:textId="7721CB5E" w:rsidR="00D57DBE" w:rsidRDefault="00E24F19" w:rsidP="00282A4E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>
        <w:rPr>
          <w:rFonts w:ascii="Open Sans" w:hAnsi="Open Sans" w:cs="Open Sans"/>
          <w:b/>
          <w:color w:val="auto"/>
          <w:sz w:val="18"/>
          <w:szCs w:val="18"/>
          <w:u w:val="single"/>
        </w:rPr>
        <w:t>3</w:t>
      </w:r>
      <w:r w:rsidR="00D57DBE" w:rsidRPr="00D57DBE"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 rouleau</w:t>
      </w:r>
      <w:r w:rsidR="007A2356">
        <w:rPr>
          <w:rFonts w:ascii="Open Sans" w:hAnsi="Open Sans" w:cs="Open Sans"/>
          <w:b/>
          <w:color w:val="auto"/>
          <w:sz w:val="18"/>
          <w:szCs w:val="18"/>
          <w:u w:val="single"/>
        </w:rPr>
        <w:t>x</w:t>
      </w:r>
      <w:r w:rsidR="00D57DBE" w:rsidRPr="00D57DBE"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 en guise d’échantillon</w:t>
      </w:r>
    </w:p>
    <w:p w14:paraId="602ABC50" w14:textId="77777777" w:rsidR="008A272D" w:rsidRDefault="008A272D" w:rsidP="00282A4E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5A0E26B5" w14:textId="77777777" w:rsidR="008A272D" w:rsidRDefault="00282A4E" w:rsidP="008A272D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 w:rsidRPr="00282A4E">
        <w:rPr>
          <w:rFonts w:ascii="Open Sans" w:hAnsi="Open Sans" w:cs="Open Sans"/>
          <w:b/>
          <w:color w:val="auto"/>
          <w:sz w:val="18"/>
          <w:szCs w:val="18"/>
          <w:u w:val="single"/>
        </w:rPr>
        <w:t>Référence n°</w:t>
      </w:r>
      <w:r w:rsidR="00E24F19" w:rsidRPr="00282A4E">
        <w:rPr>
          <w:rFonts w:ascii="Open Sans" w:hAnsi="Open Sans" w:cs="Open Sans"/>
          <w:b/>
          <w:color w:val="auto"/>
          <w:sz w:val="18"/>
          <w:szCs w:val="18"/>
          <w:u w:val="single"/>
        </w:rPr>
        <w:t>2 :</w:t>
      </w:r>
      <w:r w:rsidRPr="00282A4E"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 </w:t>
      </w:r>
      <w:bookmarkEnd w:id="30"/>
    </w:p>
    <w:p w14:paraId="52CCA227" w14:textId="396B0791" w:rsidR="008A272D" w:rsidRPr="008A272D" w:rsidRDefault="008A272D" w:rsidP="008A272D">
      <w:pPr>
        <w:jc w:val="left"/>
        <w:rPr>
          <w:rFonts w:ascii="Open Sans" w:hAnsi="Open Sans" w:cs="Open Sans"/>
          <w:color w:val="auto"/>
          <w:sz w:val="18"/>
          <w:szCs w:val="18"/>
          <w:u w:val="single"/>
        </w:rPr>
      </w:pPr>
      <w:r w:rsidRPr="008A272D">
        <w:rPr>
          <w:rFonts w:ascii="Open Sans" w:hAnsi="Open Sans" w:cs="Open Sans"/>
          <w:color w:val="auto"/>
          <w:sz w:val="18"/>
          <w:szCs w:val="18"/>
        </w:rPr>
        <w:t>Etiquettes autocollantes pré imprimées au format 80 x 70 mm sur fond mauve très clair (facilitant la lisibilité des inscriptions) spécifiques à la nutrition entérale destinées au service diététique</w:t>
      </w:r>
    </w:p>
    <w:p w14:paraId="5B376383" w14:textId="0F758438" w:rsidR="00282A4E" w:rsidRPr="00282A4E" w:rsidRDefault="00282A4E" w:rsidP="00282A4E">
      <w:pPr>
        <w:jc w:val="left"/>
        <w:rPr>
          <w:rFonts w:ascii="Open Sans" w:hAnsi="Open Sans" w:cs="Open Sans"/>
          <w:b/>
          <w:i/>
          <w:color w:val="auto"/>
          <w:sz w:val="18"/>
          <w:szCs w:val="18"/>
        </w:rPr>
      </w:pPr>
    </w:p>
    <w:tbl>
      <w:tblPr>
        <w:tblStyle w:val="Grilledutableau"/>
        <w:tblW w:w="0" w:type="auto"/>
        <w:tblInd w:w="1526" w:type="dxa"/>
        <w:tblLayout w:type="fixed"/>
        <w:tblLook w:val="04A0" w:firstRow="1" w:lastRow="0" w:firstColumn="1" w:lastColumn="0" w:noHBand="0" w:noVBand="1"/>
      </w:tblPr>
      <w:tblGrid>
        <w:gridCol w:w="946"/>
        <w:gridCol w:w="499"/>
        <w:gridCol w:w="3975"/>
        <w:gridCol w:w="1178"/>
        <w:gridCol w:w="947"/>
      </w:tblGrid>
      <w:tr w:rsidR="008A272D" w:rsidRPr="00282A4E" w14:paraId="144C0B30" w14:textId="77777777" w:rsidTr="00F46859">
        <w:trPr>
          <w:trHeight w:val="968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5F696639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9837EFB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noProof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5E5CDE71" wp14:editId="2BCE6B25">
                      <wp:simplePos x="0" y="0"/>
                      <wp:positionH relativeFrom="column">
                        <wp:posOffset>143179</wp:posOffset>
                      </wp:positionH>
                      <wp:positionV relativeFrom="paragraph">
                        <wp:posOffset>-11872</wp:posOffset>
                      </wp:positionV>
                      <wp:extent cx="0" cy="2107096"/>
                      <wp:effectExtent l="95250" t="38100" r="57150" b="64770"/>
                      <wp:wrapNone/>
                      <wp:docPr id="9" name="Connecteur droit avec flèch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07096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9A799B" id="Connecteur droit avec flèche 9" o:spid="_x0000_s1026" type="#_x0000_t32" style="position:absolute;margin-left:11.25pt;margin-top:-.95pt;width:0;height:165.9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" strokecolor="black [3213]" strokeweight="1pt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  <w:vAlign w:val="center"/>
          </w:tcPr>
          <w:p w14:paraId="74AB610F" w14:textId="77777777" w:rsidR="008A272D" w:rsidRPr="00F46859" w:rsidRDefault="008A272D" w:rsidP="00F46859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F46859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ETIQUETTE</w:t>
            </w:r>
          </w:p>
          <w:p w14:paraId="6DB782A5" w14:textId="77777777" w:rsidR="008A272D" w:rsidRPr="00F46859" w:rsidRDefault="008A272D" w:rsidP="00F46859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F46859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PATIENT</w:t>
            </w:r>
          </w:p>
          <w:p w14:paraId="2232726E" w14:textId="77777777" w:rsidR="008A272D" w:rsidRDefault="008A272D" w:rsidP="00F46859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F46859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ORBIS</w:t>
            </w:r>
          </w:p>
          <w:p w14:paraId="341BDA12" w14:textId="0438260E" w:rsidR="008A272D" w:rsidRPr="00282A4E" w:rsidRDefault="008A272D" w:rsidP="00F46859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Usage Entéral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89AE32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noProof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28F138F8" wp14:editId="4923435B">
                      <wp:simplePos x="0" y="0"/>
                      <wp:positionH relativeFrom="column">
                        <wp:posOffset>135945</wp:posOffset>
                      </wp:positionH>
                      <wp:positionV relativeFrom="paragraph">
                        <wp:posOffset>-11872</wp:posOffset>
                      </wp:positionV>
                      <wp:extent cx="0" cy="604299"/>
                      <wp:effectExtent l="95250" t="38100" r="57150" b="62865"/>
                      <wp:wrapNone/>
                      <wp:docPr id="13" name="Connecteur droit avec flèch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04299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3DC002" id="Connecteur droit avec flèche 13" o:spid="_x0000_s1026" type="#_x0000_t32" style="position:absolute;margin-left:10.7pt;margin-top:-.95pt;width:0;height:47.6pt;flip:y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" strokecolor="black [3213]" strokeweight="1pt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5BEC7CD8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1A7E4BA7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7A290FB2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28-</w:t>
            </w:r>
            <w:r w:rsidRPr="00282A4E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30 mm</w:t>
            </w:r>
          </w:p>
        </w:tc>
      </w:tr>
      <w:tr w:rsidR="008A272D" w:rsidRPr="00282A4E" w14:paraId="342F3F08" w14:textId="77777777" w:rsidTr="00F46859">
        <w:trPr>
          <w:trHeight w:val="869"/>
        </w:trPr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14:paraId="4455FD17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b/>
                <w:i/>
                <w:color w:val="auto"/>
                <w:sz w:val="18"/>
                <w:szCs w:val="18"/>
              </w:rPr>
            </w:pPr>
          </w:p>
          <w:p w14:paraId="31DB2E3A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b/>
                <w:i/>
                <w:color w:val="auto"/>
                <w:sz w:val="18"/>
                <w:szCs w:val="18"/>
              </w:rPr>
            </w:pPr>
          </w:p>
          <w:p w14:paraId="40893CDD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80 mm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BF0C34C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0E8132B9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14:paraId="0D839D48" w14:textId="77777777" w:rsidR="008A272D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Traitement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 :________________________________</w:t>
            </w:r>
          </w:p>
          <w:p w14:paraId="0D357DDE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                     ________________________________</w:t>
            </w:r>
          </w:p>
          <w:p w14:paraId="582A75A7" w14:textId="77777777" w:rsidR="008A272D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Dosage /Dilution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 :__________________________</w:t>
            </w:r>
          </w:p>
          <w:p w14:paraId="6FF076DC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Voie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 :</w:t>
            </w: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</w:t>
            </w:r>
            <w:r w:rsidRPr="00F46859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ENTERALE</w:t>
            </w:r>
          </w:p>
          <w:p w14:paraId="770CC50A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Heure Début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 :________</w:t>
            </w: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Heure Fin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 :___________</w:t>
            </w:r>
          </w:p>
          <w:p w14:paraId="3FEFF8DC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Débit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 :_________________</w:t>
            </w: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m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L</w:t>
            </w: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/h</w:t>
            </w:r>
          </w:p>
          <w:p w14:paraId="742ADCDF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Préparé et posé par :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_______________________</w:t>
            </w:r>
          </w:p>
          <w:p w14:paraId="2B6845C2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Date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 :______________________________________</w:t>
            </w:r>
          </w:p>
          <w:p w14:paraId="5A48E8EF" w14:textId="77777777" w:rsidR="008A272D" w:rsidRPr="00282A4E" w:rsidRDefault="008A272D" w:rsidP="00F46859">
            <w:pPr>
              <w:ind w:right="-1797"/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Heure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 :_____________________________________</w:t>
            </w:r>
          </w:p>
        </w:tc>
        <w:tc>
          <w:tcPr>
            <w:tcW w:w="1178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1D0146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</w:tcPr>
          <w:p w14:paraId="05C6BC37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</w:tr>
    </w:tbl>
    <w:p w14:paraId="1391E077" w14:textId="77777777" w:rsidR="008A272D" w:rsidRPr="00282A4E" w:rsidRDefault="008A272D" w:rsidP="008A272D">
      <w:pPr>
        <w:jc w:val="left"/>
        <w:rPr>
          <w:rFonts w:ascii="Open Sans" w:hAnsi="Open Sans" w:cs="Open Sans"/>
          <w:color w:val="auto"/>
          <w:sz w:val="18"/>
          <w:szCs w:val="18"/>
        </w:rPr>
      </w:pPr>
      <w:r w:rsidRPr="00282A4E">
        <w:rPr>
          <w:rFonts w:ascii="Open Sans" w:hAnsi="Open Sans" w:cs="Open Sans"/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8DBDBEA" wp14:editId="55908263">
                <wp:simplePos x="0" y="0"/>
                <wp:positionH relativeFrom="column">
                  <wp:posOffset>1837524</wp:posOffset>
                </wp:positionH>
                <wp:positionV relativeFrom="paragraph">
                  <wp:posOffset>249638</wp:posOffset>
                </wp:positionV>
                <wp:extent cx="2544418" cy="0"/>
                <wp:effectExtent l="38100" t="76200" r="27940" b="114300"/>
                <wp:wrapNone/>
                <wp:docPr id="14" name="Connecteur droit avec flèch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4418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8FCA2" id="Connecteur droit avec flèche 14" o:spid="_x0000_s1026" type="#_x0000_t32" style="position:absolute;margin-left:144.7pt;margin-top:19.65pt;width:200.35pt;height: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" strokecolor="black [3213]" strokeweight="1.5pt">
                <v:stroke startarrow="open" endarrow="open"/>
              </v:shape>
            </w:pict>
          </mc:Fallback>
        </mc:AlternateContent>
      </w:r>
    </w:p>
    <w:p w14:paraId="0F4B77E1" w14:textId="02DB9A93" w:rsidR="00282A4E" w:rsidRDefault="00282A4E" w:rsidP="00282A4E">
      <w:pPr>
        <w:jc w:val="left"/>
        <w:rPr>
          <w:rFonts w:ascii="Open Sans" w:hAnsi="Open Sans" w:cs="Open Sans"/>
          <w:color w:val="auto"/>
          <w:sz w:val="18"/>
          <w:szCs w:val="18"/>
        </w:rPr>
      </w:pPr>
    </w:p>
    <w:p w14:paraId="23C2302C" w14:textId="421BA36D" w:rsidR="008A272D" w:rsidRPr="008A272D" w:rsidRDefault="008A272D" w:rsidP="008A272D">
      <w:pPr>
        <w:jc w:val="center"/>
        <w:rPr>
          <w:rFonts w:ascii="Open Sans" w:hAnsi="Open Sans" w:cs="Open Sans"/>
          <w:b/>
          <w:color w:val="auto"/>
          <w:sz w:val="18"/>
          <w:szCs w:val="18"/>
        </w:rPr>
      </w:pPr>
      <w:r>
        <w:rPr>
          <w:rFonts w:ascii="Open Sans" w:hAnsi="Open Sans" w:cs="Open Sans"/>
          <w:b/>
          <w:color w:val="auto"/>
          <w:sz w:val="18"/>
          <w:szCs w:val="18"/>
        </w:rPr>
        <w:t xml:space="preserve">                  70 mm</w:t>
      </w:r>
    </w:p>
    <w:p w14:paraId="0FF3A67D" w14:textId="77777777" w:rsidR="008A272D" w:rsidRDefault="008A272D" w:rsidP="00282A4E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7BEDDB8A" w14:textId="7918A725" w:rsidR="00E24F19" w:rsidRDefault="00E24F19" w:rsidP="00282A4E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3 </w:t>
      </w:r>
      <w:r w:rsidR="00D57DBE" w:rsidRPr="00D57DBE">
        <w:rPr>
          <w:rFonts w:ascii="Open Sans" w:hAnsi="Open Sans" w:cs="Open Sans"/>
          <w:b/>
          <w:color w:val="auto"/>
          <w:sz w:val="18"/>
          <w:szCs w:val="18"/>
          <w:u w:val="single"/>
        </w:rPr>
        <w:t>rouleau</w:t>
      </w:r>
      <w:r w:rsidR="007A2356">
        <w:rPr>
          <w:rFonts w:ascii="Open Sans" w:hAnsi="Open Sans" w:cs="Open Sans"/>
          <w:b/>
          <w:color w:val="auto"/>
          <w:sz w:val="18"/>
          <w:szCs w:val="18"/>
          <w:u w:val="single"/>
        </w:rPr>
        <w:t>x</w:t>
      </w:r>
      <w:r w:rsidR="00D57DBE" w:rsidRPr="00D57DBE"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 en guise d’échantillon</w:t>
      </w:r>
      <w:bookmarkStart w:id="31" w:name="_Toc535596018"/>
    </w:p>
    <w:p w14:paraId="408081AF" w14:textId="77777777" w:rsidR="00E24F19" w:rsidRDefault="00E24F19" w:rsidP="00282A4E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13E7B5B8" w14:textId="77777777" w:rsidR="008A272D" w:rsidRDefault="00282A4E" w:rsidP="00282A4E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 w:rsidRPr="00282A4E"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Référence n°3 : </w:t>
      </w:r>
    </w:p>
    <w:bookmarkEnd w:id="31"/>
    <w:p w14:paraId="5C7EE8FE" w14:textId="77777777" w:rsidR="008A272D" w:rsidRPr="008A272D" w:rsidRDefault="008A272D" w:rsidP="008A272D">
      <w:pPr>
        <w:jc w:val="left"/>
        <w:rPr>
          <w:rFonts w:ascii="Open Sans" w:hAnsi="Open Sans" w:cs="Open Sans"/>
          <w:color w:val="auto"/>
          <w:sz w:val="18"/>
          <w:szCs w:val="18"/>
        </w:rPr>
      </w:pPr>
      <w:r w:rsidRPr="008A272D">
        <w:rPr>
          <w:rFonts w:ascii="Open Sans" w:hAnsi="Open Sans" w:cs="Open Sans"/>
          <w:color w:val="auto"/>
          <w:sz w:val="18"/>
          <w:szCs w:val="18"/>
        </w:rPr>
        <w:t xml:space="preserve">Etiquettes autocollantes blanches pré imprimées au format 80 x 70 mm pour les poches de perfusion de 1000 mL, 500 mL, 250 mL et 100mL </w:t>
      </w:r>
    </w:p>
    <w:p w14:paraId="61373A6B" w14:textId="77777777" w:rsidR="00282A4E" w:rsidRPr="00282A4E" w:rsidRDefault="00282A4E" w:rsidP="00282A4E">
      <w:pPr>
        <w:jc w:val="left"/>
        <w:rPr>
          <w:rFonts w:ascii="Open Sans" w:hAnsi="Open Sans" w:cs="Open Sans"/>
          <w:color w:val="auto"/>
          <w:sz w:val="18"/>
          <w:szCs w:val="18"/>
        </w:rPr>
      </w:pPr>
    </w:p>
    <w:p w14:paraId="1EC90054" w14:textId="77777777" w:rsidR="00282A4E" w:rsidRPr="00282A4E" w:rsidRDefault="00282A4E" w:rsidP="00282A4E">
      <w:pPr>
        <w:jc w:val="left"/>
        <w:rPr>
          <w:rFonts w:ascii="Open Sans" w:hAnsi="Open Sans" w:cs="Open Sans"/>
          <w:color w:val="auto"/>
          <w:sz w:val="18"/>
          <w:szCs w:val="18"/>
        </w:rPr>
      </w:pPr>
    </w:p>
    <w:p w14:paraId="201E47BF" w14:textId="77777777" w:rsidR="00282A4E" w:rsidRPr="00282A4E" w:rsidRDefault="00282A4E" w:rsidP="00282A4E">
      <w:pPr>
        <w:jc w:val="left"/>
        <w:rPr>
          <w:rFonts w:ascii="Open Sans" w:hAnsi="Open Sans" w:cs="Open Sans"/>
          <w:color w:val="auto"/>
          <w:sz w:val="18"/>
          <w:szCs w:val="18"/>
        </w:rPr>
      </w:pPr>
    </w:p>
    <w:tbl>
      <w:tblPr>
        <w:tblStyle w:val="Grilledutableau1"/>
        <w:tblW w:w="0" w:type="auto"/>
        <w:tblInd w:w="1526" w:type="dxa"/>
        <w:tblLook w:val="04A0" w:firstRow="1" w:lastRow="0" w:firstColumn="1" w:lastColumn="0" w:noHBand="0" w:noVBand="1"/>
      </w:tblPr>
      <w:tblGrid>
        <w:gridCol w:w="992"/>
        <w:gridCol w:w="532"/>
        <w:gridCol w:w="3862"/>
        <w:gridCol w:w="594"/>
        <w:gridCol w:w="992"/>
      </w:tblGrid>
      <w:tr w:rsidR="008A272D" w:rsidRPr="00282A4E" w14:paraId="62D26484" w14:textId="77777777" w:rsidTr="00F46859">
        <w:trPr>
          <w:trHeight w:val="931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77A6E3B" w14:textId="77777777" w:rsidR="008A272D" w:rsidRPr="00282A4E" w:rsidRDefault="008A272D" w:rsidP="00F46859">
            <w:pPr>
              <w:jc w:val="center"/>
              <w:rPr>
                <w:rFonts w:ascii="Garamond" w:hAnsi="Garamond"/>
                <w:b/>
                <w:noProof/>
                <w:color w:val="auto"/>
                <w:sz w:val="24"/>
                <w:szCs w:val="24"/>
              </w:rPr>
            </w:pPr>
            <w:bookmarkStart w:id="32" w:name="_Hlk200628307"/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EE388B3" w14:textId="77777777" w:rsidR="008A272D" w:rsidRPr="00282A4E" w:rsidRDefault="008A272D" w:rsidP="00F46859">
            <w:pPr>
              <w:jc w:val="center"/>
              <w:rPr>
                <w:rFonts w:ascii="Garamond" w:hAnsi="Garamond"/>
                <w:color w:val="auto"/>
                <w:sz w:val="24"/>
                <w:szCs w:val="24"/>
              </w:rPr>
            </w:pPr>
            <w:r w:rsidRPr="00282A4E">
              <w:rPr>
                <w:rFonts w:ascii="Garamond" w:hAnsi="Garamond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4240A03B" wp14:editId="444FD83E">
                      <wp:simplePos x="0" y="0"/>
                      <wp:positionH relativeFrom="column">
                        <wp:posOffset>143179</wp:posOffset>
                      </wp:positionH>
                      <wp:positionV relativeFrom="paragraph">
                        <wp:posOffset>-11872</wp:posOffset>
                      </wp:positionV>
                      <wp:extent cx="0" cy="2107096"/>
                      <wp:effectExtent l="95250" t="38100" r="57150" b="64770"/>
                      <wp:wrapNone/>
                      <wp:docPr id="12" name="Connecteur droit avec flèch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0709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06A92" id="Connecteur droit avec flèche 12" o:spid="_x0000_s1026" type="#_x0000_t32" style="position:absolute;margin-left:11.25pt;margin-top:-.95pt;width:0;height:165.9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" strokecolor="windowText" strokeweight="1pt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3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002EDD" w14:textId="77777777" w:rsidR="008A272D" w:rsidRDefault="008A272D" w:rsidP="00F46859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ETIQUETTE</w:t>
            </w:r>
          </w:p>
          <w:p w14:paraId="7412CD97" w14:textId="77777777" w:rsidR="008A272D" w:rsidRDefault="008A272D" w:rsidP="00F46859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PATIENT</w:t>
            </w:r>
          </w:p>
          <w:p w14:paraId="10661D0F" w14:textId="77777777" w:rsidR="008A272D" w:rsidRPr="00282A4E" w:rsidRDefault="008A272D" w:rsidP="00F46859">
            <w:pPr>
              <w:jc w:val="center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ORBIS</w:t>
            </w:r>
          </w:p>
        </w:tc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757E06" w14:textId="77777777" w:rsidR="008A272D" w:rsidRPr="00282A4E" w:rsidRDefault="008A272D" w:rsidP="00F46859">
            <w:pPr>
              <w:jc w:val="center"/>
              <w:rPr>
                <w:rFonts w:asciiTheme="minorHAnsi" w:hAnsiTheme="minorHAnsi"/>
                <w:noProof/>
                <w:color w:val="auto"/>
              </w:rPr>
            </w:pPr>
            <w:r w:rsidRPr="00282A4E">
              <w:rPr>
                <w:rFonts w:asciiTheme="minorHAnsi" w:hAnsiTheme="minorHAnsi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46279013" wp14:editId="76CF02AA">
                      <wp:simplePos x="0" y="0"/>
                      <wp:positionH relativeFrom="column">
                        <wp:posOffset>135945</wp:posOffset>
                      </wp:positionH>
                      <wp:positionV relativeFrom="paragraph">
                        <wp:posOffset>-11872</wp:posOffset>
                      </wp:positionV>
                      <wp:extent cx="0" cy="604299"/>
                      <wp:effectExtent l="95250" t="38100" r="57150" b="62865"/>
                      <wp:wrapNone/>
                      <wp:docPr id="10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60429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211261" id="Connecteur droit avec flèche 10" o:spid="_x0000_s1026" type="#_x0000_t32" style="position:absolute;margin-left:10.7pt;margin-top:-.95pt;width:0;height:47.6pt;flip:y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" strokecolor="windowText" strokeweight="1pt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E708127" w14:textId="77777777" w:rsidR="008A272D" w:rsidRPr="00282A4E" w:rsidRDefault="008A272D" w:rsidP="00F46859">
            <w:pPr>
              <w:jc w:val="center"/>
              <w:rPr>
                <w:rFonts w:asciiTheme="minorHAnsi" w:hAnsiTheme="minorHAnsi"/>
                <w:noProof/>
                <w:color w:val="auto"/>
              </w:rPr>
            </w:pPr>
          </w:p>
          <w:p w14:paraId="0D1767E6" w14:textId="77777777" w:rsidR="008A272D" w:rsidRPr="00282A4E" w:rsidRDefault="008A272D" w:rsidP="00F46859">
            <w:pPr>
              <w:jc w:val="center"/>
              <w:rPr>
                <w:rFonts w:asciiTheme="minorHAnsi" w:hAnsiTheme="minorHAnsi"/>
                <w:noProof/>
                <w:color w:val="auto"/>
              </w:rPr>
            </w:pPr>
          </w:p>
          <w:p w14:paraId="55F994E8" w14:textId="77777777" w:rsidR="008A272D" w:rsidRPr="00282A4E" w:rsidRDefault="008A272D" w:rsidP="00F46859">
            <w:pPr>
              <w:rPr>
                <w:rFonts w:asciiTheme="minorHAnsi" w:hAnsiTheme="minorHAnsi"/>
                <w:noProof/>
                <w:color w:val="auto"/>
              </w:rPr>
            </w:pPr>
            <w:r>
              <w:rPr>
                <w:rFonts w:ascii="Garamond" w:hAnsi="Garamond"/>
                <w:b/>
                <w:noProof/>
                <w:color w:val="auto"/>
                <w:sz w:val="24"/>
                <w:szCs w:val="24"/>
              </w:rPr>
              <w:t>28-</w:t>
            </w:r>
            <w:r w:rsidRPr="00282A4E">
              <w:rPr>
                <w:rFonts w:ascii="Garamond" w:hAnsi="Garamond"/>
                <w:b/>
                <w:noProof/>
                <w:color w:val="auto"/>
                <w:sz w:val="24"/>
                <w:szCs w:val="24"/>
              </w:rPr>
              <w:t>30 mm</w:t>
            </w:r>
          </w:p>
        </w:tc>
      </w:tr>
      <w:tr w:rsidR="008A272D" w:rsidRPr="00282A4E" w14:paraId="3FCD4E46" w14:textId="77777777" w:rsidTr="00F46859">
        <w:trPr>
          <w:trHeight w:val="869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C670CCC" w14:textId="77777777" w:rsidR="008A272D" w:rsidRPr="00282A4E" w:rsidRDefault="008A272D" w:rsidP="00F46859">
            <w:pPr>
              <w:rPr>
                <w:rFonts w:ascii="Garamond" w:hAnsi="Garamond"/>
                <w:b/>
                <w:i/>
                <w:noProof/>
                <w:color w:val="auto"/>
                <w:sz w:val="24"/>
                <w:szCs w:val="24"/>
              </w:rPr>
            </w:pPr>
          </w:p>
          <w:p w14:paraId="5862B6B7" w14:textId="77777777" w:rsidR="008A272D" w:rsidRPr="00282A4E" w:rsidRDefault="008A272D" w:rsidP="00F46859">
            <w:pPr>
              <w:rPr>
                <w:rFonts w:ascii="Garamond" w:hAnsi="Garamond"/>
                <w:b/>
                <w:i/>
                <w:noProof/>
                <w:color w:val="auto"/>
                <w:sz w:val="24"/>
                <w:szCs w:val="24"/>
              </w:rPr>
            </w:pPr>
          </w:p>
          <w:p w14:paraId="5E0864B1" w14:textId="77777777" w:rsidR="008A272D" w:rsidRPr="00282A4E" w:rsidRDefault="008A272D" w:rsidP="00F46859">
            <w:pPr>
              <w:rPr>
                <w:rFonts w:ascii="Garamond" w:hAnsi="Garamond"/>
                <w:b/>
                <w:noProof/>
                <w:color w:val="auto"/>
                <w:sz w:val="24"/>
                <w:szCs w:val="24"/>
              </w:rPr>
            </w:pPr>
            <w:r w:rsidRPr="00282A4E">
              <w:rPr>
                <w:rFonts w:ascii="Garamond" w:hAnsi="Garamond"/>
                <w:b/>
                <w:noProof/>
                <w:color w:val="auto"/>
                <w:sz w:val="24"/>
                <w:szCs w:val="24"/>
              </w:rPr>
              <w:t>80 mm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30BCED1" w14:textId="77777777" w:rsidR="008A272D" w:rsidRPr="00282A4E" w:rsidRDefault="008A272D" w:rsidP="00F46859">
            <w:pPr>
              <w:rPr>
                <w:rFonts w:ascii="Garamond" w:hAnsi="Garamond"/>
                <w:color w:val="auto"/>
                <w:sz w:val="24"/>
                <w:szCs w:val="24"/>
              </w:rPr>
            </w:pPr>
          </w:p>
          <w:p w14:paraId="7709ECB5" w14:textId="77777777" w:rsidR="008A272D" w:rsidRPr="00282A4E" w:rsidRDefault="008A272D" w:rsidP="00F46859">
            <w:pPr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CAD238" w14:textId="77777777" w:rsidR="008A272D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Traitement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 :________________________________</w:t>
            </w:r>
          </w:p>
          <w:p w14:paraId="49EF7F7E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                     ________________________________</w:t>
            </w:r>
          </w:p>
          <w:p w14:paraId="03FAD3C0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Dosage /Dilution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 :__________________________</w:t>
            </w:r>
          </w:p>
          <w:p w14:paraId="489A3176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Voie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 :_______________________________________</w:t>
            </w:r>
          </w:p>
          <w:p w14:paraId="5E6844FF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Heure Début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 :________</w:t>
            </w: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Heure Fin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 :___________</w:t>
            </w:r>
          </w:p>
          <w:p w14:paraId="612BCF44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Débit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 :_________________</w:t>
            </w: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m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L</w:t>
            </w: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/h</w:t>
            </w:r>
          </w:p>
          <w:p w14:paraId="68BB3B5E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Préparé et posé par :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_______________________</w:t>
            </w:r>
          </w:p>
          <w:p w14:paraId="71E172EA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Date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 :______________________________________</w:t>
            </w:r>
          </w:p>
          <w:p w14:paraId="71027F2E" w14:textId="77777777" w:rsidR="008A272D" w:rsidRPr="00282A4E" w:rsidRDefault="008A272D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282A4E">
              <w:rPr>
                <w:rFonts w:ascii="Open Sans" w:hAnsi="Open Sans" w:cs="Open Sans"/>
                <w:color w:val="auto"/>
                <w:sz w:val="18"/>
                <w:szCs w:val="18"/>
              </w:rPr>
              <w:t>Heure</w:t>
            </w: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 :_____________________________________</w:t>
            </w:r>
          </w:p>
        </w:tc>
        <w:tc>
          <w:tcPr>
            <w:tcW w:w="59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D5F170" w14:textId="77777777" w:rsidR="008A272D" w:rsidRPr="00282A4E" w:rsidRDefault="008A272D" w:rsidP="00F46859">
            <w:pPr>
              <w:ind w:left="285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59C148E" w14:textId="77777777" w:rsidR="008A272D" w:rsidRPr="00282A4E" w:rsidRDefault="008A272D" w:rsidP="00F46859">
            <w:pPr>
              <w:ind w:left="285"/>
              <w:rPr>
                <w:rFonts w:ascii="Garamond" w:hAnsi="Garamond"/>
                <w:color w:val="auto"/>
                <w:sz w:val="24"/>
                <w:szCs w:val="24"/>
              </w:rPr>
            </w:pPr>
          </w:p>
        </w:tc>
      </w:tr>
    </w:tbl>
    <w:bookmarkEnd w:id="32"/>
    <w:p w14:paraId="543989CA" w14:textId="77777777" w:rsidR="00282A4E" w:rsidRPr="00282A4E" w:rsidRDefault="00282A4E" w:rsidP="00282A4E">
      <w:pPr>
        <w:jc w:val="left"/>
        <w:rPr>
          <w:rFonts w:ascii="Open Sans" w:hAnsi="Open Sans" w:cs="Open Sans"/>
          <w:color w:val="auto"/>
          <w:sz w:val="18"/>
          <w:szCs w:val="18"/>
        </w:rPr>
      </w:pPr>
      <w:r w:rsidRPr="00282A4E">
        <w:rPr>
          <w:rFonts w:ascii="Open Sans" w:hAnsi="Open Sans" w:cs="Open Sans"/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6AB1CD8" wp14:editId="6D7E3015">
                <wp:simplePos x="0" y="0"/>
                <wp:positionH relativeFrom="column">
                  <wp:posOffset>1837524</wp:posOffset>
                </wp:positionH>
                <wp:positionV relativeFrom="paragraph">
                  <wp:posOffset>249638</wp:posOffset>
                </wp:positionV>
                <wp:extent cx="2544418" cy="0"/>
                <wp:effectExtent l="38100" t="76200" r="27940" b="11430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4418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D3629" id="Connecteur droit avec flèche 21" o:spid="_x0000_s1026" type="#_x0000_t32" style="position:absolute;margin-left:144.7pt;margin-top:19.65pt;width:200.35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" strokecolor="black [3213]" strokeweight="1.5pt">
                <v:stroke startarrow="open" endarrow="open"/>
              </v:shape>
            </w:pict>
          </mc:Fallback>
        </mc:AlternateContent>
      </w:r>
    </w:p>
    <w:p w14:paraId="37D766B2" w14:textId="77777777" w:rsidR="00282A4E" w:rsidRDefault="00282A4E" w:rsidP="00282A4E">
      <w:pPr>
        <w:jc w:val="center"/>
        <w:rPr>
          <w:rFonts w:ascii="Open Sans" w:hAnsi="Open Sans" w:cs="Open Sans"/>
          <w:b/>
          <w:color w:val="auto"/>
          <w:sz w:val="18"/>
          <w:szCs w:val="18"/>
        </w:rPr>
      </w:pPr>
    </w:p>
    <w:p w14:paraId="3E67EE1D" w14:textId="3E097BFD" w:rsidR="00282A4E" w:rsidRPr="00282A4E" w:rsidRDefault="00282A4E" w:rsidP="00282A4E">
      <w:pPr>
        <w:jc w:val="center"/>
        <w:rPr>
          <w:rFonts w:ascii="Open Sans" w:hAnsi="Open Sans" w:cs="Open Sans"/>
          <w:b/>
          <w:color w:val="auto"/>
          <w:sz w:val="18"/>
          <w:szCs w:val="18"/>
        </w:rPr>
      </w:pPr>
      <w:r>
        <w:rPr>
          <w:rFonts w:ascii="Open Sans" w:hAnsi="Open Sans" w:cs="Open Sans"/>
          <w:b/>
          <w:color w:val="auto"/>
          <w:sz w:val="18"/>
          <w:szCs w:val="18"/>
        </w:rPr>
        <w:t xml:space="preserve">                       </w:t>
      </w:r>
      <w:r w:rsidRPr="00282A4E">
        <w:rPr>
          <w:rFonts w:ascii="Open Sans" w:hAnsi="Open Sans" w:cs="Open Sans"/>
          <w:b/>
          <w:color w:val="auto"/>
          <w:sz w:val="18"/>
          <w:szCs w:val="18"/>
        </w:rPr>
        <w:t>70 mm</w:t>
      </w:r>
    </w:p>
    <w:p w14:paraId="073A7015" w14:textId="77777777" w:rsidR="00E24F19" w:rsidRDefault="00E24F19" w:rsidP="00D918B2">
      <w:pPr>
        <w:jc w:val="left"/>
        <w:rPr>
          <w:rFonts w:ascii="Open Sans" w:hAnsi="Open Sans" w:cs="Open Sans"/>
          <w:b/>
          <w:color w:val="auto"/>
          <w:sz w:val="18"/>
          <w:szCs w:val="18"/>
          <w:highlight w:val="yellow"/>
          <w:u w:val="single"/>
        </w:rPr>
      </w:pPr>
    </w:p>
    <w:p w14:paraId="5CC05FE4" w14:textId="77777777" w:rsidR="00250873" w:rsidRDefault="00250873" w:rsidP="00D918B2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32F0C183" w14:textId="559553E5" w:rsidR="00931F8D" w:rsidRDefault="00E24F19" w:rsidP="00D918B2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3 </w:t>
      </w:r>
      <w:r w:rsidR="00EC4E1E" w:rsidRPr="00D57DBE">
        <w:rPr>
          <w:rFonts w:ascii="Open Sans" w:hAnsi="Open Sans" w:cs="Open Sans"/>
          <w:b/>
          <w:color w:val="auto"/>
          <w:sz w:val="18"/>
          <w:szCs w:val="18"/>
          <w:u w:val="single"/>
        </w:rPr>
        <w:t>rouleau</w:t>
      </w:r>
      <w:r w:rsidR="007A2356">
        <w:rPr>
          <w:rFonts w:ascii="Open Sans" w:hAnsi="Open Sans" w:cs="Open Sans"/>
          <w:b/>
          <w:color w:val="auto"/>
          <w:sz w:val="18"/>
          <w:szCs w:val="18"/>
          <w:u w:val="single"/>
        </w:rPr>
        <w:t>x</w:t>
      </w:r>
      <w:r w:rsidR="00EC4E1E" w:rsidRPr="00D57DBE"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 en guise d’échantillon</w:t>
      </w:r>
    </w:p>
    <w:p w14:paraId="374CD448" w14:textId="159452AB" w:rsidR="008A272D" w:rsidRDefault="008A272D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>
        <w:rPr>
          <w:rFonts w:ascii="Open Sans" w:hAnsi="Open Sans" w:cs="Open Sans"/>
          <w:b/>
          <w:color w:val="auto"/>
          <w:sz w:val="18"/>
          <w:szCs w:val="18"/>
          <w:u w:val="single"/>
        </w:rPr>
        <w:br w:type="page"/>
      </w:r>
    </w:p>
    <w:p w14:paraId="76343918" w14:textId="77777777" w:rsidR="00E24F19" w:rsidRDefault="00E24F19" w:rsidP="00D918B2">
      <w:pPr>
        <w:jc w:val="left"/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449411E0" w14:textId="77777777" w:rsidR="007A2356" w:rsidRPr="006D0CC7" w:rsidRDefault="007A2356" w:rsidP="00D918B2">
      <w:pPr>
        <w:jc w:val="left"/>
        <w:rPr>
          <w:rFonts w:ascii="Open Sans" w:hAnsi="Open Sans" w:cs="Open Sans"/>
          <w:color w:val="auto"/>
          <w:sz w:val="18"/>
          <w:szCs w:val="18"/>
        </w:rPr>
      </w:pPr>
    </w:p>
    <w:p w14:paraId="5F0FCA16" w14:textId="77777777" w:rsidR="00CC4972" w:rsidRPr="006D0CC7" w:rsidRDefault="00CC4972" w:rsidP="00CC4972">
      <w:pPr>
        <w:pStyle w:val="Titre1"/>
        <w:rPr>
          <w:rFonts w:ascii="Open Sans" w:hAnsi="Open Sans" w:cs="Open Sans"/>
          <w:caps/>
          <w:color w:val="auto"/>
          <w:sz w:val="18"/>
          <w:szCs w:val="18"/>
        </w:rPr>
      </w:pPr>
      <w:bookmarkStart w:id="33" w:name="_Toc417547268"/>
      <w:bookmarkStart w:id="34" w:name="_Toc133328207"/>
      <w:r w:rsidRPr="006D0CC7">
        <w:rPr>
          <w:rFonts w:ascii="Open Sans" w:hAnsi="Open Sans" w:cs="Open Sans"/>
          <w:caps/>
          <w:color w:val="auto"/>
          <w:sz w:val="18"/>
          <w:szCs w:val="18"/>
        </w:rPr>
        <w:t>Annexe n° 2 : Cadre de réponse technique</w:t>
      </w:r>
      <w:bookmarkEnd w:id="33"/>
      <w:bookmarkEnd w:id="34"/>
    </w:p>
    <w:p w14:paraId="7BC890BF" w14:textId="77777777" w:rsidR="00CC4972" w:rsidRPr="006D0CC7" w:rsidRDefault="00CC4972" w:rsidP="00CC4972">
      <w:pPr>
        <w:rPr>
          <w:rFonts w:ascii="Open Sans" w:hAnsi="Open Sans" w:cs="Open Sans"/>
          <w:b/>
          <w:caps/>
          <w:color w:val="auto"/>
          <w:sz w:val="18"/>
          <w:szCs w:val="18"/>
        </w:rPr>
      </w:pPr>
    </w:p>
    <w:p w14:paraId="5865D8A9" w14:textId="77777777" w:rsidR="00CC4972" w:rsidRPr="006D0CC7" w:rsidRDefault="00CC4972" w:rsidP="00CC4972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caps/>
          <w:color w:val="auto"/>
          <w:sz w:val="18"/>
          <w:szCs w:val="18"/>
        </w:rPr>
      </w:pPr>
      <w:r w:rsidRPr="006D0CC7">
        <w:rPr>
          <w:rFonts w:ascii="Open Sans" w:hAnsi="Open Sans" w:cs="Open Sans"/>
          <w:b/>
          <w:caps/>
          <w:color w:val="auto"/>
          <w:sz w:val="18"/>
          <w:szCs w:val="18"/>
        </w:rPr>
        <w:t>QUESTIONNAIRE</w:t>
      </w:r>
    </w:p>
    <w:p w14:paraId="5635AD2D" w14:textId="77777777" w:rsidR="00CC4972" w:rsidRPr="006D0CC7" w:rsidRDefault="00CC4972" w:rsidP="00CC4972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caps/>
          <w:color w:val="auto"/>
          <w:sz w:val="18"/>
          <w:szCs w:val="18"/>
        </w:rPr>
      </w:pPr>
    </w:p>
    <w:p w14:paraId="644172C2" w14:textId="77777777" w:rsidR="00CC4972" w:rsidRPr="006D0CC7" w:rsidRDefault="00CC4972" w:rsidP="00CC4972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caps/>
          <w:color w:val="auto"/>
          <w:sz w:val="18"/>
          <w:szCs w:val="18"/>
        </w:rPr>
      </w:pPr>
      <w:r w:rsidRPr="006D0CC7">
        <w:rPr>
          <w:rFonts w:ascii="Open Sans" w:hAnsi="Open Sans" w:cs="Open Sans"/>
          <w:b/>
          <w:caps/>
          <w:color w:val="auto"/>
          <w:sz w:val="18"/>
          <w:szCs w:val="18"/>
        </w:rPr>
        <w:t>CE DOCUMENT EST A REMPLIR PAR LE CANDIDAT</w:t>
      </w:r>
    </w:p>
    <w:p w14:paraId="3DDC6D65" w14:textId="77777777" w:rsidR="00CC4972" w:rsidRPr="006D0CC7" w:rsidRDefault="00CC4972" w:rsidP="00CC4972">
      <w:pPr>
        <w:widowControl w:val="0"/>
        <w:autoSpaceDE w:val="0"/>
        <w:autoSpaceDN w:val="0"/>
        <w:adjustRightInd w:val="0"/>
        <w:jc w:val="center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</w:p>
    <w:p w14:paraId="4C5D8B44" w14:textId="77777777" w:rsidR="00CC4972" w:rsidRPr="006D0CC7" w:rsidRDefault="00CC4972" w:rsidP="00CC4972">
      <w:pPr>
        <w:rPr>
          <w:rFonts w:ascii="Open Sans" w:hAnsi="Open Sans" w:cs="Open Sans"/>
          <w:color w:val="auto"/>
          <w:sz w:val="18"/>
          <w:szCs w:val="18"/>
        </w:rPr>
      </w:pPr>
    </w:p>
    <w:p w14:paraId="3BB485CC" w14:textId="13B72789" w:rsidR="00CC4972" w:rsidRPr="006D0CC7" w:rsidRDefault="00C31CCA" w:rsidP="00CC4972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  <w:r>
        <w:rPr>
          <w:rFonts w:ascii="Open Sans" w:hAnsi="Open Sans" w:cs="Open Sans"/>
          <w:b/>
          <w:color w:val="auto"/>
          <w:sz w:val="18"/>
          <w:szCs w:val="18"/>
          <w:u w:val="single"/>
        </w:rPr>
        <w:t xml:space="preserve">Lot 1 : </w:t>
      </w:r>
      <w:r w:rsidR="00CC4972" w:rsidRPr="006D0CC7">
        <w:rPr>
          <w:rFonts w:ascii="Open Sans" w:hAnsi="Open Sans" w:cs="Open Sans"/>
          <w:b/>
          <w:color w:val="auto"/>
          <w:sz w:val="18"/>
          <w:szCs w:val="18"/>
          <w:u w:val="single"/>
        </w:rPr>
        <w:t>Etiquettes laser sur mesure en planche A4</w:t>
      </w:r>
    </w:p>
    <w:p w14:paraId="177DB1A3" w14:textId="77777777" w:rsidR="00CC4972" w:rsidRPr="006D0CC7" w:rsidRDefault="00CC4972" w:rsidP="00CC4972">
      <w:pPr>
        <w:rPr>
          <w:rFonts w:ascii="Open Sans" w:hAnsi="Open Sans" w:cs="Open Sans"/>
          <w:sz w:val="18"/>
          <w:szCs w:val="18"/>
        </w:rPr>
      </w:pPr>
    </w:p>
    <w:tbl>
      <w:tblPr>
        <w:tblW w:w="968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thickThinLargeGap" w:sz="6" w:space="0" w:color="000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8"/>
        <w:gridCol w:w="4961"/>
      </w:tblGrid>
      <w:tr w:rsidR="00CC4972" w:rsidRPr="006D0CC7" w14:paraId="358575BB" w14:textId="77777777" w:rsidTr="00CC4972">
        <w:tc>
          <w:tcPr>
            <w:tcW w:w="4728" w:type="dxa"/>
            <w:shd w:val="pct20" w:color="auto" w:fill="auto"/>
            <w:vAlign w:val="center"/>
          </w:tcPr>
          <w:p w14:paraId="4C147B7A" w14:textId="77777777" w:rsidR="00CC4972" w:rsidRPr="006D0CC7" w:rsidRDefault="00CC4972" w:rsidP="00CC4972">
            <w:pPr>
              <w:pStyle w:val="Pieddepage"/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 xml:space="preserve">Coordonnées et renseignements sur le candidat </w:t>
            </w:r>
          </w:p>
        </w:tc>
        <w:tc>
          <w:tcPr>
            <w:tcW w:w="4961" w:type="dxa"/>
            <w:shd w:val="pct20" w:color="auto" w:fill="auto"/>
          </w:tcPr>
          <w:p w14:paraId="48D1D92D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sz w:val="18"/>
                <w:szCs w:val="18"/>
              </w:rPr>
              <w:t>Réponse du candidat</w:t>
            </w: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CC4972" w:rsidRPr="006D0CC7" w14:paraId="4A234490" w14:textId="77777777" w:rsidTr="00CC4972">
        <w:tc>
          <w:tcPr>
            <w:tcW w:w="4728" w:type="dxa"/>
            <w:vAlign w:val="center"/>
          </w:tcPr>
          <w:p w14:paraId="5C024D5D" w14:textId="77777777" w:rsidR="00CC4972" w:rsidRPr="006D0CC7" w:rsidRDefault="00CC4972" w:rsidP="00CC4972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5F5EDF18" w14:textId="77777777" w:rsidR="00CC4972" w:rsidRPr="006D0CC7" w:rsidRDefault="00CC4972" w:rsidP="00CC4972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Interlocuteur(s) dédié(s) au suivi des commandes, livraisons, facturation et réclamations :</w:t>
            </w:r>
          </w:p>
          <w:p w14:paraId="55A194A7" w14:textId="77777777" w:rsidR="00CC4972" w:rsidRPr="006D0CC7" w:rsidRDefault="00CC4972" w:rsidP="00CC4972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32D0AAF4" w14:textId="77777777" w:rsidR="00CC4972" w:rsidRPr="006D0CC7" w:rsidRDefault="00CC4972" w:rsidP="00CC4972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Contacts : téléphone, fax, adresse électronique </w:t>
            </w:r>
          </w:p>
          <w:p w14:paraId="0A3B15C8" w14:textId="77777777" w:rsidR="00CC4972" w:rsidRPr="006D0CC7" w:rsidRDefault="00CC4972" w:rsidP="00CC4972">
            <w:pPr>
              <w:pStyle w:val="Pieddepage"/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4961" w:type="dxa"/>
          </w:tcPr>
          <w:p w14:paraId="17BF438B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1F8EF394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</w:tr>
      <w:tr w:rsidR="00CC4972" w:rsidRPr="006D0CC7" w14:paraId="50988909" w14:textId="77777777" w:rsidTr="00CC4972">
        <w:tc>
          <w:tcPr>
            <w:tcW w:w="4728" w:type="dxa"/>
            <w:vAlign w:val="center"/>
          </w:tcPr>
          <w:p w14:paraId="460A334F" w14:textId="77777777" w:rsidR="00CC4972" w:rsidRPr="006D0CC7" w:rsidRDefault="00CC4972" w:rsidP="00CC4972">
            <w:pPr>
              <w:pStyle w:val="Pieddepage"/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Périodes de congés annuels :</w:t>
            </w:r>
          </w:p>
        </w:tc>
        <w:tc>
          <w:tcPr>
            <w:tcW w:w="4961" w:type="dxa"/>
          </w:tcPr>
          <w:p w14:paraId="105F463A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3215E175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0C771CCD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</w:t>
            </w:r>
          </w:p>
        </w:tc>
      </w:tr>
    </w:tbl>
    <w:p w14:paraId="7C2AFAB8" w14:textId="37B32714" w:rsidR="006D0CC7" w:rsidRPr="006D0CC7" w:rsidRDefault="006D0CC7" w:rsidP="00CC4972">
      <w:pPr>
        <w:rPr>
          <w:rFonts w:ascii="Open Sans" w:hAnsi="Open Sans" w:cs="Open Sans"/>
          <w:sz w:val="18"/>
          <w:szCs w:val="18"/>
        </w:rPr>
      </w:pPr>
    </w:p>
    <w:p w14:paraId="2A62F16D" w14:textId="77777777" w:rsidR="00CC4972" w:rsidRPr="006D0CC7" w:rsidRDefault="00CC4972" w:rsidP="00CC4972">
      <w:pPr>
        <w:rPr>
          <w:rFonts w:ascii="Open Sans" w:hAnsi="Open Sans" w:cs="Open Sans"/>
          <w:color w:val="auto"/>
          <w:sz w:val="18"/>
          <w:szCs w:val="18"/>
        </w:rPr>
      </w:pPr>
    </w:p>
    <w:tbl>
      <w:tblPr>
        <w:tblW w:w="9623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thickThinLargeGap" w:sz="6" w:space="0" w:color="000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4661"/>
        <w:gridCol w:w="2569"/>
      </w:tblGrid>
      <w:tr w:rsidR="00CC4972" w:rsidRPr="006D0CC7" w14:paraId="18AC1584" w14:textId="77777777" w:rsidTr="00CC4972">
        <w:tc>
          <w:tcPr>
            <w:tcW w:w="2393" w:type="dxa"/>
            <w:shd w:val="pct20" w:color="auto" w:fill="auto"/>
            <w:vAlign w:val="center"/>
          </w:tcPr>
          <w:p w14:paraId="30D4B2FF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Eléments du dossier technique</w:t>
            </w:r>
          </w:p>
        </w:tc>
        <w:tc>
          <w:tcPr>
            <w:tcW w:w="4661" w:type="dxa"/>
            <w:shd w:val="pct20" w:color="auto" w:fill="auto"/>
          </w:tcPr>
          <w:p w14:paraId="6AE3B6A7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Précisions demandées</w:t>
            </w:r>
          </w:p>
        </w:tc>
        <w:tc>
          <w:tcPr>
            <w:tcW w:w="2569" w:type="dxa"/>
            <w:shd w:val="pct20" w:color="auto" w:fill="auto"/>
          </w:tcPr>
          <w:p w14:paraId="3CE31297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Réponse</w:t>
            </w:r>
          </w:p>
          <w:p w14:paraId="6E4CF050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</w:tr>
      <w:tr w:rsidR="00CC4972" w:rsidRPr="006D0CC7" w14:paraId="1C3F6820" w14:textId="77777777" w:rsidTr="00CC4972">
        <w:tc>
          <w:tcPr>
            <w:tcW w:w="2393" w:type="dxa"/>
            <w:vAlign w:val="center"/>
          </w:tcPr>
          <w:p w14:paraId="1CC22486" w14:textId="77777777" w:rsidR="00CC4972" w:rsidRPr="006D0CC7" w:rsidRDefault="00CC4972" w:rsidP="00CC4972">
            <w:pPr>
              <w:pStyle w:val="Pieddepage"/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Qualité de l’organisation des livraisons</w:t>
            </w:r>
          </w:p>
        </w:tc>
        <w:tc>
          <w:tcPr>
            <w:tcW w:w="4661" w:type="dxa"/>
          </w:tcPr>
          <w:p w14:paraId="5EFFEBAA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1B00C16F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Fournir les moyens mis en œuvre pour assurer un service de livraison de qualité </w:t>
            </w:r>
          </w:p>
          <w:p w14:paraId="07098FA7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14D8A25B" w14:textId="781BF95E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Délai</w:t>
            </w:r>
            <w:r w:rsidR="00980D18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s</w:t>
            </w: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de livraison</w:t>
            </w:r>
            <w:r w:rsidR="00980D18"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et moyens mis en place pour remédier aux potentiels retards ? </w:t>
            </w:r>
          </w:p>
          <w:p w14:paraId="55D948BC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2569" w:type="dxa"/>
          </w:tcPr>
          <w:p w14:paraId="0BC83FAC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</w:tr>
      <w:tr w:rsidR="00CC4972" w:rsidRPr="006D0CC7" w14:paraId="2C7EBC5A" w14:textId="77777777" w:rsidTr="00CC4972">
        <w:tc>
          <w:tcPr>
            <w:tcW w:w="2393" w:type="dxa"/>
            <w:vAlign w:val="center"/>
          </w:tcPr>
          <w:p w14:paraId="478A67C5" w14:textId="77777777" w:rsidR="00CC4972" w:rsidRPr="006D0CC7" w:rsidRDefault="00CC4972" w:rsidP="00CC4972">
            <w:pPr>
              <w:pStyle w:val="Pieddepage"/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Implication du candidat dans le développement durable au niveau des produits proposés</w:t>
            </w:r>
          </w:p>
        </w:tc>
        <w:tc>
          <w:tcPr>
            <w:tcW w:w="4661" w:type="dxa"/>
          </w:tcPr>
          <w:p w14:paraId="23BBC9BC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7636EA9D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1-Les produits proposés pour le présent marché sont-ils labellisés PEFC ou FSC ?</w:t>
            </w:r>
          </w:p>
          <w:p w14:paraId="55029DCE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606CD348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Existe-t-il une politique :</w:t>
            </w:r>
          </w:p>
          <w:p w14:paraId="49F25D21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2- de réduction des matières premières,</w:t>
            </w:r>
          </w:p>
          <w:p w14:paraId="71EB8B02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3- de réduction des emballages </w:t>
            </w:r>
          </w:p>
          <w:p w14:paraId="7440CBA0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4- d’utilisation de produits moins polluants pour les produits objets du marché ?</w:t>
            </w:r>
          </w:p>
          <w:p w14:paraId="74D0BBB9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Si oui, décrire les moyens mis en œuvre.  </w:t>
            </w:r>
          </w:p>
          <w:p w14:paraId="06BE9921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59053046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5- Le transport des produits proposés est –il respectueux de l’environnement ? Si oui, le décrire.</w:t>
            </w:r>
          </w:p>
          <w:p w14:paraId="3719CA7E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569" w:type="dxa"/>
          </w:tcPr>
          <w:p w14:paraId="737A0E2D" w14:textId="77777777" w:rsidR="00CC4972" w:rsidRPr="006D0CC7" w:rsidRDefault="00CC4972" w:rsidP="00CC4972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</w:tr>
    </w:tbl>
    <w:p w14:paraId="150C80AB" w14:textId="77777777" w:rsidR="00CC4972" w:rsidRPr="006D0CC7" w:rsidRDefault="00CC4972" w:rsidP="00CC4972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1BB0EDE6" w14:textId="77777777" w:rsidR="00CC4972" w:rsidRPr="006D0CC7" w:rsidRDefault="00CC4972" w:rsidP="00CC4972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6DA358DC" w14:textId="77777777" w:rsidR="00CC4972" w:rsidRPr="00D3418B" w:rsidRDefault="00CC4972" w:rsidP="00CC4972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  <w:r w:rsidRPr="00D3418B"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  <w:t>Signature et cachet de la société</w:t>
      </w:r>
    </w:p>
    <w:p w14:paraId="2E94D4A0" w14:textId="77777777" w:rsidR="00CC4972" w:rsidRPr="006D0CC7" w:rsidRDefault="00CC4972" w:rsidP="00CC4972">
      <w:pPr>
        <w:rPr>
          <w:rFonts w:ascii="Open Sans" w:hAnsi="Open Sans" w:cs="Open Sans"/>
          <w:b/>
          <w:color w:val="auto"/>
          <w:sz w:val="18"/>
          <w:szCs w:val="18"/>
        </w:rPr>
      </w:pPr>
    </w:p>
    <w:p w14:paraId="3F7F0866" w14:textId="1762FDED" w:rsidR="007A2356" w:rsidRDefault="007A2356" w:rsidP="00B31F3A">
      <w:pPr>
        <w:keepNext/>
        <w:rPr>
          <w:rFonts w:ascii="Open Sans" w:hAnsi="Open Sans" w:cs="Open Sans"/>
          <w:b/>
          <w:color w:val="auto"/>
          <w:sz w:val="18"/>
          <w:szCs w:val="18"/>
        </w:rPr>
      </w:pPr>
      <w:bookmarkStart w:id="35" w:name="_Toc417547269"/>
    </w:p>
    <w:p w14:paraId="4BB43601" w14:textId="77777777" w:rsidR="00E24F19" w:rsidRDefault="00E24F19" w:rsidP="00B31F3A">
      <w:pPr>
        <w:keepNext/>
        <w:rPr>
          <w:rFonts w:ascii="Open Sans" w:hAnsi="Open Sans" w:cs="Open Sans"/>
          <w:b/>
          <w:sz w:val="18"/>
          <w:szCs w:val="22"/>
          <w:u w:val="single"/>
        </w:rPr>
      </w:pPr>
    </w:p>
    <w:p w14:paraId="29100617" w14:textId="750B1B0B" w:rsidR="007A2356" w:rsidRDefault="007A2356" w:rsidP="00B31F3A">
      <w:pPr>
        <w:keepNext/>
        <w:rPr>
          <w:rFonts w:ascii="Open Sans" w:hAnsi="Open Sans" w:cs="Open Sans"/>
          <w:b/>
          <w:sz w:val="18"/>
          <w:szCs w:val="22"/>
          <w:u w:val="single"/>
        </w:rPr>
      </w:pPr>
    </w:p>
    <w:p w14:paraId="46196D08" w14:textId="77777777" w:rsidR="007A2356" w:rsidRDefault="007A2356" w:rsidP="00B31F3A">
      <w:pPr>
        <w:keepNext/>
        <w:rPr>
          <w:rFonts w:ascii="Open Sans" w:hAnsi="Open Sans" w:cs="Open Sans"/>
          <w:b/>
          <w:sz w:val="18"/>
          <w:szCs w:val="22"/>
          <w:u w:val="single"/>
        </w:rPr>
      </w:pPr>
    </w:p>
    <w:p w14:paraId="50D8BE31" w14:textId="77777777" w:rsidR="00D57DBE" w:rsidRDefault="00D57DBE" w:rsidP="00B31F3A">
      <w:pPr>
        <w:keepNext/>
        <w:rPr>
          <w:rFonts w:ascii="Open Sans" w:hAnsi="Open Sans" w:cs="Open Sans"/>
          <w:b/>
          <w:sz w:val="18"/>
          <w:szCs w:val="22"/>
          <w:u w:val="single"/>
        </w:rPr>
      </w:pPr>
    </w:p>
    <w:p w14:paraId="43CB8655" w14:textId="3091FD06" w:rsidR="006D0CC7" w:rsidRPr="00B31F3A" w:rsidRDefault="006D0CC7" w:rsidP="00B31F3A">
      <w:pPr>
        <w:keepNext/>
        <w:rPr>
          <w:rFonts w:ascii="Open Sans" w:hAnsi="Open Sans" w:cs="Open Sans"/>
          <w:b/>
          <w:sz w:val="18"/>
          <w:szCs w:val="22"/>
          <w:u w:val="single"/>
        </w:rPr>
      </w:pPr>
      <w:r w:rsidRPr="00B31F3A">
        <w:rPr>
          <w:rFonts w:ascii="Open Sans" w:hAnsi="Open Sans" w:cs="Open Sans"/>
          <w:b/>
          <w:sz w:val="18"/>
          <w:szCs w:val="22"/>
          <w:u w:val="single"/>
        </w:rPr>
        <w:t>Lot N°2</w:t>
      </w:r>
      <w:r w:rsidR="00B31F3A" w:rsidRPr="00B31F3A">
        <w:rPr>
          <w:rFonts w:ascii="Open Sans" w:hAnsi="Open Sans" w:cs="Open Sans"/>
          <w:b/>
          <w:sz w:val="18"/>
          <w:szCs w:val="22"/>
          <w:u w:val="single"/>
        </w:rPr>
        <w:t xml:space="preserve"> Etiquettes</w:t>
      </w:r>
      <w:r w:rsidRPr="00B31F3A">
        <w:rPr>
          <w:rFonts w:ascii="Open Sans" w:hAnsi="Open Sans" w:cs="Open Sans"/>
          <w:b/>
          <w:sz w:val="18"/>
          <w:szCs w:val="22"/>
          <w:u w:val="single"/>
        </w:rPr>
        <w:t xml:space="preserve"> thermique</w:t>
      </w:r>
      <w:r w:rsidR="00B31F3A" w:rsidRPr="00B31F3A">
        <w:rPr>
          <w:rFonts w:ascii="Open Sans" w:hAnsi="Open Sans" w:cs="Open Sans"/>
          <w:b/>
          <w:sz w:val="18"/>
          <w:szCs w:val="22"/>
          <w:u w:val="single"/>
        </w:rPr>
        <w:t>s et non thermiques, et étiquettes autocollantes</w:t>
      </w:r>
      <w:r w:rsidRPr="00B31F3A">
        <w:rPr>
          <w:rFonts w:ascii="Open Sans" w:hAnsi="Open Sans" w:cs="Open Sans"/>
          <w:b/>
          <w:sz w:val="18"/>
          <w:szCs w:val="22"/>
          <w:u w:val="single"/>
        </w:rPr>
        <w:t xml:space="preserve"> </w:t>
      </w:r>
    </w:p>
    <w:p w14:paraId="73057CB6" w14:textId="77777777" w:rsidR="006D0CC7" w:rsidRPr="006D0CC7" w:rsidRDefault="006D0CC7" w:rsidP="006D0CC7"/>
    <w:p w14:paraId="1FE5F10E" w14:textId="693BE456" w:rsidR="001B57B6" w:rsidRPr="006D0CC7" w:rsidRDefault="001B57B6" w:rsidP="001B57B6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caps/>
          <w:color w:val="auto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3"/>
        <w:gridCol w:w="5783"/>
      </w:tblGrid>
      <w:tr w:rsidR="006D0CC7" w:rsidRPr="006D0CC7" w14:paraId="7CF03B80" w14:textId="77777777" w:rsidTr="006659C3">
        <w:trPr>
          <w:trHeight w:val="523"/>
        </w:trPr>
        <w:tc>
          <w:tcPr>
            <w:tcW w:w="3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5D077C" w14:textId="77777777" w:rsidR="006D0CC7" w:rsidRPr="006D0CC7" w:rsidRDefault="006D0CC7" w:rsidP="006D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caps/>
                <w:color w:val="auto"/>
                <w:sz w:val="18"/>
                <w:szCs w:val="18"/>
              </w:rPr>
            </w:pP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4DDDC" w14:textId="77777777" w:rsidR="006D0CC7" w:rsidRPr="006D0CC7" w:rsidRDefault="006D0CC7" w:rsidP="006D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aps/>
                <w:color w:val="auto"/>
                <w:sz w:val="18"/>
                <w:szCs w:val="18"/>
              </w:rPr>
              <w:t xml:space="preserve">Réponse du candidat </w:t>
            </w:r>
          </w:p>
        </w:tc>
      </w:tr>
      <w:tr w:rsidR="006D0CC7" w:rsidRPr="006D0CC7" w14:paraId="2FC6E1E4" w14:textId="77777777" w:rsidTr="006659C3">
        <w:trPr>
          <w:trHeight w:val="667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A400" w14:textId="77777777" w:rsidR="006D0CC7" w:rsidRPr="006D0CC7" w:rsidRDefault="006D0CC7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nom du fabricant des étiquettes proposées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4946" w14:textId="77777777" w:rsidR="006D0CC7" w:rsidRPr="006D0CC7" w:rsidRDefault="006D0CC7" w:rsidP="006D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6D0CC7" w:rsidRPr="006D0CC7" w14:paraId="615FF027" w14:textId="77777777" w:rsidTr="006659C3">
        <w:trPr>
          <w:trHeight w:val="695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4AB09" w14:textId="77777777" w:rsidR="006D0CC7" w:rsidRPr="006D0CC7" w:rsidRDefault="006D0CC7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type de papier constituant les étiquettes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75DA" w14:textId="77777777" w:rsidR="006D0CC7" w:rsidRPr="006D0CC7" w:rsidRDefault="006D0CC7" w:rsidP="006D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6D0CC7" w:rsidRPr="006D0CC7" w14:paraId="5051334C" w14:textId="77777777" w:rsidTr="006659C3">
        <w:trPr>
          <w:trHeight w:val="701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CFEB5" w14:textId="77777777" w:rsidR="006D0CC7" w:rsidRPr="006D0CC7" w:rsidRDefault="006D0CC7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caractéristiques techniques</w:t>
            </w:r>
          </w:p>
          <w:p w14:paraId="141426DF" w14:textId="77777777" w:rsidR="006D0CC7" w:rsidRPr="006D0CC7" w:rsidRDefault="006D0CC7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du papier en rapport avec les différentes conditions d’utilisation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E691" w14:textId="77777777" w:rsidR="006D0CC7" w:rsidRPr="006D0CC7" w:rsidRDefault="006D0CC7" w:rsidP="006D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6D0CC7" w:rsidRPr="006D0CC7" w14:paraId="504C3599" w14:textId="77777777" w:rsidTr="006659C3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9D6A8" w14:textId="77777777" w:rsidR="006D0CC7" w:rsidRPr="006D0CC7" w:rsidRDefault="006D0CC7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Caractéristique technique de la colle.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C207" w14:textId="77777777" w:rsidR="006D0CC7" w:rsidRPr="006D0CC7" w:rsidRDefault="006D0CC7" w:rsidP="006D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6D0CC7" w:rsidRPr="006D0CC7" w14:paraId="6843837F" w14:textId="77777777" w:rsidTr="006659C3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10B1F" w14:textId="77777777" w:rsidR="006D0CC7" w:rsidRPr="006D0CC7" w:rsidRDefault="006D0CC7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information sur la tenue de la colle à</w:t>
            </w:r>
          </w:p>
          <w:p w14:paraId="21046441" w14:textId="77777777" w:rsidR="006D0CC7" w:rsidRPr="006D0CC7" w:rsidRDefault="006D0CC7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 xml:space="preserve">–80° C </w:t>
            </w:r>
          </w:p>
          <w:p w14:paraId="4086C9BC" w14:textId="77777777" w:rsidR="006D0CC7" w:rsidRPr="006D0CC7" w:rsidRDefault="006D0CC7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–40°C</w:t>
            </w:r>
          </w:p>
          <w:p w14:paraId="0DF60D03" w14:textId="77777777" w:rsidR="006D0CC7" w:rsidRPr="006D0CC7" w:rsidRDefault="006D0CC7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 xml:space="preserve">-2°C </w:t>
            </w:r>
          </w:p>
          <w:p w14:paraId="335DEC28" w14:textId="77777777" w:rsidR="006D0CC7" w:rsidRPr="006D0CC7" w:rsidRDefault="006D0CC7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-à température ambiante</w:t>
            </w:r>
          </w:p>
          <w:p w14:paraId="3539799F" w14:textId="77777777" w:rsidR="006D0CC7" w:rsidRPr="006D0CC7" w:rsidRDefault="006D0CC7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- à chaleur sèche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A05A" w14:textId="77777777" w:rsidR="006D0CC7" w:rsidRPr="006D0CC7" w:rsidRDefault="006D0CC7" w:rsidP="006D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6D0CC7" w:rsidRPr="006D0CC7" w14:paraId="6D96C75A" w14:textId="77777777" w:rsidTr="006659C3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88112" w14:textId="77777777" w:rsidR="006D0CC7" w:rsidRPr="006D0CC7" w:rsidRDefault="006D0CC7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- information sur la tenue de la colle lors de réchauffement au bain marie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C5287" w14:textId="77777777" w:rsidR="006D0CC7" w:rsidRPr="006D0CC7" w:rsidRDefault="006D0CC7" w:rsidP="006D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B31F3A" w:rsidRPr="006D0CC7" w14:paraId="05916403" w14:textId="77777777" w:rsidTr="006659C3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9AED" w14:textId="40B4FF5C" w:rsidR="00B31F3A" w:rsidRPr="006D0CC7" w:rsidRDefault="00B31F3A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B31F3A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Couleurs des millésimes</w:t>
            </w:r>
            <w:r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B4B38" w14:textId="77777777" w:rsidR="00B31F3A" w:rsidRPr="006D0CC7" w:rsidRDefault="00B31F3A" w:rsidP="006D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6D0CC7" w:rsidRPr="006D0CC7" w14:paraId="3825B480" w14:textId="77777777" w:rsidTr="006659C3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C9E2" w14:textId="725A17DD" w:rsidR="006D0CC7" w:rsidRPr="006D0CC7" w:rsidRDefault="007A2356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-</w:t>
            </w:r>
            <w:r w:rsidR="006D0CC7"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présentation conditionnement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FC0D6" w14:textId="77777777" w:rsidR="006D0CC7" w:rsidRPr="006D0CC7" w:rsidRDefault="006D0CC7" w:rsidP="006D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6D0CC7" w:rsidRPr="006D0CC7" w14:paraId="4D3E45A4" w14:textId="77777777" w:rsidTr="006659C3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A556A" w14:textId="77777777" w:rsidR="006D0CC7" w:rsidRPr="006D0CC7" w:rsidRDefault="006D0CC7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 xml:space="preserve">- délai de fabrication à compter de la mise en fabrication </w:t>
            </w:r>
            <w:r w:rsidRPr="006D0CC7">
              <w:rPr>
                <w:rFonts w:ascii="Open Sans" w:hAnsi="Open Sans" w:cs="Open Sans"/>
                <w:b/>
                <w:bCs/>
                <w:i/>
                <w:caps/>
                <w:color w:val="auto"/>
                <w:sz w:val="18"/>
                <w:szCs w:val="18"/>
              </w:rPr>
              <w:t>(détailler si nécessaire)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7ED9" w14:textId="77777777" w:rsidR="006D0CC7" w:rsidRPr="006D0CC7" w:rsidRDefault="006D0CC7" w:rsidP="006D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6D0CC7" w:rsidRPr="006D0CC7" w14:paraId="483E9611" w14:textId="77777777" w:rsidTr="006659C3">
        <w:trPr>
          <w:trHeight w:val="1152"/>
        </w:trPr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27353" w14:textId="77777777" w:rsidR="006D0CC7" w:rsidRPr="006D0CC7" w:rsidRDefault="006D0CC7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 xml:space="preserve">- délai de livraison à compter de la date de réception de la commande </w:t>
            </w:r>
            <w:r w:rsidRPr="006D0CC7">
              <w:rPr>
                <w:rFonts w:ascii="Open Sans" w:hAnsi="Open Sans" w:cs="Open Sans"/>
                <w:b/>
                <w:bCs/>
                <w:i/>
                <w:caps/>
                <w:color w:val="auto"/>
                <w:sz w:val="18"/>
                <w:szCs w:val="18"/>
              </w:rPr>
              <w:t>(détailler si nécessaire)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F33B0" w14:textId="77777777" w:rsidR="006D0CC7" w:rsidRPr="006D0CC7" w:rsidRDefault="006D0CC7" w:rsidP="006D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6D0CC7" w:rsidRPr="006D0CC7" w14:paraId="261CE3E9" w14:textId="77777777" w:rsidTr="006659C3"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FEDAF" w14:textId="77777777" w:rsidR="006D0CC7" w:rsidRPr="006D0CC7" w:rsidRDefault="006D0CC7" w:rsidP="00B31F3A">
            <w:pPr>
              <w:widowControl w:val="0"/>
              <w:autoSpaceDE w:val="0"/>
              <w:autoSpaceDN w:val="0"/>
              <w:adjustRightInd w:val="0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 xml:space="preserve">- maintien d’un stock dans les locaux du candidat 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0E72" w14:textId="77777777" w:rsidR="006D0CC7" w:rsidRPr="006D0CC7" w:rsidRDefault="006D0CC7" w:rsidP="006D0C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bookmarkEnd w:id="27"/>
      <w:bookmarkEnd w:id="28"/>
      <w:bookmarkEnd w:id="35"/>
    </w:tbl>
    <w:p w14:paraId="5F07A184" w14:textId="34DDEE3D" w:rsidR="00227BDB" w:rsidRDefault="00227BDB">
      <w:pPr>
        <w:rPr>
          <w:rFonts w:ascii="Open Sans" w:hAnsi="Open Sans" w:cs="Open Sans"/>
          <w:sz w:val="18"/>
          <w:szCs w:val="18"/>
        </w:rPr>
      </w:pPr>
    </w:p>
    <w:p w14:paraId="41096DC8" w14:textId="33C13B58" w:rsidR="00D3418B" w:rsidRDefault="00D3418B">
      <w:pPr>
        <w:rPr>
          <w:rFonts w:ascii="Open Sans" w:hAnsi="Open Sans" w:cs="Open Sans"/>
          <w:sz w:val="18"/>
          <w:szCs w:val="18"/>
        </w:rPr>
      </w:pPr>
    </w:p>
    <w:p w14:paraId="170E6FE5" w14:textId="1FE77544" w:rsidR="00D55F43" w:rsidRDefault="00D55F43">
      <w:pPr>
        <w:rPr>
          <w:rFonts w:ascii="Open Sans" w:hAnsi="Open Sans" w:cs="Open Sans"/>
          <w:sz w:val="18"/>
          <w:szCs w:val="18"/>
        </w:rPr>
      </w:pPr>
    </w:p>
    <w:p w14:paraId="0D8A79B6" w14:textId="146C03F3" w:rsidR="00D55F43" w:rsidRDefault="00D55F43">
      <w:pPr>
        <w:rPr>
          <w:rFonts w:ascii="Open Sans" w:hAnsi="Open Sans" w:cs="Open Sans"/>
          <w:sz w:val="18"/>
          <w:szCs w:val="18"/>
        </w:rPr>
      </w:pPr>
    </w:p>
    <w:p w14:paraId="0EE04A09" w14:textId="4D84FD0E" w:rsidR="00D55F43" w:rsidRDefault="00D55F43">
      <w:pPr>
        <w:rPr>
          <w:rFonts w:ascii="Open Sans" w:hAnsi="Open Sans" w:cs="Open Sans"/>
          <w:sz w:val="18"/>
          <w:szCs w:val="18"/>
        </w:rPr>
      </w:pPr>
    </w:p>
    <w:p w14:paraId="01ECEE5D" w14:textId="798104F4" w:rsidR="00D55F43" w:rsidRDefault="00D55F43">
      <w:pPr>
        <w:rPr>
          <w:rFonts w:ascii="Open Sans" w:hAnsi="Open Sans" w:cs="Open Sans"/>
          <w:sz w:val="18"/>
          <w:szCs w:val="18"/>
        </w:rPr>
      </w:pPr>
    </w:p>
    <w:p w14:paraId="65A7F40F" w14:textId="774AD81C" w:rsidR="00D55F43" w:rsidRDefault="00D55F43">
      <w:pPr>
        <w:rPr>
          <w:rFonts w:ascii="Open Sans" w:hAnsi="Open Sans" w:cs="Open Sans"/>
          <w:sz w:val="18"/>
          <w:szCs w:val="18"/>
        </w:rPr>
      </w:pPr>
    </w:p>
    <w:p w14:paraId="0D51A342" w14:textId="0FF0E2D6" w:rsidR="00D55F43" w:rsidRDefault="00D55F43">
      <w:pPr>
        <w:rPr>
          <w:rFonts w:ascii="Open Sans" w:hAnsi="Open Sans" w:cs="Open Sans"/>
          <w:sz w:val="18"/>
          <w:szCs w:val="18"/>
        </w:rPr>
      </w:pPr>
    </w:p>
    <w:p w14:paraId="273AE6A3" w14:textId="19AECC37" w:rsidR="00D55F43" w:rsidRDefault="00D55F43">
      <w:pPr>
        <w:rPr>
          <w:rFonts w:ascii="Open Sans" w:hAnsi="Open Sans" w:cs="Open Sans"/>
          <w:sz w:val="18"/>
          <w:szCs w:val="18"/>
        </w:rPr>
      </w:pPr>
    </w:p>
    <w:tbl>
      <w:tblPr>
        <w:tblW w:w="968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thickThinLargeGap" w:sz="6" w:space="0" w:color="000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8"/>
        <w:gridCol w:w="4961"/>
      </w:tblGrid>
      <w:tr w:rsidR="00D55F43" w:rsidRPr="006D0CC7" w14:paraId="5A659BBC" w14:textId="77777777" w:rsidTr="00F46859">
        <w:tc>
          <w:tcPr>
            <w:tcW w:w="4728" w:type="dxa"/>
            <w:shd w:val="pct20" w:color="auto" w:fill="auto"/>
            <w:vAlign w:val="center"/>
          </w:tcPr>
          <w:p w14:paraId="7A625BC4" w14:textId="77777777" w:rsidR="00D55F43" w:rsidRPr="006D0CC7" w:rsidRDefault="00D55F43" w:rsidP="00F46859">
            <w:pPr>
              <w:pStyle w:val="Pieddepage"/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lastRenderedPageBreak/>
              <w:t xml:space="preserve">Coordonnées et renseignements sur le candidat </w:t>
            </w:r>
          </w:p>
        </w:tc>
        <w:tc>
          <w:tcPr>
            <w:tcW w:w="4961" w:type="dxa"/>
            <w:shd w:val="pct20" w:color="auto" w:fill="auto"/>
          </w:tcPr>
          <w:p w14:paraId="2A675CF3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sz w:val="18"/>
                <w:szCs w:val="18"/>
              </w:rPr>
              <w:t>Réponse du candidat</w:t>
            </w: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D55F43" w:rsidRPr="006D0CC7" w14:paraId="0E51AE49" w14:textId="77777777" w:rsidTr="00F46859">
        <w:tc>
          <w:tcPr>
            <w:tcW w:w="4728" w:type="dxa"/>
            <w:vAlign w:val="center"/>
          </w:tcPr>
          <w:p w14:paraId="071463C0" w14:textId="77777777" w:rsidR="00D55F43" w:rsidRPr="006D0CC7" w:rsidRDefault="00D55F43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3443782B" w14:textId="77777777" w:rsidR="00D55F43" w:rsidRPr="006D0CC7" w:rsidRDefault="00D55F43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Interlocuteur(s) dédié(s) au suivi des commandes, livraisons, facturation et réclamations :</w:t>
            </w:r>
          </w:p>
          <w:p w14:paraId="1B65E509" w14:textId="77777777" w:rsidR="00D55F43" w:rsidRPr="006D0CC7" w:rsidRDefault="00D55F43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2F1054D3" w14:textId="77777777" w:rsidR="00D55F43" w:rsidRPr="006D0CC7" w:rsidRDefault="00D55F43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Contacts : téléphone, fax, adresse électronique </w:t>
            </w:r>
          </w:p>
          <w:p w14:paraId="2092F23A" w14:textId="77777777" w:rsidR="00D55F43" w:rsidRPr="006D0CC7" w:rsidRDefault="00D55F43" w:rsidP="00F46859">
            <w:pPr>
              <w:pStyle w:val="Pieddepage"/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4961" w:type="dxa"/>
          </w:tcPr>
          <w:p w14:paraId="4063712A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41F926C8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</w:tr>
      <w:tr w:rsidR="00D55F43" w:rsidRPr="006D0CC7" w14:paraId="5DE34F41" w14:textId="77777777" w:rsidTr="00F46859">
        <w:tc>
          <w:tcPr>
            <w:tcW w:w="4728" w:type="dxa"/>
            <w:vAlign w:val="center"/>
          </w:tcPr>
          <w:p w14:paraId="6E97E203" w14:textId="77777777" w:rsidR="00D55F43" w:rsidRPr="006D0CC7" w:rsidRDefault="00D55F43" w:rsidP="00F46859">
            <w:pPr>
              <w:pStyle w:val="Pieddepage"/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Périodes de congés annuels :</w:t>
            </w:r>
          </w:p>
        </w:tc>
        <w:tc>
          <w:tcPr>
            <w:tcW w:w="4961" w:type="dxa"/>
          </w:tcPr>
          <w:p w14:paraId="53C66F78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7EAF3B76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23891B26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</w:t>
            </w:r>
          </w:p>
        </w:tc>
      </w:tr>
    </w:tbl>
    <w:p w14:paraId="74645145" w14:textId="77777777" w:rsidR="00D55F43" w:rsidRPr="006D0CC7" w:rsidRDefault="00D55F43" w:rsidP="00D55F43">
      <w:pPr>
        <w:rPr>
          <w:rFonts w:ascii="Open Sans" w:hAnsi="Open Sans" w:cs="Open Sans"/>
          <w:sz w:val="18"/>
          <w:szCs w:val="18"/>
        </w:rPr>
      </w:pPr>
    </w:p>
    <w:p w14:paraId="478EAA0B" w14:textId="54CD9713" w:rsidR="00D55F43" w:rsidRDefault="00D55F43" w:rsidP="00D55F43">
      <w:pPr>
        <w:rPr>
          <w:rFonts w:ascii="Open Sans" w:hAnsi="Open Sans" w:cs="Open Sans"/>
          <w:color w:val="auto"/>
          <w:sz w:val="18"/>
          <w:szCs w:val="18"/>
        </w:rPr>
      </w:pPr>
    </w:p>
    <w:p w14:paraId="6E298DBD" w14:textId="4B2F83B2" w:rsidR="00D55F43" w:rsidRDefault="00D55F43" w:rsidP="00D55F43">
      <w:pPr>
        <w:rPr>
          <w:rFonts w:ascii="Open Sans" w:hAnsi="Open Sans" w:cs="Open Sans"/>
          <w:color w:val="auto"/>
          <w:sz w:val="18"/>
          <w:szCs w:val="18"/>
        </w:rPr>
      </w:pPr>
    </w:p>
    <w:p w14:paraId="78DC1D33" w14:textId="2F59300E" w:rsidR="00D55F43" w:rsidRDefault="00D55F43" w:rsidP="00D55F43">
      <w:pPr>
        <w:rPr>
          <w:rFonts w:ascii="Open Sans" w:hAnsi="Open Sans" w:cs="Open Sans"/>
          <w:color w:val="auto"/>
          <w:sz w:val="18"/>
          <w:szCs w:val="18"/>
        </w:rPr>
      </w:pPr>
    </w:p>
    <w:p w14:paraId="0B954CC0" w14:textId="77777777" w:rsidR="00D55F43" w:rsidRPr="006D0CC7" w:rsidRDefault="00D55F43" w:rsidP="00D55F43">
      <w:pPr>
        <w:rPr>
          <w:rFonts w:ascii="Open Sans" w:hAnsi="Open Sans" w:cs="Open Sans"/>
          <w:color w:val="auto"/>
          <w:sz w:val="18"/>
          <w:szCs w:val="18"/>
        </w:rPr>
      </w:pPr>
    </w:p>
    <w:tbl>
      <w:tblPr>
        <w:tblW w:w="9623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thickThinLargeGap" w:sz="6" w:space="0" w:color="000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4661"/>
        <w:gridCol w:w="2569"/>
      </w:tblGrid>
      <w:tr w:rsidR="00D55F43" w:rsidRPr="006D0CC7" w14:paraId="6B6492DE" w14:textId="77777777" w:rsidTr="00F46859">
        <w:tc>
          <w:tcPr>
            <w:tcW w:w="2393" w:type="dxa"/>
            <w:shd w:val="pct20" w:color="auto" w:fill="auto"/>
            <w:vAlign w:val="center"/>
          </w:tcPr>
          <w:p w14:paraId="471E4A14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Eléments du dossier technique</w:t>
            </w:r>
          </w:p>
        </w:tc>
        <w:tc>
          <w:tcPr>
            <w:tcW w:w="4661" w:type="dxa"/>
            <w:shd w:val="pct20" w:color="auto" w:fill="auto"/>
          </w:tcPr>
          <w:p w14:paraId="700CB230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Précisions demandées</w:t>
            </w:r>
          </w:p>
        </w:tc>
        <w:tc>
          <w:tcPr>
            <w:tcW w:w="2569" w:type="dxa"/>
            <w:shd w:val="pct20" w:color="auto" w:fill="auto"/>
          </w:tcPr>
          <w:p w14:paraId="321CBBDF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Réponse</w:t>
            </w:r>
          </w:p>
          <w:p w14:paraId="13602B29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</w:tr>
      <w:tr w:rsidR="00D55F43" w:rsidRPr="006D0CC7" w14:paraId="29877F68" w14:textId="77777777" w:rsidTr="00F46859">
        <w:tc>
          <w:tcPr>
            <w:tcW w:w="2393" w:type="dxa"/>
            <w:vAlign w:val="center"/>
          </w:tcPr>
          <w:p w14:paraId="0C6339B9" w14:textId="77777777" w:rsidR="00D55F43" w:rsidRPr="006D0CC7" w:rsidRDefault="00D55F43" w:rsidP="00F46859">
            <w:pPr>
              <w:pStyle w:val="Pieddepage"/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Qualité de l’organisation des livraisons</w:t>
            </w:r>
          </w:p>
        </w:tc>
        <w:tc>
          <w:tcPr>
            <w:tcW w:w="4661" w:type="dxa"/>
          </w:tcPr>
          <w:p w14:paraId="55AA3769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7E1CA2BD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Fournir les moyens mis en œuvre pour assurer un service de livraison de qualité </w:t>
            </w:r>
          </w:p>
          <w:p w14:paraId="2B9C2692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208076E6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Délais de livraison et moyens mis en place pour remédier aux potentiels retards ? </w:t>
            </w:r>
          </w:p>
          <w:p w14:paraId="7B5E1072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2569" w:type="dxa"/>
          </w:tcPr>
          <w:p w14:paraId="62A9DCC6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</w:tr>
      <w:tr w:rsidR="00D55F43" w:rsidRPr="006D0CC7" w14:paraId="07EEF313" w14:textId="77777777" w:rsidTr="00F46859">
        <w:tc>
          <w:tcPr>
            <w:tcW w:w="2393" w:type="dxa"/>
            <w:vAlign w:val="center"/>
          </w:tcPr>
          <w:p w14:paraId="4E2F8CB3" w14:textId="77777777" w:rsidR="00D55F43" w:rsidRPr="006D0CC7" w:rsidRDefault="00D55F43" w:rsidP="00F46859">
            <w:pPr>
              <w:pStyle w:val="Pieddepage"/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Implication du candidat dans le développement durable au niveau des produits proposés</w:t>
            </w:r>
          </w:p>
        </w:tc>
        <w:tc>
          <w:tcPr>
            <w:tcW w:w="4661" w:type="dxa"/>
          </w:tcPr>
          <w:p w14:paraId="113599A7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5054615A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1-Les produits proposés pour le présent marché sont-ils labellisés PEFC ou FSC ?</w:t>
            </w:r>
          </w:p>
          <w:p w14:paraId="502790B0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18E6855C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Existe-t-il une politique :</w:t>
            </w:r>
          </w:p>
          <w:p w14:paraId="5E96D098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2- de réduction des matières premières,</w:t>
            </w:r>
          </w:p>
          <w:p w14:paraId="5ACD3D92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3- de réduction des emballages </w:t>
            </w:r>
          </w:p>
          <w:p w14:paraId="0EBFE887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4- d’utilisation de produits moins polluants pour les produits objets du marché ?</w:t>
            </w:r>
          </w:p>
          <w:p w14:paraId="73483864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Si oui, décrire les moyens mis en œuvre.  </w:t>
            </w:r>
          </w:p>
          <w:p w14:paraId="34A83AC2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34E2E3A4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5- Le transport des produits proposés est –il respectueux de l’environnement ? Si oui, le décrire.</w:t>
            </w:r>
          </w:p>
          <w:p w14:paraId="7F43E922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569" w:type="dxa"/>
          </w:tcPr>
          <w:p w14:paraId="6B53C665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</w:tr>
    </w:tbl>
    <w:p w14:paraId="61DD1B04" w14:textId="77777777" w:rsidR="00D55F43" w:rsidRDefault="00D55F43">
      <w:pPr>
        <w:rPr>
          <w:rFonts w:ascii="Open Sans" w:hAnsi="Open Sans" w:cs="Open Sans"/>
          <w:sz w:val="18"/>
          <w:szCs w:val="18"/>
        </w:rPr>
      </w:pPr>
    </w:p>
    <w:p w14:paraId="32A9751B" w14:textId="79AE160C" w:rsidR="00D3418B" w:rsidRDefault="00D3418B">
      <w:pPr>
        <w:rPr>
          <w:rFonts w:ascii="Open Sans" w:hAnsi="Open Sans" w:cs="Open Sans"/>
          <w:sz w:val="18"/>
          <w:szCs w:val="18"/>
        </w:rPr>
      </w:pPr>
    </w:p>
    <w:p w14:paraId="2690C252" w14:textId="1A7B964A" w:rsidR="00D55F43" w:rsidRDefault="00D55F43">
      <w:pPr>
        <w:rPr>
          <w:rFonts w:ascii="Open Sans" w:hAnsi="Open Sans" w:cs="Open Sans"/>
          <w:sz w:val="18"/>
          <w:szCs w:val="18"/>
        </w:rPr>
      </w:pPr>
    </w:p>
    <w:p w14:paraId="124147D6" w14:textId="6D6DA3FF" w:rsidR="00D55F43" w:rsidRDefault="00D55F43">
      <w:pPr>
        <w:rPr>
          <w:rFonts w:ascii="Open Sans" w:hAnsi="Open Sans" w:cs="Open Sans"/>
          <w:sz w:val="18"/>
          <w:szCs w:val="18"/>
        </w:rPr>
      </w:pPr>
    </w:p>
    <w:p w14:paraId="223963E0" w14:textId="0EB95421" w:rsidR="00D55F43" w:rsidRDefault="00D55F43">
      <w:pPr>
        <w:rPr>
          <w:rFonts w:ascii="Open Sans" w:hAnsi="Open Sans" w:cs="Open Sans"/>
          <w:sz w:val="18"/>
          <w:szCs w:val="18"/>
        </w:rPr>
      </w:pPr>
    </w:p>
    <w:p w14:paraId="76DD41F6" w14:textId="2138819D" w:rsidR="00D55F43" w:rsidRDefault="00D55F43">
      <w:pPr>
        <w:rPr>
          <w:rFonts w:ascii="Open Sans" w:hAnsi="Open Sans" w:cs="Open Sans"/>
          <w:sz w:val="18"/>
          <w:szCs w:val="18"/>
        </w:rPr>
      </w:pPr>
    </w:p>
    <w:p w14:paraId="0FD138A2" w14:textId="77777777" w:rsidR="00D55F43" w:rsidRDefault="00D55F43">
      <w:pPr>
        <w:rPr>
          <w:rFonts w:ascii="Open Sans" w:hAnsi="Open Sans" w:cs="Open Sans"/>
          <w:sz w:val="18"/>
          <w:szCs w:val="18"/>
        </w:rPr>
      </w:pPr>
    </w:p>
    <w:p w14:paraId="182EECC0" w14:textId="563BF284" w:rsidR="00D3418B" w:rsidRDefault="00D3418B" w:rsidP="00D3418B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  <w:r w:rsidRPr="00D3418B"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  <w:t>Signature et cachet de la société</w:t>
      </w:r>
    </w:p>
    <w:p w14:paraId="54D38C3E" w14:textId="52B7FBA4" w:rsidR="00D55F43" w:rsidRDefault="00D55F43">
      <w:pPr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  <w:r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  <w:br w:type="page"/>
      </w:r>
    </w:p>
    <w:p w14:paraId="084A77FA" w14:textId="77777777" w:rsidR="00D55F43" w:rsidRPr="00F46859" w:rsidRDefault="00D55F43" w:rsidP="00D55F43">
      <w:pPr>
        <w:rPr>
          <w:rFonts w:ascii="Open Sans" w:hAnsi="Open Sans" w:cs="Open Sans"/>
          <w:b/>
          <w:sz w:val="18"/>
          <w:szCs w:val="22"/>
          <w:u w:val="single"/>
        </w:rPr>
      </w:pPr>
      <w:r>
        <w:rPr>
          <w:rFonts w:ascii="Open Sans" w:hAnsi="Open Sans" w:cs="Open Sans"/>
          <w:b/>
          <w:sz w:val="18"/>
          <w:szCs w:val="22"/>
          <w:u w:val="single"/>
        </w:rPr>
        <w:lastRenderedPageBreak/>
        <w:t>Lot N°3</w:t>
      </w:r>
      <w:r w:rsidRPr="00B31F3A">
        <w:rPr>
          <w:rFonts w:ascii="Open Sans" w:hAnsi="Open Sans" w:cs="Open Sans"/>
          <w:b/>
          <w:sz w:val="18"/>
          <w:szCs w:val="22"/>
          <w:u w:val="single"/>
        </w:rPr>
        <w:t xml:space="preserve"> </w:t>
      </w:r>
      <w:r w:rsidRPr="00F46859">
        <w:rPr>
          <w:rFonts w:ascii="Open Sans" w:hAnsi="Open Sans" w:cs="Open Sans"/>
          <w:b/>
          <w:sz w:val="18"/>
          <w:szCs w:val="22"/>
          <w:u w:val="single"/>
        </w:rPr>
        <w:t>Fourniture et livraison d’étiquettes autocollantes personnalisées</w:t>
      </w:r>
    </w:p>
    <w:p w14:paraId="2BE96FB6" w14:textId="77777777" w:rsidR="00D55F43" w:rsidRPr="006D0CC7" w:rsidRDefault="00D55F43" w:rsidP="00D55F43">
      <w:pPr>
        <w:widowControl w:val="0"/>
        <w:autoSpaceDE w:val="0"/>
        <w:autoSpaceDN w:val="0"/>
        <w:adjustRightInd w:val="0"/>
        <w:jc w:val="center"/>
        <w:rPr>
          <w:rFonts w:ascii="Open Sans" w:hAnsi="Open Sans" w:cs="Open Sans"/>
          <w:b/>
          <w:caps/>
          <w:color w:val="auto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3"/>
        <w:gridCol w:w="5783"/>
      </w:tblGrid>
      <w:tr w:rsidR="00D55F43" w:rsidRPr="006D0CC7" w14:paraId="60F32244" w14:textId="77777777" w:rsidTr="00F46859">
        <w:trPr>
          <w:trHeight w:val="523"/>
        </w:trPr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6F744E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caps/>
                <w:color w:val="auto"/>
                <w:sz w:val="18"/>
                <w:szCs w:val="18"/>
              </w:rPr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DB05A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aps/>
                <w:color w:val="auto"/>
                <w:sz w:val="18"/>
                <w:szCs w:val="18"/>
              </w:rPr>
              <w:t>Réponse du candidat</w:t>
            </w:r>
          </w:p>
        </w:tc>
      </w:tr>
      <w:tr w:rsidR="00D55F43" w:rsidRPr="006D0CC7" w14:paraId="1CAC0224" w14:textId="77777777" w:rsidTr="00F46859">
        <w:trPr>
          <w:trHeight w:val="667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68608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nom du fabricant des étiquettes proposées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0E05C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D55F43" w:rsidRPr="006D0CC7" w14:paraId="6AD5F0DD" w14:textId="77777777" w:rsidTr="00F46859">
        <w:trPr>
          <w:trHeight w:val="695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AD4F4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type de papier constituant les étiquettes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5F1F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D55F43" w:rsidRPr="006D0CC7" w14:paraId="3FA2FD0E" w14:textId="77777777" w:rsidTr="00F46859">
        <w:trPr>
          <w:trHeight w:val="701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64EDD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caractéristiques techniques</w:t>
            </w:r>
          </w:p>
          <w:p w14:paraId="378C4270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du papier en rapport avec les différentes conditions d’utilisation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8779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D55F43" w:rsidRPr="006D0CC7" w14:paraId="6F0F034C" w14:textId="77777777" w:rsidTr="00F46859"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2E297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Caractéristique technique de la colle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BB943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D55F43" w:rsidRPr="006D0CC7" w14:paraId="020C5C65" w14:textId="77777777" w:rsidTr="00F46859"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7126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information sur la tenue de la colle à</w:t>
            </w:r>
            <w:r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 :</w:t>
            </w:r>
          </w:p>
          <w:p w14:paraId="15478012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-</w:t>
            </w:r>
            <w:r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 xml:space="preserve">ENTRE </w:t>
            </w: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2</w:t>
            </w:r>
            <w:r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 xml:space="preserve"> et à 4</w:t>
            </w: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°C</w:t>
            </w:r>
          </w:p>
          <w:p w14:paraId="7308EE08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-à température ambiante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8B4A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D55F43" w:rsidRPr="006D0CC7" w14:paraId="064634E8" w14:textId="77777777" w:rsidTr="00F46859"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13F3F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-</w:t>
            </w: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présentation conditionnement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42256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D55F43" w:rsidRPr="006D0CC7" w14:paraId="48CE319A" w14:textId="77777777" w:rsidTr="00F46859"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85EE7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 xml:space="preserve">- délai de fabrication à compter de la mise en fabrication </w:t>
            </w:r>
            <w:r w:rsidRPr="006D0CC7">
              <w:rPr>
                <w:rFonts w:ascii="Open Sans" w:hAnsi="Open Sans" w:cs="Open Sans"/>
                <w:b/>
                <w:bCs/>
                <w:i/>
                <w:caps/>
                <w:color w:val="auto"/>
                <w:sz w:val="18"/>
                <w:szCs w:val="18"/>
              </w:rPr>
              <w:t>(détailler si nécessaire)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ADB8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D55F43" w:rsidRPr="006D0CC7" w14:paraId="17FE59AE" w14:textId="77777777" w:rsidTr="00F46859">
        <w:trPr>
          <w:trHeight w:val="1152"/>
        </w:trPr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1BEE8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 xml:space="preserve">- délai de livraison à compter de la date de réception de la commande </w:t>
            </w:r>
            <w:r w:rsidRPr="006D0CC7">
              <w:rPr>
                <w:rFonts w:ascii="Open Sans" w:hAnsi="Open Sans" w:cs="Open Sans"/>
                <w:b/>
                <w:bCs/>
                <w:i/>
                <w:caps/>
                <w:color w:val="auto"/>
                <w:sz w:val="18"/>
                <w:szCs w:val="18"/>
              </w:rPr>
              <w:t>(détailler si nécessaire)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9B94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  <w:tr w:rsidR="00D55F43" w:rsidRPr="006D0CC7" w14:paraId="2EC7DCF1" w14:textId="77777777" w:rsidTr="00F46859"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24AE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iCs/>
                <w:caps/>
                <w:color w:val="auto"/>
                <w:sz w:val="18"/>
                <w:szCs w:val="18"/>
              </w:rPr>
              <w:t>- maintien d’un stock dans les locaux du candidat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117" w14:textId="77777777" w:rsidR="00D55F43" w:rsidRPr="006D0CC7" w:rsidRDefault="00D55F43" w:rsidP="00F468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Open Sans" w:hAnsi="Open Sans" w:cs="Open Sans"/>
                <w:b/>
                <w:bCs/>
                <w:iCs/>
                <w:caps/>
                <w:color w:val="auto"/>
                <w:sz w:val="18"/>
                <w:szCs w:val="18"/>
              </w:rPr>
            </w:pPr>
          </w:p>
        </w:tc>
      </w:tr>
    </w:tbl>
    <w:p w14:paraId="773DA99A" w14:textId="0B917CB2" w:rsidR="00D55F43" w:rsidRDefault="00D55F43" w:rsidP="00D3418B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</w:p>
    <w:p w14:paraId="67697C2C" w14:textId="77777777" w:rsidR="00D55F43" w:rsidRDefault="00D55F43" w:rsidP="00D3418B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</w:p>
    <w:p w14:paraId="7489CEF7" w14:textId="74EFE668" w:rsidR="00D55F43" w:rsidRDefault="00D55F43" w:rsidP="00D3418B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</w:p>
    <w:tbl>
      <w:tblPr>
        <w:tblW w:w="968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thickThinLargeGap" w:sz="6" w:space="0" w:color="000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8"/>
        <w:gridCol w:w="4961"/>
      </w:tblGrid>
      <w:tr w:rsidR="00D55F43" w:rsidRPr="006D0CC7" w14:paraId="5E61979D" w14:textId="77777777" w:rsidTr="00F46859">
        <w:tc>
          <w:tcPr>
            <w:tcW w:w="4728" w:type="dxa"/>
            <w:shd w:val="pct20" w:color="auto" w:fill="auto"/>
            <w:vAlign w:val="center"/>
          </w:tcPr>
          <w:p w14:paraId="396C3143" w14:textId="77777777" w:rsidR="00D55F43" w:rsidRPr="006D0CC7" w:rsidRDefault="00D55F43" w:rsidP="00F46859">
            <w:pPr>
              <w:pStyle w:val="Pieddepage"/>
              <w:jc w:val="left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 xml:space="preserve">Coordonnées et renseignements sur le candidat </w:t>
            </w:r>
          </w:p>
        </w:tc>
        <w:tc>
          <w:tcPr>
            <w:tcW w:w="4961" w:type="dxa"/>
            <w:shd w:val="pct20" w:color="auto" w:fill="auto"/>
          </w:tcPr>
          <w:p w14:paraId="06AAB800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sz w:val="18"/>
                <w:szCs w:val="18"/>
              </w:rPr>
              <w:t>Réponse du candidat</w:t>
            </w: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 xml:space="preserve"> </w:t>
            </w:r>
          </w:p>
        </w:tc>
      </w:tr>
      <w:tr w:rsidR="00D55F43" w:rsidRPr="006D0CC7" w14:paraId="4548B745" w14:textId="77777777" w:rsidTr="00F46859">
        <w:tc>
          <w:tcPr>
            <w:tcW w:w="4728" w:type="dxa"/>
            <w:vAlign w:val="center"/>
          </w:tcPr>
          <w:p w14:paraId="6102440A" w14:textId="77777777" w:rsidR="00D55F43" w:rsidRPr="006D0CC7" w:rsidRDefault="00D55F43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2EF923F4" w14:textId="77777777" w:rsidR="00D55F43" w:rsidRPr="006D0CC7" w:rsidRDefault="00D55F43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Interlocuteur(s) dédié(s) au suivi des commandes, livraisons, facturation et réclamations :</w:t>
            </w:r>
          </w:p>
          <w:p w14:paraId="26E505D5" w14:textId="77777777" w:rsidR="00D55F43" w:rsidRPr="006D0CC7" w:rsidRDefault="00D55F43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3B1D8D14" w14:textId="77777777" w:rsidR="00D55F43" w:rsidRPr="006D0CC7" w:rsidRDefault="00D55F43" w:rsidP="00F46859">
            <w:pPr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Contacts : téléphone, fax, adresse électronique </w:t>
            </w:r>
          </w:p>
          <w:p w14:paraId="77BA03CA" w14:textId="77777777" w:rsidR="00D55F43" w:rsidRPr="006D0CC7" w:rsidRDefault="00D55F43" w:rsidP="00F46859">
            <w:pPr>
              <w:pStyle w:val="Pieddepage"/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4961" w:type="dxa"/>
          </w:tcPr>
          <w:p w14:paraId="3630602F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78E6B207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</w:tr>
      <w:tr w:rsidR="00D55F43" w:rsidRPr="006D0CC7" w14:paraId="24C101E8" w14:textId="77777777" w:rsidTr="00F46859">
        <w:tc>
          <w:tcPr>
            <w:tcW w:w="4728" w:type="dxa"/>
            <w:vAlign w:val="center"/>
          </w:tcPr>
          <w:p w14:paraId="11ABAE4E" w14:textId="77777777" w:rsidR="00D55F43" w:rsidRPr="006D0CC7" w:rsidRDefault="00D55F43" w:rsidP="00F46859">
            <w:pPr>
              <w:pStyle w:val="Pieddepage"/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Périodes de congés annuels :</w:t>
            </w:r>
          </w:p>
        </w:tc>
        <w:tc>
          <w:tcPr>
            <w:tcW w:w="4961" w:type="dxa"/>
          </w:tcPr>
          <w:p w14:paraId="024AB0D2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066E0A89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4696DD9F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</w:t>
            </w:r>
          </w:p>
        </w:tc>
      </w:tr>
    </w:tbl>
    <w:p w14:paraId="1B72F414" w14:textId="6D6841AC" w:rsidR="00D55F43" w:rsidRDefault="00D55F43" w:rsidP="00D55F43">
      <w:pPr>
        <w:rPr>
          <w:rFonts w:ascii="Open Sans" w:hAnsi="Open Sans" w:cs="Open Sans"/>
          <w:sz w:val="18"/>
          <w:szCs w:val="18"/>
        </w:rPr>
      </w:pPr>
    </w:p>
    <w:p w14:paraId="53AC639C" w14:textId="77777777" w:rsidR="00D55F43" w:rsidRDefault="00D55F43">
      <w:pPr>
        <w:jc w:val="left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br w:type="page"/>
      </w:r>
    </w:p>
    <w:p w14:paraId="34E5C2A0" w14:textId="77777777" w:rsidR="00D55F43" w:rsidRPr="006D0CC7" w:rsidRDefault="00D55F43" w:rsidP="00D55F43">
      <w:pPr>
        <w:rPr>
          <w:rFonts w:ascii="Open Sans" w:hAnsi="Open Sans" w:cs="Open Sans"/>
          <w:sz w:val="18"/>
          <w:szCs w:val="18"/>
        </w:rPr>
      </w:pPr>
    </w:p>
    <w:p w14:paraId="240A7218" w14:textId="77777777" w:rsidR="00D55F43" w:rsidRPr="006D0CC7" w:rsidRDefault="00D55F43" w:rsidP="00D55F43">
      <w:pPr>
        <w:rPr>
          <w:rFonts w:ascii="Open Sans" w:hAnsi="Open Sans" w:cs="Open Sans"/>
          <w:color w:val="auto"/>
          <w:sz w:val="18"/>
          <w:szCs w:val="18"/>
        </w:rPr>
      </w:pPr>
    </w:p>
    <w:tbl>
      <w:tblPr>
        <w:tblW w:w="9623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thickThinLargeGap" w:sz="6" w:space="0" w:color="000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4661"/>
        <w:gridCol w:w="2569"/>
      </w:tblGrid>
      <w:tr w:rsidR="00D55F43" w:rsidRPr="006D0CC7" w14:paraId="3F960FA0" w14:textId="77777777" w:rsidTr="00F46859">
        <w:tc>
          <w:tcPr>
            <w:tcW w:w="2393" w:type="dxa"/>
            <w:shd w:val="pct20" w:color="auto" w:fill="auto"/>
            <w:vAlign w:val="center"/>
          </w:tcPr>
          <w:p w14:paraId="3FC7B97E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Eléments du dossier technique</w:t>
            </w:r>
          </w:p>
        </w:tc>
        <w:tc>
          <w:tcPr>
            <w:tcW w:w="4661" w:type="dxa"/>
            <w:shd w:val="pct20" w:color="auto" w:fill="auto"/>
          </w:tcPr>
          <w:p w14:paraId="6C23E825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Précisions demandées</w:t>
            </w:r>
          </w:p>
        </w:tc>
        <w:tc>
          <w:tcPr>
            <w:tcW w:w="2569" w:type="dxa"/>
            <w:shd w:val="pct20" w:color="auto" w:fill="auto"/>
          </w:tcPr>
          <w:p w14:paraId="388DB752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Réponse</w:t>
            </w:r>
          </w:p>
          <w:p w14:paraId="2FBEA393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</w:p>
        </w:tc>
      </w:tr>
      <w:tr w:rsidR="00D55F43" w:rsidRPr="006D0CC7" w14:paraId="1E839E7B" w14:textId="77777777" w:rsidTr="00F46859">
        <w:tc>
          <w:tcPr>
            <w:tcW w:w="2393" w:type="dxa"/>
            <w:vAlign w:val="center"/>
          </w:tcPr>
          <w:p w14:paraId="7AE24311" w14:textId="77777777" w:rsidR="00D55F43" w:rsidRPr="006D0CC7" w:rsidRDefault="00D55F43" w:rsidP="00F46859">
            <w:pPr>
              <w:pStyle w:val="Pieddepage"/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Qualité de l’organisation des livraisons</w:t>
            </w:r>
          </w:p>
        </w:tc>
        <w:tc>
          <w:tcPr>
            <w:tcW w:w="4661" w:type="dxa"/>
          </w:tcPr>
          <w:p w14:paraId="5533CA20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3EDE1DA5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Fournir les moyens mis en œuvre pour assurer un service de livraison de qualité </w:t>
            </w:r>
          </w:p>
          <w:p w14:paraId="6A240B9F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03DEB3F3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Délais de livraison et moyens mis en place pour remédier aux potentiels retards ? </w:t>
            </w:r>
          </w:p>
          <w:p w14:paraId="11AA14F2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  <w:tc>
          <w:tcPr>
            <w:tcW w:w="2569" w:type="dxa"/>
          </w:tcPr>
          <w:p w14:paraId="44F24D13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</w:tr>
      <w:tr w:rsidR="00D55F43" w:rsidRPr="006D0CC7" w14:paraId="3C3286CA" w14:textId="77777777" w:rsidTr="00F46859">
        <w:tc>
          <w:tcPr>
            <w:tcW w:w="2393" w:type="dxa"/>
            <w:vAlign w:val="center"/>
          </w:tcPr>
          <w:p w14:paraId="3A63A096" w14:textId="77777777" w:rsidR="00D55F43" w:rsidRPr="006D0CC7" w:rsidRDefault="00D55F43" w:rsidP="00F46859">
            <w:pPr>
              <w:pStyle w:val="Pieddepage"/>
              <w:jc w:val="left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Implication du candidat dans le développement durable au niveau des produits proposés</w:t>
            </w:r>
          </w:p>
        </w:tc>
        <w:tc>
          <w:tcPr>
            <w:tcW w:w="4661" w:type="dxa"/>
          </w:tcPr>
          <w:p w14:paraId="1B147469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7AC2926B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1-Les produits proposés pour le présent marché sont-ils labellisés PEFC ou FSC ?</w:t>
            </w:r>
          </w:p>
          <w:p w14:paraId="15780E81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39D1399D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Existe-t-il une politique :</w:t>
            </w:r>
          </w:p>
          <w:p w14:paraId="2A9C1234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2- de réduction des matières premières,</w:t>
            </w:r>
          </w:p>
          <w:p w14:paraId="40732A62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3- de réduction des emballages </w:t>
            </w:r>
          </w:p>
          <w:p w14:paraId="1D2DD51C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4- d’utilisation de produits moins polluants pour les produits objets du marché ?</w:t>
            </w:r>
          </w:p>
          <w:p w14:paraId="02554F0B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Si oui, décrire les moyens mis en œuvre.  </w:t>
            </w:r>
          </w:p>
          <w:p w14:paraId="1DC6117F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  <w:p w14:paraId="5299E6F7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>5- Le transport des produits proposés est –il respectueux de l’environnement ? Si oui, le décrire.</w:t>
            </w:r>
          </w:p>
          <w:p w14:paraId="753E7A8D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 w:rsidRPr="006D0CC7">
              <w:rPr>
                <w:rFonts w:ascii="Open Sans" w:hAnsi="Open Sans" w:cs="Open Sans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2569" w:type="dxa"/>
          </w:tcPr>
          <w:p w14:paraId="78F077D8" w14:textId="77777777" w:rsidR="00D55F43" w:rsidRPr="006D0CC7" w:rsidRDefault="00D55F43" w:rsidP="00F46859">
            <w:pPr>
              <w:pStyle w:val="Pieddepage"/>
              <w:jc w:val="both"/>
              <w:rPr>
                <w:rFonts w:ascii="Open Sans" w:hAnsi="Open Sans" w:cs="Open Sans"/>
                <w:color w:val="auto"/>
                <w:sz w:val="18"/>
                <w:szCs w:val="18"/>
              </w:rPr>
            </w:pPr>
          </w:p>
        </w:tc>
      </w:tr>
    </w:tbl>
    <w:p w14:paraId="32672110" w14:textId="7969CDD1" w:rsidR="00D55F43" w:rsidRDefault="00D55F43" w:rsidP="00D3418B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</w:p>
    <w:p w14:paraId="6B09D458" w14:textId="732412E6" w:rsidR="00D55F43" w:rsidRDefault="00D55F43" w:rsidP="00D3418B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</w:p>
    <w:p w14:paraId="49F60727" w14:textId="7E7D37E9" w:rsidR="00D55F43" w:rsidRDefault="00D55F43" w:rsidP="00D3418B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</w:p>
    <w:p w14:paraId="24D6D032" w14:textId="5FFDCD07" w:rsidR="00D55F43" w:rsidRDefault="00D55F43" w:rsidP="00D3418B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</w:p>
    <w:p w14:paraId="26AF6E98" w14:textId="177648E4" w:rsidR="00D55F43" w:rsidRDefault="00D55F43" w:rsidP="00D3418B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</w:p>
    <w:p w14:paraId="2FD717EA" w14:textId="69BD319D" w:rsidR="00D55F43" w:rsidRDefault="00D55F43" w:rsidP="00D3418B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</w:p>
    <w:p w14:paraId="1A254A6D" w14:textId="23A4EAC7" w:rsidR="00D55F43" w:rsidRDefault="00D55F43" w:rsidP="00D3418B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</w:p>
    <w:p w14:paraId="08CF8A18" w14:textId="1CF17E3B" w:rsidR="00D55F43" w:rsidRDefault="00D55F43" w:rsidP="00D3418B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</w:p>
    <w:p w14:paraId="77846A28" w14:textId="2DE980BC" w:rsidR="00D55F43" w:rsidRDefault="00D55F43" w:rsidP="00D3418B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</w:p>
    <w:p w14:paraId="71FC7E0A" w14:textId="7E7C4C5A" w:rsidR="00D55F43" w:rsidRDefault="00D55F43" w:rsidP="00D3418B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</w:p>
    <w:p w14:paraId="5D0B0A28" w14:textId="77777777" w:rsidR="00D55F43" w:rsidRDefault="00D55F43" w:rsidP="00D3418B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</w:p>
    <w:p w14:paraId="0D385A41" w14:textId="77777777" w:rsidR="00D55F43" w:rsidRDefault="00D55F43" w:rsidP="00D55F43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  <w:r w:rsidRPr="00D3418B"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  <w:t>Signature et cachet de la société</w:t>
      </w:r>
    </w:p>
    <w:p w14:paraId="56D765DA" w14:textId="77777777" w:rsidR="00D55F43" w:rsidRPr="00D3418B" w:rsidRDefault="00D55F43" w:rsidP="00D3418B">
      <w:pPr>
        <w:widowControl w:val="0"/>
        <w:autoSpaceDE w:val="0"/>
        <w:autoSpaceDN w:val="0"/>
        <w:adjustRightInd w:val="0"/>
        <w:jc w:val="left"/>
        <w:rPr>
          <w:rFonts w:ascii="Open Sans" w:eastAsia="Arial Unicode MS" w:hAnsi="Open Sans" w:cs="Open Sans"/>
          <w:b/>
          <w:bCs/>
          <w:iCs/>
          <w:color w:val="auto"/>
          <w:sz w:val="18"/>
          <w:szCs w:val="18"/>
          <w:u w:val="single"/>
        </w:rPr>
      </w:pPr>
    </w:p>
    <w:sectPr w:rsidR="00D55F43" w:rsidRPr="00D3418B">
      <w:pgSz w:w="11907" w:h="16840" w:code="9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804A5" w14:textId="77777777" w:rsidR="009A43DA" w:rsidRDefault="009A43DA">
      <w:r>
        <w:separator/>
      </w:r>
    </w:p>
  </w:endnote>
  <w:endnote w:type="continuationSeparator" w:id="0">
    <w:p w14:paraId="3AB5D8D6" w14:textId="77777777" w:rsidR="009A43DA" w:rsidRDefault="009A4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7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5935"/>
      <w:gridCol w:w="2145"/>
    </w:tblGrid>
    <w:tr w:rsidR="009A43DA" w:rsidRPr="002B272C" w14:paraId="2E77C889" w14:textId="77777777" w:rsidTr="009B0810">
      <w:trPr>
        <w:trHeight w:val="412"/>
      </w:trPr>
      <w:tc>
        <w:tcPr>
          <w:tcW w:w="1560" w:type="dxa"/>
        </w:tcPr>
        <w:p w14:paraId="06E9AF6E" w14:textId="77777777" w:rsidR="009A43DA" w:rsidRPr="00F80B70" w:rsidRDefault="009A43DA" w:rsidP="009B0810">
          <w:pPr>
            <w:pStyle w:val="Pieddepage"/>
            <w:ind w:left="166"/>
            <w:rPr>
              <w:rFonts w:ascii="Open Sans" w:hAnsi="Open Sans" w:cs="Open Sans"/>
              <w:sz w:val="18"/>
              <w:lang w:val="en-GB"/>
            </w:rPr>
          </w:pPr>
          <w:r w:rsidRPr="00F80B70">
            <w:rPr>
              <w:rFonts w:ascii="Open Sans" w:hAnsi="Open Sans" w:cs="Open Sans"/>
              <w:sz w:val="18"/>
              <w:lang w:val="en-GB"/>
            </w:rPr>
            <w:t>A.P.-H.P.</w:t>
          </w:r>
        </w:p>
      </w:tc>
      <w:tc>
        <w:tcPr>
          <w:tcW w:w="5935" w:type="dxa"/>
        </w:tcPr>
        <w:p w14:paraId="4DFBC97B" w14:textId="26FE58E5" w:rsidR="009A43DA" w:rsidRPr="00F80B70" w:rsidRDefault="009A43DA" w:rsidP="00304C75">
          <w:pPr>
            <w:pStyle w:val="Pieddepage"/>
            <w:rPr>
              <w:rFonts w:ascii="Open Sans" w:hAnsi="Open Sans" w:cs="Open Sans"/>
              <w:sz w:val="18"/>
            </w:rPr>
          </w:pPr>
          <w:r>
            <w:rPr>
              <w:rFonts w:ascii="Open Sans" w:hAnsi="Open Sans" w:cs="Open Sans"/>
              <w:sz w:val="18"/>
            </w:rPr>
            <w:t>Consultation n° 2</w:t>
          </w:r>
          <w:r w:rsidR="00D92DBF">
            <w:rPr>
              <w:rFonts w:ascii="Open Sans" w:hAnsi="Open Sans" w:cs="Open Sans"/>
              <w:sz w:val="18"/>
            </w:rPr>
            <w:t>5</w:t>
          </w:r>
          <w:r>
            <w:rPr>
              <w:rFonts w:ascii="Open Sans" w:hAnsi="Open Sans" w:cs="Open Sans"/>
              <w:sz w:val="18"/>
            </w:rPr>
            <w:t>/0</w:t>
          </w:r>
          <w:r w:rsidR="00D92DBF">
            <w:rPr>
              <w:rFonts w:ascii="Open Sans" w:hAnsi="Open Sans" w:cs="Open Sans"/>
              <w:sz w:val="18"/>
            </w:rPr>
            <w:t>39</w:t>
          </w:r>
        </w:p>
      </w:tc>
      <w:tc>
        <w:tcPr>
          <w:tcW w:w="2145" w:type="dxa"/>
        </w:tcPr>
        <w:p w14:paraId="4F6D4834" w14:textId="77777777" w:rsidR="009A43DA" w:rsidRPr="00F80B70" w:rsidRDefault="009A43DA">
          <w:pPr>
            <w:pStyle w:val="Pieddepage"/>
            <w:rPr>
              <w:rFonts w:ascii="Open Sans" w:hAnsi="Open Sans" w:cs="Open Sans"/>
              <w:color w:val="FF0000"/>
              <w:sz w:val="18"/>
              <w:lang w:val="en-GB"/>
            </w:rPr>
          </w:pPr>
          <w:r w:rsidRPr="00F80B70">
            <w:rPr>
              <w:rFonts w:ascii="Open Sans" w:hAnsi="Open Sans" w:cs="Open Sans"/>
              <w:color w:val="auto"/>
              <w:sz w:val="18"/>
              <w:lang w:val="en-GB"/>
            </w:rPr>
            <w:t>ACHAT</w:t>
          </w:r>
        </w:p>
      </w:tc>
    </w:tr>
    <w:tr w:rsidR="009A43DA" w:rsidRPr="002B272C" w14:paraId="28592F5E" w14:textId="77777777" w:rsidTr="009B0810">
      <w:trPr>
        <w:trHeight w:val="282"/>
      </w:trPr>
      <w:tc>
        <w:tcPr>
          <w:tcW w:w="1560" w:type="dxa"/>
        </w:tcPr>
        <w:p w14:paraId="4454FAD9" w14:textId="21B877BC" w:rsidR="009A43DA" w:rsidRPr="00F80B70" w:rsidRDefault="009A43DA" w:rsidP="009378A5">
          <w:pPr>
            <w:pStyle w:val="Pieddepage"/>
            <w:rPr>
              <w:rFonts w:ascii="Open Sans" w:hAnsi="Open Sans" w:cs="Open Sans"/>
              <w:sz w:val="18"/>
            </w:rPr>
          </w:pPr>
          <w:r w:rsidRPr="00F80B70">
            <w:rPr>
              <w:rFonts w:ascii="Open Sans" w:hAnsi="Open Sans" w:cs="Open Sans"/>
              <w:sz w:val="18"/>
            </w:rPr>
            <w:t>CCTP.2</w:t>
          </w:r>
        </w:p>
        <w:p w14:paraId="0B2830D3" w14:textId="28492E63" w:rsidR="009A43DA" w:rsidRPr="00F80B70" w:rsidRDefault="009A43DA" w:rsidP="00F309BD">
          <w:pPr>
            <w:pStyle w:val="Pieddepage"/>
            <w:rPr>
              <w:rFonts w:ascii="Open Sans" w:hAnsi="Open Sans" w:cs="Open Sans"/>
              <w:sz w:val="18"/>
            </w:rPr>
          </w:pPr>
          <w:r w:rsidRPr="00F80B70">
            <w:rPr>
              <w:rFonts w:ascii="Open Sans" w:hAnsi="Open Sans" w:cs="Open Sans"/>
              <w:sz w:val="18"/>
            </w:rPr>
            <w:t>1</w:t>
          </w:r>
          <w:r>
            <w:rPr>
              <w:rFonts w:ascii="Open Sans" w:hAnsi="Open Sans" w:cs="Open Sans"/>
              <w:sz w:val="18"/>
            </w:rPr>
            <w:t>5/09/2021</w:t>
          </w:r>
        </w:p>
      </w:tc>
      <w:tc>
        <w:tcPr>
          <w:tcW w:w="5935" w:type="dxa"/>
        </w:tcPr>
        <w:p w14:paraId="1FE5C7E6" w14:textId="487638BF" w:rsidR="009A43DA" w:rsidRPr="00F80B70" w:rsidRDefault="009A43DA" w:rsidP="000E2A13">
          <w:pPr>
            <w:pStyle w:val="Pieddepage"/>
            <w:rPr>
              <w:rFonts w:ascii="Open Sans" w:hAnsi="Open Sans" w:cs="Open Sans"/>
              <w:sz w:val="18"/>
            </w:rPr>
          </w:pPr>
          <w:r>
            <w:rPr>
              <w:rFonts w:ascii="Open Sans" w:hAnsi="Open Sans" w:cs="Open Sans"/>
              <w:sz w:val="18"/>
            </w:rPr>
            <w:t>Dernière mise à jour du </w:t>
          </w:r>
          <w:r w:rsidR="00D92DBF">
            <w:rPr>
              <w:rFonts w:ascii="Open Sans" w:hAnsi="Open Sans" w:cs="Open Sans"/>
              <w:sz w:val="18"/>
            </w:rPr>
            <w:fldChar w:fldCharType="begin"/>
          </w:r>
          <w:r w:rsidR="00D92DBF">
            <w:rPr>
              <w:rFonts w:ascii="Open Sans" w:hAnsi="Open Sans" w:cs="Open Sans"/>
              <w:sz w:val="18"/>
            </w:rPr>
            <w:instrText xml:space="preserve"> TIME \@ "dd/MM/yyyy" </w:instrText>
          </w:r>
          <w:r w:rsidR="00D92DBF">
            <w:rPr>
              <w:rFonts w:ascii="Open Sans" w:hAnsi="Open Sans" w:cs="Open Sans"/>
              <w:sz w:val="18"/>
            </w:rPr>
            <w:fldChar w:fldCharType="separate"/>
          </w:r>
          <w:r w:rsidR="00565968">
            <w:rPr>
              <w:rFonts w:ascii="Open Sans" w:hAnsi="Open Sans" w:cs="Open Sans"/>
              <w:noProof/>
              <w:sz w:val="18"/>
            </w:rPr>
            <w:t>18/06/2025</w:t>
          </w:r>
          <w:r w:rsidR="00D92DBF">
            <w:rPr>
              <w:rFonts w:ascii="Open Sans" w:hAnsi="Open Sans" w:cs="Open Sans"/>
              <w:sz w:val="18"/>
            </w:rPr>
            <w:fldChar w:fldCharType="end"/>
          </w:r>
          <w:r w:rsidR="00D92DBF" w:rsidRPr="00F80B70">
            <w:rPr>
              <w:rFonts w:ascii="Open Sans" w:hAnsi="Open Sans" w:cs="Open Sans"/>
              <w:sz w:val="18"/>
            </w:rPr>
            <w:t xml:space="preserve"> </w:t>
          </w:r>
        </w:p>
      </w:tc>
      <w:tc>
        <w:tcPr>
          <w:tcW w:w="2145" w:type="dxa"/>
        </w:tcPr>
        <w:p w14:paraId="4D3293B4" w14:textId="6B07300E" w:rsidR="009A43DA" w:rsidRPr="00F80B70" w:rsidRDefault="009A43DA">
          <w:pPr>
            <w:pStyle w:val="Pieddepage"/>
            <w:rPr>
              <w:rFonts w:ascii="Open Sans" w:hAnsi="Open Sans" w:cs="Open Sans"/>
              <w:sz w:val="18"/>
            </w:rPr>
          </w:pPr>
          <w:r w:rsidRPr="00F80B70">
            <w:rPr>
              <w:rFonts w:ascii="Open Sans" w:hAnsi="Open Sans" w:cs="Open Sans"/>
              <w:sz w:val="18"/>
            </w:rPr>
            <w:fldChar w:fldCharType="begin"/>
          </w:r>
          <w:r w:rsidRPr="00F80B70">
            <w:rPr>
              <w:rFonts w:ascii="Open Sans" w:hAnsi="Open Sans" w:cs="Open Sans"/>
              <w:sz w:val="18"/>
            </w:rPr>
            <w:instrText xml:space="preserve"> PAGE </w:instrText>
          </w:r>
          <w:r w:rsidRPr="00F80B70">
            <w:rPr>
              <w:rFonts w:ascii="Open Sans" w:hAnsi="Open Sans" w:cs="Open Sans"/>
              <w:sz w:val="18"/>
            </w:rPr>
            <w:fldChar w:fldCharType="separate"/>
          </w:r>
          <w:r w:rsidR="00E66464">
            <w:rPr>
              <w:rFonts w:ascii="Open Sans" w:hAnsi="Open Sans" w:cs="Open Sans"/>
              <w:noProof/>
              <w:sz w:val="18"/>
            </w:rPr>
            <w:t>3</w:t>
          </w:r>
          <w:r w:rsidRPr="00F80B70">
            <w:rPr>
              <w:rFonts w:ascii="Open Sans" w:hAnsi="Open Sans" w:cs="Open Sans"/>
              <w:sz w:val="18"/>
            </w:rPr>
            <w:fldChar w:fldCharType="end"/>
          </w:r>
          <w:r w:rsidRPr="00F80B70">
            <w:rPr>
              <w:rFonts w:ascii="Open Sans" w:hAnsi="Open Sans" w:cs="Open Sans"/>
              <w:sz w:val="18"/>
            </w:rPr>
            <w:t xml:space="preserve"> / </w:t>
          </w:r>
          <w:r w:rsidRPr="00F80B70">
            <w:rPr>
              <w:rStyle w:val="Numrodepage"/>
              <w:rFonts w:ascii="Open Sans" w:hAnsi="Open Sans" w:cs="Open Sans"/>
              <w:sz w:val="18"/>
            </w:rPr>
            <w:fldChar w:fldCharType="begin"/>
          </w:r>
          <w:r w:rsidRPr="00F80B70">
            <w:rPr>
              <w:rStyle w:val="Numrodepage"/>
              <w:rFonts w:ascii="Open Sans" w:hAnsi="Open Sans" w:cs="Open Sans"/>
              <w:sz w:val="18"/>
            </w:rPr>
            <w:instrText xml:space="preserve"> NUMPAGES </w:instrText>
          </w:r>
          <w:r w:rsidRPr="00F80B70">
            <w:rPr>
              <w:rStyle w:val="Numrodepage"/>
              <w:rFonts w:ascii="Open Sans" w:hAnsi="Open Sans" w:cs="Open Sans"/>
              <w:sz w:val="18"/>
            </w:rPr>
            <w:fldChar w:fldCharType="separate"/>
          </w:r>
          <w:r w:rsidR="00E66464">
            <w:rPr>
              <w:rStyle w:val="Numrodepage"/>
              <w:rFonts w:ascii="Open Sans" w:hAnsi="Open Sans" w:cs="Open Sans"/>
              <w:noProof/>
              <w:sz w:val="18"/>
            </w:rPr>
            <w:t>13</w:t>
          </w:r>
          <w:r w:rsidRPr="00F80B70">
            <w:rPr>
              <w:rStyle w:val="Numrodepage"/>
              <w:rFonts w:ascii="Open Sans" w:hAnsi="Open Sans" w:cs="Open Sans"/>
              <w:sz w:val="18"/>
            </w:rPr>
            <w:fldChar w:fldCharType="end"/>
          </w:r>
        </w:p>
      </w:tc>
    </w:tr>
  </w:tbl>
  <w:p w14:paraId="007AEDDD" w14:textId="77777777" w:rsidR="009A43DA" w:rsidRDefault="009A43DA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2B661" w14:textId="77777777" w:rsidR="009A43DA" w:rsidRDefault="009A43DA">
      <w:r>
        <w:separator/>
      </w:r>
    </w:p>
  </w:footnote>
  <w:footnote w:type="continuationSeparator" w:id="0">
    <w:p w14:paraId="23B76B9D" w14:textId="77777777" w:rsidR="009A43DA" w:rsidRDefault="009A43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83F28"/>
    <w:multiLevelType w:val="hybridMultilevel"/>
    <w:tmpl w:val="E8B2B350"/>
    <w:lvl w:ilvl="0" w:tplc="9CBECF00">
      <w:start w:val="3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37AB0"/>
    <w:multiLevelType w:val="multilevel"/>
    <w:tmpl w:val="D032C324"/>
    <w:lvl w:ilvl="0">
      <w:start w:val="1"/>
      <w:numFmt w:val="upperRoman"/>
      <w:suff w:val="space"/>
      <w:lvlText w:val="%1)"/>
      <w:lvlJc w:val="left"/>
      <w:pPr>
        <w:ind w:left="432" w:hanging="432"/>
      </w:pPr>
    </w:lvl>
    <w:lvl w:ilvl="1">
      <w:start w:val="1"/>
      <w:numFmt w:val="decimal"/>
      <w:lvlRestart w:val="0"/>
      <w:suff w:val="space"/>
      <w:lvlText w:val="ARTICLE %2:"/>
      <w:lvlJc w:val="left"/>
      <w:pPr>
        <w:ind w:left="576" w:hanging="576"/>
      </w:pPr>
    </w:lvl>
    <w:lvl w:ilvl="2">
      <w:start w:val="1"/>
      <w:numFmt w:val="decimal"/>
      <w:lvlText w:val="%2.%3: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30F4852"/>
    <w:multiLevelType w:val="hybridMultilevel"/>
    <w:tmpl w:val="00B434D0"/>
    <w:lvl w:ilvl="0" w:tplc="E132DCB8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9A6922"/>
    <w:multiLevelType w:val="hybridMultilevel"/>
    <w:tmpl w:val="02F2782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A053B"/>
    <w:multiLevelType w:val="hybridMultilevel"/>
    <w:tmpl w:val="B210B1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F7A52"/>
    <w:multiLevelType w:val="hybridMultilevel"/>
    <w:tmpl w:val="E6D658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44475B"/>
    <w:multiLevelType w:val="hybridMultilevel"/>
    <w:tmpl w:val="B042503A"/>
    <w:lvl w:ilvl="0" w:tplc="938268D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214E5F"/>
    <w:multiLevelType w:val="hybridMultilevel"/>
    <w:tmpl w:val="D2EC30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34DEC"/>
    <w:multiLevelType w:val="hybridMultilevel"/>
    <w:tmpl w:val="078250A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2630555"/>
    <w:multiLevelType w:val="hybridMultilevel"/>
    <w:tmpl w:val="61266330"/>
    <w:lvl w:ilvl="0" w:tplc="040C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7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</w:num>
  <w:num w:numId="9">
    <w:abstractNumId w:val="4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BD4"/>
    <w:rsid w:val="000143DB"/>
    <w:rsid w:val="00016006"/>
    <w:rsid w:val="00017A72"/>
    <w:rsid w:val="000200DD"/>
    <w:rsid w:val="00034813"/>
    <w:rsid w:val="00036818"/>
    <w:rsid w:val="00036DF2"/>
    <w:rsid w:val="0005733B"/>
    <w:rsid w:val="000636DC"/>
    <w:rsid w:val="00065C34"/>
    <w:rsid w:val="0007170B"/>
    <w:rsid w:val="000736D2"/>
    <w:rsid w:val="00084BD4"/>
    <w:rsid w:val="0008711A"/>
    <w:rsid w:val="00092623"/>
    <w:rsid w:val="000E226B"/>
    <w:rsid w:val="000E2A13"/>
    <w:rsid w:val="000F5222"/>
    <w:rsid w:val="001014A2"/>
    <w:rsid w:val="00101ED7"/>
    <w:rsid w:val="00102030"/>
    <w:rsid w:val="0011561B"/>
    <w:rsid w:val="00145255"/>
    <w:rsid w:val="00147B81"/>
    <w:rsid w:val="00147E86"/>
    <w:rsid w:val="001659BD"/>
    <w:rsid w:val="00171321"/>
    <w:rsid w:val="001733D4"/>
    <w:rsid w:val="00183256"/>
    <w:rsid w:val="001B211D"/>
    <w:rsid w:val="001B57B6"/>
    <w:rsid w:val="001B660A"/>
    <w:rsid w:val="001C119C"/>
    <w:rsid w:val="001C702F"/>
    <w:rsid w:val="0020071A"/>
    <w:rsid w:val="00200BA3"/>
    <w:rsid w:val="00210D35"/>
    <w:rsid w:val="0022109B"/>
    <w:rsid w:val="00227BDB"/>
    <w:rsid w:val="00231385"/>
    <w:rsid w:val="00236EDB"/>
    <w:rsid w:val="00240935"/>
    <w:rsid w:val="002476C7"/>
    <w:rsid w:val="00250873"/>
    <w:rsid w:val="00253CA1"/>
    <w:rsid w:val="002561CD"/>
    <w:rsid w:val="00270CC7"/>
    <w:rsid w:val="00282A4E"/>
    <w:rsid w:val="00291B2F"/>
    <w:rsid w:val="002A434F"/>
    <w:rsid w:val="002B272C"/>
    <w:rsid w:val="002B463A"/>
    <w:rsid w:val="002B6A6A"/>
    <w:rsid w:val="002D46F0"/>
    <w:rsid w:val="002D6DE2"/>
    <w:rsid w:val="002F1784"/>
    <w:rsid w:val="0030016A"/>
    <w:rsid w:val="00304C75"/>
    <w:rsid w:val="00317C34"/>
    <w:rsid w:val="00354B45"/>
    <w:rsid w:val="00364085"/>
    <w:rsid w:val="003739FC"/>
    <w:rsid w:val="00374FD9"/>
    <w:rsid w:val="00375E89"/>
    <w:rsid w:val="00395C2F"/>
    <w:rsid w:val="003B01E8"/>
    <w:rsid w:val="003B0CCE"/>
    <w:rsid w:val="003C50CE"/>
    <w:rsid w:val="003D2E5E"/>
    <w:rsid w:val="003E102F"/>
    <w:rsid w:val="00406A5B"/>
    <w:rsid w:val="00434972"/>
    <w:rsid w:val="00445975"/>
    <w:rsid w:val="004513DF"/>
    <w:rsid w:val="00455DEC"/>
    <w:rsid w:val="00462B42"/>
    <w:rsid w:val="0047604D"/>
    <w:rsid w:val="00481416"/>
    <w:rsid w:val="00483483"/>
    <w:rsid w:val="00493119"/>
    <w:rsid w:val="004A2402"/>
    <w:rsid w:val="004A6624"/>
    <w:rsid w:val="004C0C1F"/>
    <w:rsid w:val="004C11D6"/>
    <w:rsid w:val="004C5AF3"/>
    <w:rsid w:val="00501AF2"/>
    <w:rsid w:val="00502363"/>
    <w:rsid w:val="00510DBF"/>
    <w:rsid w:val="00525BFA"/>
    <w:rsid w:val="00536B1F"/>
    <w:rsid w:val="00551DBE"/>
    <w:rsid w:val="00565968"/>
    <w:rsid w:val="00575429"/>
    <w:rsid w:val="00582982"/>
    <w:rsid w:val="00597C82"/>
    <w:rsid w:val="005A050C"/>
    <w:rsid w:val="005A0565"/>
    <w:rsid w:val="005A201E"/>
    <w:rsid w:val="005A5022"/>
    <w:rsid w:val="005B0F3A"/>
    <w:rsid w:val="005B6FB8"/>
    <w:rsid w:val="005B7837"/>
    <w:rsid w:val="005F23A5"/>
    <w:rsid w:val="00600370"/>
    <w:rsid w:val="00605BB6"/>
    <w:rsid w:val="00616D62"/>
    <w:rsid w:val="00624243"/>
    <w:rsid w:val="006505F6"/>
    <w:rsid w:val="006659C3"/>
    <w:rsid w:val="00665EA7"/>
    <w:rsid w:val="00692C86"/>
    <w:rsid w:val="00696406"/>
    <w:rsid w:val="00697CB7"/>
    <w:rsid w:val="006C1993"/>
    <w:rsid w:val="006D0CC7"/>
    <w:rsid w:val="006D42ED"/>
    <w:rsid w:val="006D6EFB"/>
    <w:rsid w:val="006E1230"/>
    <w:rsid w:val="007101E4"/>
    <w:rsid w:val="00714CED"/>
    <w:rsid w:val="007257E8"/>
    <w:rsid w:val="0073429B"/>
    <w:rsid w:val="00751E7E"/>
    <w:rsid w:val="007533CE"/>
    <w:rsid w:val="00782296"/>
    <w:rsid w:val="007A2356"/>
    <w:rsid w:val="007B5D14"/>
    <w:rsid w:val="007B7A69"/>
    <w:rsid w:val="007F722C"/>
    <w:rsid w:val="007F755E"/>
    <w:rsid w:val="008049CA"/>
    <w:rsid w:val="00804B14"/>
    <w:rsid w:val="00804E44"/>
    <w:rsid w:val="00844AEB"/>
    <w:rsid w:val="00845DB0"/>
    <w:rsid w:val="008669F3"/>
    <w:rsid w:val="008A272D"/>
    <w:rsid w:val="008B4B8A"/>
    <w:rsid w:val="008D38C5"/>
    <w:rsid w:val="008E5605"/>
    <w:rsid w:val="008E730D"/>
    <w:rsid w:val="00915AB4"/>
    <w:rsid w:val="00931F8D"/>
    <w:rsid w:val="009335D6"/>
    <w:rsid w:val="009378A5"/>
    <w:rsid w:val="00940170"/>
    <w:rsid w:val="009516BB"/>
    <w:rsid w:val="009523E0"/>
    <w:rsid w:val="00970830"/>
    <w:rsid w:val="00980D18"/>
    <w:rsid w:val="009A43DA"/>
    <w:rsid w:val="009B0810"/>
    <w:rsid w:val="009B7710"/>
    <w:rsid w:val="009D436D"/>
    <w:rsid w:val="009F6090"/>
    <w:rsid w:val="00A022DF"/>
    <w:rsid w:val="00A03DFB"/>
    <w:rsid w:val="00A20E12"/>
    <w:rsid w:val="00A4494F"/>
    <w:rsid w:val="00A54A1B"/>
    <w:rsid w:val="00A96783"/>
    <w:rsid w:val="00AE157A"/>
    <w:rsid w:val="00B07F24"/>
    <w:rsid w:val="00B2222B"/>
    <w:rsid w:val="00B31F3A"/>
    <w:rsid w:val="00B32EA3"/>
    <w:rsid w:val="00B34224"/>
    <w:rsid w:val="00B35210"/>
    <w:rsid w:val="00B50C3D"/>
    <w:rsid w:val="00B63EAC"/>
    <w:rsid w:val="00B975D1"/>
    <w:rsid w:val="00BA0A4C"/>
    <w:rsid w:val="00BB7F6F"/>
    <w:rsid w:val="00BC4336"/>
    <w:rsid w:val="00BC7BB1"/>
    <w:rsid w:val="00BD13C0"/>
    <w:rsid w:val="00BD1D4D"/>
    <w:rsid w:val="00BD230F"/>
    <w:rsid w:val="00BD695E"/>
    <w:rsid w:val="00BF33A6"/>
    <w:rsid w:val="00BF473F"/>
    <w:rsid w:val="00C04543"/>
    <w:rsid w:val="00C06CDA"/>
    <w:rsid w:val="00C31CCA"/>
    <w:rsid w:val="00C370F3"/>
    <w:rsid w:val="00C50DD7"/>
    <w:rsid w:val="00C52DDB"/>
    <w:rsid w:val="00C534C3"/>
    <w:rsid w:val="00C56165"/>
    <w:rsid w:val="00C65714"/>
    <w:rsid w:val="00C71AFC"/>
    <w:rsid w:val="00C934D6"/>
    <w:rsid w:val="00CB1F39"/>
    <w:rsid w:val="00CC4972"/>
    <w:rsid w:val="00CD0DA0"/>
    <w:rsid w:val="00CD2E25"/>
    <w:rsid w:val="00D14B45"/>
    <w:rsid w:val="00D3418B"/>
    <w:rsid w:val="00D35DA4"/>
    <w:rsid w:val="00D504AE"/>
    <w:rsid w:val="00D55F43"/>
    <w:rsid w:val="00D57DBE"/>
    <w:rsid w:val="00D60813"/>
    <w:rsid w:val="00D63C89"/>
    <w:rsid w:val="00D7649F"/>
    <w:rsid w:val="00D918B2"/>
    <w:rsid w:val="00D92DBF"/>
    <w:rsid w:val="00DA1BA7"/>
    <w:rsid w:val="00DA1E2B"/>
    <w:rsid w:val="00DA6E40"/>
    <w:rsid w:val="00DB0EAA"/>
    <w:rsid w:val="00DC1570"/>
    <w:rsid w:val="00DD59C3"/>
    <w:rsid w:val="00DF0D13"/>
    <w:rsid w:val="00DF159E"/>
    <w:rsid w:val="00E03408"/>
    <w:rsid w:val="00E24F19"/>
    <w:rsid w:val="00E31232"/>
    <w:rsid w:val="00E649C8"/>
    <w:rsid w:val="00E66464"/>
    <w:rsid w:val="00E90F0A"/>
    <w:rsid w:val="00EB1D5F"/>
    <w:rsid w:val="00EC0707"/>
    <w:rsid w:val="00EC4E1E"/>
    <w:rsid w:val="00ED4DB9"/>
    <w:rsid w:val="00F15D9B"/>
    <w:rsid w:val="00F256CB"/>
    <w:rsid w:val="00F309BD"/>
    <w:rsid w:val="00F34CE5"/>
    <w:rsid w:val="00F458DE"/>
    <w:rsid w:val="00F67B7A"/>
    <w:rsid w:val="00F75A38"/>
    <w:rsid w:val="00F80B70"/>
    <w:rsid w:val="00F84F70"/>
    <w:rsid w:val="00F9569E"/>
    <w:rsid w:val="00FB5F38"/>
    <w:rsid w:val="00FC0C6F"/>
    <w:rsid w:val="00FE30F1"/>
    <w:rsid w:val="00FE3A0B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1617"/>
    <o:shapelayout v:ext="edit">
      <o:idmap v:ext="edit" data="1"/>
    </o:shapelayout>
  </w:shapeDefaults>
  <w:decimalSymbol w:val=","/>
  <w:listSeparator w:val=";"/>
  <w14:docId w14:val="4FAD68A6"/>
  <w15:docId w15:val="{31864F2A-EF11-4B5D-91AF-74FE4E887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Arial" w:hAnsi="Arial"/>
      <w:color w:val="000000"/>
    </w:rPr>
  </w:style>
  <w:style w:type="paragraph" w:styleId="Titre1">
    <w:name w:val="heading 1"/>
    <w:basedOn w:val="Normal"/>
    <w:next w:val="Normal"/>
    <w:autoRedefine/>
    <w:qFormat/>
    <w:rsid w:val="00084BD4"/>
    <w:pPr>
      <w:keepNext/>
      <w:jc w:val="center"/>
      <w:outlineLvl w:val="0"/>
    </w:pPr>
    <w:rPr>
      <w:rFonts w:cs="Arial"/>
      <w:b/>
      <w:sz w:val="28"/>
      <w:szCs w:val="28"/>
    </w:rPr>
  </w:style>
  <w:style w:type="paragraph" w:styleId="Titre2">
    <w:name w:val="heading 2"/>
    <w:basedOn w:val="Titre1"/>
    <w:next w:val="Normal"/>
    <w:autoRedefine/>
    <w:qFormat/>
    <w:pPr>
      <w:spacing w:before="240"/>
      <w:jc w:val="left"/>
      <w:outlineLvl w:val="1"/>
    </w:pPr>
    <w:rPr>
      <w:rFonts w:ascii="Times New Roman" w:hAnsi="Times New Roman"/>
      <w:caps/>
      <w:sz w:val="24"/>
    </w:rPr>
  </w:style>
  <w:style w:type="paragraph" w:styleId="Titre3">
    <w:name w:val="heading 3"/>
    <w:next w:val="Titre2"/>
    <w:autoRedefine/>
    <w:qFormat/>
    <w:pPr>
      <w:tabs>
        <w:tab w:val="left" w:pos="567"/>
      </w:tabs>
      <w:jc w:val="both"/>
      <w:outlineLvl w:val="2"/>
    </w:pPr>
    <w:rPr>
      <w:rFonts w:ascii="Arial" w:hAnsi="Arial" w:cs="Arial"/>
      <w:b/>
      <w:noProof/>
      <w:sz w:val="2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Titre5">
    <w:name w:val="heading 5"/>
    <w:basedOn w:val="Normal"/>
    <w:next w:val="Normal"/>
    <w:autoRedefine/>
    <w:qFormat/>
    <w:pPr>
      <w:keepNext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i/>
      <w:color w:val="0000FF"/>
      <w:sz w:val="24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pBdr>
        <w:left w:val="single" w:sz="4" w:space="4" w:color="auto"/>
      </w:pBdr>
      <w:outlineLvl w:val="7"/>
    </w:pPr>
    <w:rPr>
      <w:i/>
      <w:color w:val="FF0000"/>
      <w:sz w:val="24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b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jc w:val="center"/>
    </w:pPr>
  </w:style>
  <w:style w:type="paragraph" w:styleId="TM1">
    <w:name w:val="toc 1"/>
    <w:basedOn w:val="Normal"/>
    <w:next w:val="Normal"/>
    <w:autoRedefine/>
    <w:uiPriority w:val="39"/>
  </w:style>
  <w:style w:type="paragraph" w:styleId="TM2">
    <w:name w:val="toc 2"/>
    <w:basedOn w:val="Normal"/>
    <w:next w:val="Normal"/>
    <w:autoRedefine/>
    <w:uiPriority w:val="39"/>
    <w:rsid w:val="00084BD4"/>
    <w:pPr>
      <w:tabs>
        <w:tab w:val="right" w:leader="dot" w:pos="9061"/>
      </w:tabs>
      <w:ind w:left="198"/>
    </w:pPr>
  </w:style>
  <w:style w:type="paragraph" w:styleId="TM3">
    <w:name w:val="toc 3"/>
    <w:basedOn w:val="Normal"/>
    <w:next w:val="Normal"/>
    <w:autoRedefine/>
    <w:semiHidden/>
    <w:pPr>
      <w:ind w:left="400"/>
    </w:pPr>
  </w:style>
  <w:style w:type="paragraph" w:customStyle="1" w:styleId="Style1">
    <w:name w:val="Style1"/>
    <w:basedOn w:val="Normal"/>
    <w:autoRedefine/>
    <w:pPr>
      <w:spacing w:line="360" w:lineRule="auto"/>
      <w:jc w:val="center"/>
    </w:pPr>
    <w:rPr>
      <w:b/>
      <w:sz w:val="52"/>
      <w:u w:val="single"/>
    </w:rPr>
  </w:style>
  <w:style w:type="paragraph" w:customStyle="1" w:styleId="Normal2">
    <w:name w:val="Normal2"/>
    <w:basedOn w:val="Normal"/>
    <w:autoRedefine/>
    <w:rsid w:val="00FF582F"/>
    <w:rPr>
      <w:rFonts w:ascii="Open Sans" w:hAnsi="Open Sans" w:cs="Open Sans"/>
      <w:iCs/>
      <w:sz w:val="18"/>
    </w:rPr>
  </w:style>
  <w:style w:type="paragraph" w:styleId="Retraitcorpsdetexte">
    <w:name w:val="Body Text Indent"/>
    <w:basedOn w:val="Normal"/>
    <w:pPr>
      <w:pBdr>
        <w:top w:val="single" w:sz="4" w:space="16" w:color="auto"/>
        <w:left w:val="single" w:sz="4" w:space="4" w:color="auto"/>
        <w:bottom w:val="single" w:sz="4" w:space="15" w:color="auto"/>
        <w:right w:val="single" w:sz="4" w:space="4" w:color="auto"/>
      </w:pBdr>
      <w:shd w:val="pct12" w:color="auto" w:fill="FFFFFF"/>
      <w:ind w:left="3402"/>
      <w:jc w:val="center"/>
    </w:pPr>
    <w:rPr>
      <w:b/>
      <w:i/>
      <w:sz w:val="28"/>
    </w:rPr>
  </w:style>
  <w:style w:type="paragraph" w:styleId="Corpsdetexte">
    <w:name w:val="Body Text"/>
    <w:basedOn w:val="Normal"/>
    <w:rPr>
      <w:color w:val="FF0000"/>
    </w:rPr>
  </w:style>
  <w:style w:type="paragraph" w:customStyle="1" w:styleId="Corpsdetexte21">
    <w:name w:val="Corps de texte 21"/>
    <w:basedOn w:val="Normal"/>
    <w:rPr>
      <w:rFonts w:ascii="Times New Roman" w:hAnsi="Times New Roman"/>
      <w:b/>
      <w:i/>
      <w:color w:val="0000FF"/>
      <w:sz w:val="24"/>
    </w:rPr>
  </w:style>
  <w:style w:type="paragraph" w:styleId="Retraitcorpsdetexte2">
    <w:name w:val="Body Text Indent 2"/>
    <w:basedOn w:val="Normal"/>
    <w:link w:val="Retraitcorpsdetexte2Car"/>
    <w:pPr>
      <w:ind w:left="2124" w:firstLine="6"/>
    </w:pPr>
    <w:rPr>
      <w:rFonts w:ascii="Times New Roman" w:hAnsi="Times New Roman"/>
      <w:i/>
      <w:sz w:val="24"/>
    </w:rPr>
  </w:style>
  <w:style w:type="paragraph" w:styleId="Corpsdetexte2">
    <w:name w:val="Body Text 2"/>
    <w:basedOn w:val="Normal"/>
    <w:link w:val="Corpsdetexte2Car"/>
    <w:rPr>
      <w:b/>
      <w:bCs/>
      <w:color w:val="FF0000"/>
    </w:rPr>
  </w:style>
  <w:style w:type="character" w:styleId="Numrodepage">
    <w:name w:val="page number"/>
    <w:basedOn w:val="Policepardfaut"/>
  </w:style>
  <w:style w:type="table" w:styleId="Tableauweb1">
    <w:name w:val="Table Web 1"/>
    <w:basedOn w:val="TableauNormal"/>
    <w:rsid w:val="000200DD"/>
    <w:pPr>
      <w:spacing w:after="200" w:line="252" w:lineRule="auto"/>
    </w:pPr>
    <w:rPr>
      <w:rFonts w:asciiTheme="majorHAnsi" w:eastAsiaTheme="majorEastAsia" w:hAnsiTheme="majorHAnsi" w:cstheme="majorBidi"/>
      <w:sz w:val="22"/>
      <w:szCs w:val="22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Marquedecommentaire">
    <w:name w:val="annotation reference"/>
    <w:basedOn w:val="Policepardfaut"/>
    <w:semiHidden/>
    <w:unhideWhenUsed/>
    <w:rsid w:val="00374FD9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374FD9"/>
  </w:style>
  <w:style w:type="character" w:customStyle="1" w:styleId="CommentaireCar">
    <w:name w:val="Commentaire Car"/>
    <w:basedOn w:val="Policepardfaut"/>
    <w:link w:val="Commentaire"/>
    <w:semiHidden/>
    <w:rsid w:val="00374FD9"/>
    <w:rPr>
      <w:rFonts w:ascii="Arial" w:hAnsi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74F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74FD9"/>
    <w:rPr>
      <w:rFonts w:ascii="Arial" w:hAnsi="Arial"/>
      <w:b/>
      <w:bCs/>
      <w:color w:val="000000"/>
    </w:rPr>
  </w:style>
  <w:style w:type="paragraph" w:styleId="Textedebulles">
    <w:name w:val="Balloon Text"/>
    <w:basedOn w:val="Normal"/>
    <w:link w:val="TextedebullesCar"/>
    <w:semiHidden/>
    <w:unhideWhenUsed/>
    <w:rsid w:val="00374F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374FD9"/>
    <w:rPr>
      <w:rFonts w:ascii="Tahoma" w:hAnsi="Tahoma" w:cs="Tahoma"/>
      <w:color w:val="000000"/>
      <w:sz w:val="16"/>
      <w:szCs w:val="16"/>
    </w:rPr>
  </w:style>
  <w:style w:type="paragraph" w:styleId="Rvision">
    <w:name w:val="Revision"/>
    <w:hidden/>
    <w:uiPriority w:val="99"/>
    <w:semiHidden/>
    <w:rsid w:val="00600370"/>
    <w:rPr>
      <w:rFonts w:ascii="Arial" w:hAnsi="Arial"/>
      <w:color w:val="000000"/>
    </w:rPr>
  </w:style>
  <w:style w:type="character" w:customStyle="1" w:styleId="PieddepageCar">
    <w:name w:val="Pied de page Car"/>
    <w:basedOn w:val="Policepardfaut"/>
    <w:link w:val="Pieddepage"/>
    <w:rsid w:val="00CC4972"/>
    <w:rPr>
      <w:rFonts w:ascii="Arial" w:hAnsi="Arial"/>
      <w:color w:val="000000"/>
    </w:rPr>
  </w:style>
  <w:style w:type="table" w:styleId="Grilledutableau">
    <w:name w:val="Table Grid"/>
    <w:basedOn w:val="TableauNormal"/>
    <w:uiPriority w:val="39"/>
    <w:rsid w:val="00CC49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traitcorpsdetexte2Car">
    <w:name w:val="Retrait corps de texte 2 Car"/>
    <w:basedOn w:val="Policepardfaut"/>
    <w:link w:val="Retraitcorpsdetexte2"/>
    <w:rsid w:val="00406A5B"/>
    <w:rPr>
      <w:i/>
      <w:color w:val="000000"/>
      <w:sz w:val="24"/>
    </w:rPr>
  </w:style>
  <w:style w:type="character" w:customStyle="1" w:styleId="Corpsdetexte2Car">
    <w:name w:val="Corps de texte 2 Car"/>
    <w:basedOn w:val="Policepardfaut"/>
    <w:link w:val="Corpsdetexte2"/>
    <w:rsid w:val="00406A5B"/>
    <w:rPr>
      <w:rFonts w:ascii="Arial" w:hAnsi="Arial"/>
      <w:b/>
      <w:bCs/>
      <w:color w:val="FF0000"/>
    </w:rPr>
  </w:style>
  <w:style w:type="paragraph" w:styleId="Paragraphedeliste">
    <w:name w:val="List Paragraph"/>
    <w:basedOn w:val="Normal"/>
    <w:uiPriority w:val="34"/>
    <w:qFormat/>
    <w:rsid w:val="009B7710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282A4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normal">
    <w:name w:val="Normal Indent"/>
    <w:basedOn w:val="Normal"/>
    <w:uiPriority w:val="99"/>
    <w:unhideWhenUsed/>
    <w:rsid w:val="00282A4E"/>
    <w:pPr>
      <w:spacing w:after="200" w:line="276" w:lineRule="auto"/>
      <w:ind w:left="708"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xpression%20des%20Besoins\Doc%20type\Expression%20des%20besoins\CCP-RC-AE\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AE2C7-8599-44E7-92A1-70A67E8EE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CCP</Template>
  <TotalTime>169</TotalTime>
  <Pages>18</Pages>
  <Words>3788</Words>
  <Characters>21304</Characters>
  <Application>Microsoft Office Word</Application>
  <DocSecurity>0</DocSecurity>
  <Lines>177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ASSISTANCE PUBLIQUE - HOPITAUX DE PARIS</vt:lpstr>
    </vt:vector>
  </TitlesOfParts>
  <Company>DACHA</Company>
  <LinksUpToDate>false</LinksUpToDate>
  <CharactersWithSpaces>25042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ASSISTANCE PUBLIQUE - HOPITAUX DE PARIS</dc:title>
  <dc:subject/>
  <dc:creator>Nathalie_D</dc:creator>
  <cp:keywords/>
  <dc:description/>
  <cp:lastModifiedBy>SECK Cheikh ousmane</cp:lastModifiedBy>
  <cp:revision>7</cp:revision>
  <cp:lastPrinted>2023-11-22T14:20:00Z</cp:lastPrinted>
  <dcterms:created xsi:type="dcterms:W3CDTF">2025-06-12T10:27:00Z</dcterms:created>
  <dcterms:modified xsi:type="dcterms:W3CDTF">2025-06-18T12:41:00Z</dcterms:modified>
</cp:coreProperties>
</file>